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Letterhead"/>
        <w:tblW w:w="9589" w:type="dxa"/>
        <w:tblLook w:val="04A0" w:firstRow="1" w:lastRow="0" w:firstColumn="1" w:lastColumn="0" w:noHBand="0" w:noVBand="1"/>
      </w:tblPr>
      <w:tblGrid>
        <w:gridCol w:w="2427"/>
        <w:gridCol w:w="7162"/>
      </w:tblGrid>
      <w:sdt>
        <w:sdtPr>
          <w:rPr>
            <w:sz w:val="16"/>
          </w:rPr>
          <w:alias w:val="EC Headers - Header"/>
          <w:tag w:val="A4pCgmOjXaoPaysOY21Ij7-5QkCVxYFQ4ANGFaoRKN4I2"/>
          <w:id w:val="1882596983"/>
        </w:sdtPr>
        <w:sdtContent>
          <w:tr w:rsidR="0010590B" w:rsidRPr="00912766" w14:paraId="716EEC7A" w14:textId="77777777" w:rsidTr="0018355F">
            <w:trPr>
              <w:trHeight w:val="1243"/>
            </w:trPr>
            <w:tc>
              <w:tcPr>
                <w:tcW w:w="2427" w:type="dxa"/>
              </w:tcPr>
              <w:p w14:paraId="5106F5F9" w14:textId="77777777" w:rsidR="0010590B" w:rsidRPr="00912766" w:rsidRDefault="007701A5">
                <w:pPr>
                  <w:pStyle w:val="ZFlag"/>
                </w:pPr>
                <w:r w:rsidRPr="00912766">
                  <w:rPr>
                    <w:noProof/>
                    <w:lang w:val="fr-BE" w:eastAsia="fr-BE"/>
                  </w:rPr>
                  <w:drawing>
                    <wp:inline distT="0" distB="0" distL="0" distR="0" wp14:anchorId="563FFAFF" wp14:editId="6F8CE145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162" w:type="dxa"/>
              </w:tcPr>
              <w:p w14:paraId="13173989" w14:textId="77777777" w:rsidR="0010590B" w:rsidRPr="00912766" w:rsidRDefault="00000000">
                <w:pPr>
                  <w:pStyle w:val="ZCom"/>
                </w:pPr>
                <w:sdt>
                  <w:sdtPr>
                    <w:id w:val="-1386793855"/>
                    <w:dataBinding w:xpath="/Texts/OrgaRoot" w:storeItemID="{4EF90DE6-88B6-4264-9629-4D8DFDFE87D2}"/>
                    <w:text w:multiLine="1"/>
                  </w:sdtPr>
                  <w:sdtContent>
                    <w:r w:rsidR="00537D8D" w:rsidRPr="00912766">
                      <w:t>EUROPEAN COMMISSION</w:t>
                    </w:r>
                  </w:sdtContent>
                </w:sdt>
              </w:p>
              <w:p w14:paraId="7D06FBB5" w14:textId="77777777" w:rsidR="0010590B" w:rsidRPr="00912766" w:rsidRDefault="00000000">
                <w:pPr>
                  <w:pStyle w:val="ZDGName"/>
                </w:pPr>
                <w:sdt>
                  <w:sdt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Content>
                    <w:r w:rsidR="00537D8D" w:rsidRPr="00912766">
                      <w:t>DIRECTORATE-GENERAL</w:t>
                    </w:r>
                  </w:sdtContent>
                </w:sdt>
              </w:p>
              <w:p w14:paraId="0FF33EC6" w14:textId="77777777" w:rsidR="0010590B" w:rsidRPr="00912766" w:rsidRDefault="00000000">
                <w:pPr>
                  <w:pStyle w:val="ZDGName"/>
                </w:pPr>
                <w:sdt>
                  <w:sdt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Content>
                    <w:r w:rsidR="00537D8D" w:rsidRPr="00912766">
                      <w:t>TAXATION AND CUSTOMS UNION</w:t>
                    </w:r>
                  </w:sdtContent>
                </w:sdt>
              </w:p>
              <w:p w14:paraId="01BBFAB0" w14:textId="4487C038" w:rsidR="0010590B" w:rsidRPr="00912766" w:rsidRDefault="00000000">
                <w:pPr>
                  <w:pStyle w:val="ZDGName"/>
                </w:pPr>
                <w:sdt>
                  <w:sdt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Content>
                    <w:r w:rsidR="00647966" w:rsidRPr="00912766">
                      <w:t>Digital D</w:t>
                    </w:r>
                    <w:r w:rsidR="00537D8D" w:rsidRPr="00912766">
                      <w:t>elivery of Customs and Taxation Policies</w:t>
                    </w:r>
                  </w:sdtContent>
                </w:sdt>
              </w:p>
              <w:p w14:paraId="238CF3BA" w14:textId="330F511B" w:rsidR="0010590B" w:rsidRPr="00912766" w:rsidRDefault="00000000" w:rsidP="00884EDE">
                <w:pPr>
                  <w:pStyle w:val="ZDGName"/>
                </w:pPr>
                <w:sdt>
                  <w:sdtPr>
                    <w:rPr>
                      <w:b/>
                    </w:rPr>
                    <w:id w:val="-392426799"/>
                    <w:placeholder>
                      <w:docPart w:val="526BFA01FD0D450CB3430FA23580AEA7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Content>
                    <w:r w:rsidR="00DC1C5D" w:rsidRPr="00912766">
                      <w:rPr>
                        <w:b/>
                      </w:rPr>
                      <w:t>Customs Systems</w:t>
                    </w:r>
                  </w:sdtContent>
                </w:sdt>
              </w:p>
            </w:tc>
          </w:tr>
        </w:sdtContent>
      </w:sdt>
    </w:tbl>
    <w:sdt>
      <w:sdtPr>
        <w:rPr>
          <w:kern w:val="0"/>
          <w:sz w:val="40"/>
        </w:rPr>
        <w:alias w:val="Titles - Title and Subtitle"/>
        <w:tag w:val="20VJyCZsNoL1O30TqXpiB2-kVgCMpw2xqUNygTR2zyFO4"/>
        <w:id w:val="1015114815"/>
      </w:sdtPr>
      <w:sdtContent>
        <w:p w14:paraId="47730738" w14:textId="4B7522A2" w:rsidR="0010590B" w:rsidRPr="002D0E91" w:rsidRDefault="00000000">
          <w:pPr>
            <w:pStyle w:val="Title"/>
          </w:pPr>
          <w:sdt>
            <w:sdtPr>
              <w:rPr>
                <w:sz w:val="44"/>
                <w:szCs w:val="44"/>
              </w:rPr>
              <w:id w:val="-403686101"/>
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<w:text w:multiLine="1"/>
            </w:sdtPr>
            <w:sdtContent>
              <w:r w:rsidR="00424C20" w:rsidRPr="00787ED1">
                <w:rPr>
                  <w:sz w:val="44"/>
                  <w:szCs w:val="44"/>
                </w:rPr>
                <w:t>DDNXA Main Document, Annexes and CSE Export 5.15.1</w:t>
              </w:r>
            </w:sdtContent>
          </w:sdt>
        </w:p>
        <w:p w14:paraId="22E8D5C6" w14:textId="7DE7E40C" w:rsidR="0010590B" w:rsidRPr="00912766" w:rsidRDefault="00000000" w:rsidP="00212AAF">
          <w:pPr>
            <w:pStyle w:val="SubTitle1"/>
          </w:pPr>
          <w:sdt>
            <w:sdtPr>
              <w:rPr>
                <w:sz w:val="44"/>
                <w:szCs w:val="44"/>
              </w:rPr>
              <w:id w:val="-426418183"/>
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  <w:text w:multiLine="1"/>
            </w:sdtPr>
            <w:sdtContent>
              <w:r w:rsidR="00394CAF" w:rsidRPr="00912766">
                <w:rPr>
                  <w:sz w:val="44"/>
                  <w:szCs w:val="44"/>
                </w:rPr>
                <w:t>Release Note</w:t>
              </w:r>
            </w:sdtContent>
          </w:sdt>
        </w:p>
      </w:sdtContent>
    </w:sdt>
    <w:sdt>
      <w:sdtPr>
        <w:alias w:val="Properties Table"/>
        <w:tag w:val="ZmBdss0Rs4YTyKKEh8M5n5"/>
        <w:id w:val="-1307233586"/>
      </w:sdtPr>
      <w:sdtContent>
        <w:tbl>
          <w:tblPr>
            <w:tblStyle w:val="PropertiesTable"/>
            <w:tblW w:w="6400" w:type="dxa"/>
            <w:tblLook w:val="04A0" w:firstRow="1" w:lastRow="0" w:firstColumn="1" w:lastColumn="0" w:noHBand="0" w:noVBand="1"/>
          </w:tblPr>
          <w:tblGrid>
            <w:gridCol w:w="2400"/>
            <w:gridCol w:w="4000"/>
          </w:tblGrid>
          <w:tr w:rsidR="0010590B" w:rsidRPr="00912766" w14:paraId="11B78396" w14:textId="77777777">
            <w:tc>
              <w:tcPr>
                <w:tcW w:w="2400" w:type="dxa"/>
              </w:tcPr>
              <w:p w14:paraId="595DCC05" w14:textId="3E9DF665" w:rsidR="0010590B" w:rsidRPr="00912766" w:rsidRDefault="00000000">
                <w:sdt>
                  <w:sdtPr>
                    <w:id w:val="52131817"/>
                    <w:dataBinding w:xpath="/Texts/TechPropsDate" w:storeItemID="{4EF90DE6-88B6-4264-9629-4D8DFDFE87D2}"/>
                    <w:text w:multiLine="1"/>
                  </w:sdtPr>
                  <w:sdtContent>
                    <w:r w:rsidR="00537D8D" w:rsidRPr="00912766">
                      <w:t>Date: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7E68B367" w14:textId="5990D71A" w:rsidR="0010590B" w:rsidRPr="00241E01" w:rsidRDefault="00000000" w:rsidP="004364D8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rStyle w:val="PlaceholderText"/>
                      <w:color w:val="auto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3-03-07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Content>
                    <w:r w:rsidR="000A5637">
                      <w:rPr>
                        <w:rStyle w:val="PlaceholderText"/>
                        <w:color w:val="auto"/>
                      </w:rPr>
                      <w:t>07/03/2023</w:t>
                    </w:r>
                  </w:sdtContent>
                </w:sdt>
              </w:p>
            </w:tc>
          </w:tr>
          <w:tr w:rsidR="00BD4AAD" w:rsidRPr="00912766" w14:paraId="71BAC00C" w14:textId="77777777">
            <w:tc>
              <w:tcPr>
                <w:tcW w:w="2400" w:type="dxa"/>
              </w:tcPr>
              <w:p w14:paraId="46FED22F" w14:textId="77432509" w:rsidR="00BD4AAD" w:rsidRPr="00912766" w:rsidRDefault="00BD4AAD">
                <w:r w:rsidRPr="00912766">
                  <w:t>Status:</w:t>
                </w:r>
              </w:p>
            </w:tc>
            <w:sdt>
              <w:sdtPr>
                <w:rPr>
                  <w:rStyle w:val="PlaceholderText"/>
                  <w:color w:val="auto"/>
                </w:rPr>
                <w:alias w:val="Status"/>
                <w:tag w:val="Status"/>
                <w:id w:val="403725961"/>
                <w:placeholder>
                  <w:docPart w:val="CBEDF5E4BF5645B9841917C9A3C5796B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Content>
                <w:tc>
                  <w:tcPr>
                    <w:tcW w:w="4000" w:type="dxa"/>
                  </w:tcPr>
                  <w:p w14:paraId="38D22AA5" w14:textId="3D5099DB" w:rsidR="00BD4AAD" w:rsidRPr="00912766" w:rsidRDefault="00241E01" w:rsidP="006F24AA">
                    <w:pPr>
                      <w:jc w:val="left"/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Submitted for information (SfI)</w:t>
                    </w:r>
                  </w:p>
                </w:tc>
              </w:sdtContent>
            </w:sdt>
          </w:tr>
          <w:tr w:rsidR="0010590B" w:rsidRPr="00912766" w14:paraId="770DF7C8" w14:textId="77777777">
            <w:tc>
              <w:tcPr>
                <w:tcW w:w="2400" w:type="dxa"/>
              </w:tcPr>
              <w:p w14:paraId="483FCD0F" w14:textId="77777777" w:rsidR="0010590B" w:rsidRPr="00912766" w:rsidRDefault="00000000">
                <w:sdt>
                  <w:sdtPr>
                    <w:id w:val="653036614"/>
                    <w:dataBinding w:xpath="/Texts/TechPropsVersion" w:storeItemID="{4EF90DE6-88B6-4264-9629-4D8DFDFE87D2}"/>
                    <w:text w:multiLine="1"/>
                  </w:sdtPr>
                  <w:sdtContent>
                    <w:r w:rsidR="00537D8D" w:rsidRPr="00912766">
                      <w:t>Version: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52AAA1CC" w14:textId="2498D44B" w:rsidR="007050D7" w:rsidRPr="00912766" w:rsidRDefault="00000000" w:rsidP="00D0681F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rStyle w:val="PlaceholderText"/>
                      <w:color w:val="auto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Content>
                    <w:r w:rsidR="000A5637" w:rsidRPr="009D7546">
                      <w:rPr>
                        <w:rStyle w:val="PlaceholderText"/>
                        <w:color w:val="auto"/>
                      </w:rPr>
                      <w:t>0.0</w:t>
                    </w:r>
                    <w:r w:rsidR="000A5637">
                      <w:rPr>
                        <w:rStyle w:val="PlaceholderText"/>
                        <w:color w:val="auto"/>
                      </w:rPr>
                      <w:t>3</w:t>
                    </w:r>
                    <w:r w:rsidR="000A5637" w:rsidRPr="009D7546">
                      <w:rPr>
                        <w:rStyle w:val="PlaceholderText"/>
                        <w:color w:val="auto"/>
                      </w:rPr>
                      <w:t xml:space="preserve"> EN</w:t>
                    </w:r>
                  </w:sdtContent>
                </w:sdt>
              </w:p>
            </w:tc>
          </w:tr>
          <w:tr w:rsidR="0010590B" w:rsidRPr="00912766" w14:paraId="78BFA891" w14:textId="77777777">
            <w:tc>
              <w:tcPr>
                <w:tcW w:w="2400" w:type="dxa"/>
              </w:tcPr>
              <w:p w14:paraId="6DE7AA57" w14:textId="2E7480A6" w:rsidR="0010590B" w:rsidRPr="00912766" w:rsidRDefault="00000000" w:rsidP="00040C02">
                <w:sdt>
                  <w:sdtPr>
                    <w:id w:val="1928931003"/>
                    <w:dataBinding w:xpath="/Texts/TechPropsAuthors" w:storeItemID="{4EF90DE6-88B6-4264-9629-4D8DFDFE87D2}"/>
                    <w:text w:multiLine="1"/>
                  </w:sdtPr>
                  <w:sdtContent>
                    <w:r w:rsidR="00537D8D" w:rsidRPr="00912766">
                      <w:t>Author: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6B7EC104" w14:textId="0D1908D4" w:rsidR="0010590B" w:rsidRPr="00C4228B" w:rsidRDefault="00000000" w:rsidP="006F24AA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color w:val="2C8F6C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EndPr>
                    <w:rPr>
                      <w:color w:val="auto"/>
                    </w:rPr>
                  </w:sdtEndPr>
                  <w:sdtContent>
                    <w:r w:rsidR="00424C20" w:rsidRPr="00C4228B">
                      <w:t>SOFT-DEV</w:t>
                    </w:r>
                  </w:sdtContent>
                </w:sdt>
              </w:p>
            </w:tc>
          </w:tr>
          <w:tr w:rsidR="0010590B" w:rsidRPr="00912766" w14:paraId="6F52AC17" w14:textId="77777777">
            <w:tc>
              <w:tcPr>
                <w:tcW w:w="2400" w:type="dxa"/>
              </w:tcPr>
              <w:p w14:paraId="53CD7672" w14:textId="77777777" w:rsidR="0010590B" w:rsidRPr="00912766" w:rsidRDefault="00000000">
                <w:sdt>
                  <w:sdtPr>
                    <w:id w:val="-656603245"/>
                    <w:dataBinding w:xpath="/Texts/TechPropsApproved" w:storeItemID="{4EF90DE6-88B6-4264-9629-4D8DFDFE87D2}"/>
                    <w:text w:multiLine="1"/>
                  </w:sdtPr>
                  <w:sdtContent>
                    <w:r w:rsidR="00537D8D" w:rsidRPr="00912766">
                      <w:t>Approved by: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0C45DD97" w14:textId="673BDA56" w:rsidR="0010590B" w:rsidRPr="00912766" w:rsidRDefault="00000000" w:rsidP="00417D3E">
                <w:pPr>
                  <w:jc w:val="left"/>
                </w:pPr>
                <w:sdt>
                  <w:sdtPr>
                    <w:alias w:val="Approved by"/>
                    <w:tag w:val="Approved by"/>
                    <w:id w:val="-1491857343"/>
                    <w:placeholder>
                      <w:docPart w:val="E522F8A849254428B717D268491E703B"/>
                    </w:placeholder>
                    <w:showingPlcHdr/>
                  </w:sdtPr>
                  <w:sdtContent>
                    <w:r w:rsidR="00417D3E" w:rsidRPr="00912766">
                      <w:rPr>
                        <w:rStyle w:val="PlaceholderText"/>
                        <w:color w:val="auto"/>
                      </w:rPr>
                      <w:t>DG TAXUD</w:t>
                    </w:r>
                  </w:sdtContent>
                </w:sdt>
              </w:p>
            </w:tc>
          </w:tr>
          <w:tr w:rsidR="0010590B" w:rsidRPr="00912766" w14:paraId="617B2B57" w14:textId="77777777">
            <w:tc>
              <w:tcPr>
                <w:tcW w:w="2400" w:type="dxa"/>
              </w:tcPr>
              <w:p w14:paraId="154019AE" w14:textId="0C1AEFD6" w:rsidR="0010590B" w:rsidRPr="00912766" w:rsidRDefault="004B3DEF" w:rsidP="00922DBF">
                <w:r w:rsidRPr="00912766">
                  <w:t>Reference number:</w:t>
                </w:r>
              </w:p>
            </w:tc>
            <w:tc>
              <w:tcPr>
                <w:tcW w:w="4000" w:type="dxa"/>
              </w:tcPr>
              <w:p w14:paraId="5725D577" w14:textId="2BC2E680" w:rsidR="00310AC7" w:rsidRPr="00787ED1" w:rsidRDefault="0002651B" w:rsidP="00B775C3">
                <w:pPr>
                  <w:jc w:val="left"/>
                  <w:rPr>
                    <w:lang w:val="en-US"/>
                  </w:rPr>
                </w:pPr>
                <w:r w:rsidRPr="00787ED1">
                  <w:rPr>
                    <w:lang w:val="en-US"/>
                  </w:rPr>
                  <w:t>DLV-259-6-6-1-4</w:t>
                </w:r>
              </w:p>
            </w:tc>
          </w:tr>
          <w:tr w:rsidR="005C3460" w:rsidRPr="00912766" w14:paraId="374AA003" w14:textId="77777777">
            <w:tc>
              <w:tcPr>
                <w:tcW w:w="2400" w:type="dxa"/>
              </w:tcPr>
              <w:p w14:paraId="4DE4E3D9" w14:textId="23329E12" w:rsidR="005C3460" w:rsidRPr="00912766" w:rsidRDefault="005C3460" w:rsidP="00445962">
                <w:pPr>
                  <w:rPr>
                    <w:szCs w:val="22"/>
                  </w:rPr>
                </w:pPr>
                <w:r w:rsidRPr="00912766">
                  <w:rPr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Cs w:val="22"/>
                  <w:lang w:eastAsia="en-US"/>
                </w:rPr>
                <w:alias w:val="Public"/>
                <w:tag w:val="Public"/>
                <w:id w:val="527069074"/>
                <w:placeholder>
                  <w:docPart w:val="14A2B3B4C7FE4B66AF49DB8FEDD4A64C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Content>
                <w:tc>
                  <w:tcPr>
                    <w:tcW w:w="4000" w:type="dxa"/>
                  </w:tcPr>
                  <w:p w14:paraId="6105D1B3" w14:textId="6F1196DD" w:rsidR="005C3460" w:rsidRPr="00912766" w:rsidRDefault="00FF5D51" w:rsidP="005C3460">
                    <w:pPr>
                      <w:spacing w:after="0" w:line="276" w:lineRule="auto"/>
                      <w:jc w:val="left"/>
                      <w:rPr>
                        <w:bCs/>
                        <w:szCs w:val="22"/>
                        <w:lang w:eastAsia="en-US"/>
                      </w:rPr>
                    </w:pPr>
                    <w:r>
                      <w:rPr>
                        <w:bCs/>
                        <w:szCs w:val="22"/>
                        <w:lang w:eastAsia="en-US"/>
                      </w:rPr>
                      <w:t>DG TAXUD internal</w:t>
                    </w:r>
                  </w:p>
                </w:tc>
              </w:sdtContent>
            </w:sdt>
          </w:tr>
          <w:tr w:rsidR="00445962" w:rsidRPr="00912766" w14:paraId="627FF8E5" w14:textId="77777777">
            <w:tc>
              <w:tcPr>
                <w:tcW w:w="2400" w:type="dxa"/>
              </w:tcPr>
              <w:p w14:paraId="7B547DB5" w14:textId="23A53B83" w:rsidR="00445962" w:rsidRPr="00912766" w:rsidRDefault="00445962" w:rsidP="00445962">
                <w:pPr>
                  <w:rPr>
                    <w:szCs w:val="22"/>
                  </w:rPr>
                </w:pPr>
                <w:r w:rsidRPr="00912766">
                  <w:rPr>
                    <w:szCs w:val="22"/>
                  </w:rPr>
                  <w:t>Confidentiality</w:t>
                </w:r>
                <w:r w:rsidR="009A07DA" w:rsidRPr="00912766">
                  <w:rPr>
                    <w:szCs w:val="22"/>
                  </w:rPr>
                  <w:t>:</w:t>
                </w:r>
              </w:p>
            </w:tc>
            <w:tc>
              <w:tcPr>
                <w:tcW w:w="4000" w:type="dxa"/>
              </w:tcPr>
              <w:p w14:paraId="736771A7" w14:textId="10D58F61" w:rsidR="00445962" w:rsidRPr="00912766" w:rsidRDefault="00000000" w:rsidP="00D049F7">
                <w:pPr>
                  <w:spacing w:after="0" w:line="276" w:lineRule="auto"/>
                  <w:jc w:val="left"/>
                  <w:rPr>
                    <w:bCs/>
                    <w:szCs w:val="22"/>
                  </w:rPr>
                </w:pPr>
                <w:sdt>
                  <w:sdtPr>
                    <w:rPr>
                      <w:bCs/>
                      <w:szCs w:val="22"/>
                      <w:lang w:eastAsia="en-US"/>
                    </w:rPr>
                    <w:alias w:val="Confidentiality"/>
                    <w:tag w:val="Confidentiality"/>
                    <w:id w:val="661121929"/>
                    <w:placeholder>
                      <w:docPart w:val="DDC9B64F37E6499185BA537107232459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Commission use (CU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Content>
                    <w:r w:rsidR="000004D1">
                      <w:rPr>
                        <w:bCs/>
                        <w:szCs w:val="22"/>
                        <w:lang w:eastAsia="en-US"/>
                      </w:rPr>
                      <w:t>Commission use (CU)</w:t>
                    </w:r>
                  </w:sdtContent>
                </w:sdt>
              </w:p>
            </w:tc>
          </w:tr>
        </w:tbl>
        <w:p w14:paraId="5061275A" w14:textId="77777777" w:rsidR="00310AC7" w:rsidRDefault="00310AC7"/>
        <w:p w14:paraId="77799620" w14:textId="6BEA2FB6" w:rsidR="00310AC7" w:rsidRDefault="00310AC7"/>
        <w:p w14:paraId="4D3AA523" w14:textId="4ED25E54" w:rsidR="0010590B" w:rsidRPr="00912766" w:rsidRDefault="00000000"/>
      </w:sdtContent>
    </w:sdt>
    <w:sdt>
      <w:sdtPr>
        <w:rPr>
          <w:rFonts w:ascii="Times New Roman" w:hAnsi="Times New Roman"/>
          <w:b w:val="0"/>
          <w:sz w:val="22"/>
        </w:rPr>
        <w:alias w:val="History Table"/>
        <w:tag w:val="PiT5cxNc44EbCTosFkXVi0"/>
        <w:id w:val="-914170639"/>
      </w:sdtPr>
      <w:sdtContent>
        <w:p w14:paraId="5DDE0535" w14:textId="5543EF7D" w:rsidR="00BC709B" w:rsidRPr="00912766" w:rsidRDefault="00BC709B" w:rsidP="008F6F83">
          <w:pPr>
            <w:pStyle w:val="HeadingTOC"/>
            <w:rPr>
              <w:rFonts w:ascii="Times New Roman" w:hAnsi="Times New Roman"/>
            </w:rPr>
          </w:pPr>
          <w:r w:rsidRPr="00912766">
            <w:rPr>
              <w:rFonts w:ascii="Times New Roman" w:hAnsi="Times New Roman"/>
              <w:noProof/>
              <w:lang w:val="fr-BE" w:eastAsia="fr-BE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1" allowOverlap="1" wp14:anchorId="0AAB080F" wp14:editId="5E60E1D1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10328275</wp:posOffset>
                    </wp:positionV>
                    <wp:extent cx="7553325" cy="45720"/>
                    <wp:effectExtent l="0" t="0" r="28575" b="11430"/>
                    <wp:wrapNone/>
                    <wp:docPr id="6" name="Rectangl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3325" cy="45720"/>
                            </a:xfrm>
                            <a:prstGeom prst="rect">
                              <a:avLst/>
                            </a:prstGeom>
                            <a:solidFill>
                              <a:srgbClr val="4F81BC"/>
                            </a:solidFill>
                            <a:ln w="9525">
                              <a:solidFill>
                                <a:srgbClr val="4F81B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95A4AE" w14:textId="77777777" w:rsidR="004E0623" w:rsidRDefault="004E0623" w:rsidP="00BC709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AAB080F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        <v:textbox>
                      <w:txbxContent>
                        <w:p w14:paraId="4C95A4AE" w14:textId="77777777" w:rsidR="004E0623" w:rsidRDefault="004E0623" w:rsidP="00BC709B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912766">
            <w:rPr>
              <w:rFonts w:ascii="Times New Roman" w:eastAsia="Calibri" w:hAnsi="Times New Roman"/>
            </w:rPr>
            <w:t xml:space="preserve">Document </w:t>
          </w:r>
          <w:r w:rsidR="00C375AF" w:rsidRPr="00912766">
            <w:rPr>
              <w:rFonts w:ascii="Times New Roman" w:eastAsia="Calibri" w:hAnsi="Times New Roman"/>
            </w:rPr>
            <w:t>c</w:t>
          </w:r>
          <w:r w:rsidRPr="00912766">
            <w:rPr>
              <w:rFonts w:ascii="Times New Roman" w:eastAsia="Calibri" w:hAnsi="Times New Roman"/>
            </w:rPr>
            <w:t xml:space="preserve">ontrol </w:t>
          </w:r>
          <w:r w:rsidR="00C375AF" w:rsidRPr="00912766">
            <w:rPr>
              <w:rFonts w:ascii="Times New Roman" w:eastAsia="Calibri" w:hAnsi="Times New Roman"/>
            </w:rPr>
            <w:t>i</w:t>
          </w:r>
          <w:r w:rsidRPr="00912766">
            <w:rPr>
              <w:rFonts w:ascii="Times New Roman" w:eastAsia="Calibri" w:hAnsi="Times New Roman"/>
            </w:rPr>
            <w:t>nformation</w:t>
          </w:r>
        </w:p>
        <w:tbl>
          <w:tblPr>
            <w:tblStyle w:val="TableGrid1"/>
            <w:tblW w:w="5000" w:type="pct"/>
            <w:tbl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insideH w:val="single" w:sz="4" w:space="0" w:color="7F7F7F" w:themeColor="text1" w:themeTint="80"/>
              <w:insideV w:val="single" w:sz="4" w:space="0" w:color="7F7F7F" w:themeColor="text1" w:themeTint="80"/>
            </w:tblBorders>
            <w:tblLook w:val="04A0" w:firstRow="1" w:lastRow="0" w:firstColumn="1" w:lastColumn="0" w:noHBand="0" w:noVBand="1"/>
          </w:tblPr>
          <w:tblGrid>
            <w:gridCol w:w="2875"/>
            <w:gridCol w:w="6188"/>
          </w:tblGrid>
          <w:tr w:rsidR="00BC709B" w:rsidRPr="00912766" w14:paraId="6BBA2F9C" w14:textId="77777777" w:rsidTr="00A168AD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0CECE" w:themeFill="background2" w:themeFillShade="E6"/>
                <w:hideMark/>
              </w:tcPr>
              <w:p w14:paraId="297AA5C3" w14:textId="1E280BA3" w:rsidR="00BC709B" w:rsidRPr="00912766" w:rsidRDefault="009A07DA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912766">
                  <w:rPr>
                    <w:b/>
                    <w:sz w:val="20"/>
                    <w:lang w:val="en-GB"/>
                  </w:rPr>
                  <w:t>Property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0CECE" w:themeFill="background2" w:themeFillShade="E6"/>
                <w:hideMark/>
              </w:tcPr>
              <w:p w14:paraId="6135E5B5" w14:textId="77777777" w:rsidR="00BC709B" w:rsidRPr="00912766" w:rsidRDefault="00BC709B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912766">
                  <w:rPr>
                    <w:b/>
                    <w:sz w:val="20"/>
                    <w:lang w:val="en-GB"/>
                  </w:rPr>
                  <w:t>Value</w:t>
                </w:r>
              </w:p>
            </w:tc>
          </w:tr>
          <w:tr w:rsidR="00BC709B" w:rsidRPr="00912766" w14:paraId="7A5AAE06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0C17239" w14:textId="35C9FEE5" w:rsidR="00BC709B" w:rsidRPr="00912766" w:rsidRDefault="00AF2E57" w:rsidP="00AF2E57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912766">
                  <w:rPr>
                    <w:b/>
                    <w:bCs/>
                    <w:sz w:val="20"/>
                    <w:szCs w:val="22"/>
                    <w:lang w:val="en-GB"/>
                  </w:rPr>
                  <w:t>T</w:t>
                </w:r>
                <w:r w:rsidR="00C375AF" w:rsidRPr="00912766">
                  <w:rPr>
                    <w:b/>
                    <w:bCs/>
                    <w:sz w:val="20"/>
                    <w:szCs w:val="22"/>
                    <w:lang w:val="en-GB"/>
                  </w:rPr>
                  <w:t>itle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7847ECF7" w14:textId="1A5DAED3" w:rsidR="00BC709B" w:rsidRPr="00912766" w:rsidRDefault="00000000" w:rsidP="00F13F74">
                <w:pPr>
                  <w:spacing w:after="0" w:line="276" w:lineRule="auto"/>
                  <w:jc w:val="left"/>
                  <w:rPr>
                    <w:rFonts w:eastAsia="PMingLiU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Title"/>
                    <w:tag w:val="Title"/>
                    <w:id w:val="1713614540"/>
    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    <w:text w:multiLine="1"/>
                  </w:sdtPr>
                  <w:sdtContent>
                    <w:r w:rsidR="00424C20">
                      <w:rPr>
                        <w:sz w:val="20"/>
                        <w:szCs w:val="22"/>
                      </w:rPr>
                      <w:t>DDNXA Main Document, Annexes and CSE Export 5.15.1</w:t>
                    </w:r>
                  </w:sdtContent>
                </w:sdt>
              </w:p>
            </w:tc>
          </w:tr>
          <w:tr w:rsidR="00BC709B" w:rsidRPr="00912766" w14:paraId="71A6B2AD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3D30469" w14:textId="01D5E8F1" w:rsidR="00BC709B" w:rsidRPr="00912766" w:rsidRDefault="004B3DEF" w:rsidP="004B3DEF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 w:rsidRPr="00912766">
                  <w:rPr>
                    <w:b/>
                    <w:bCs/>
                    <w:sz w:val="20"/>
                    <w:szCs w:val="22"/>
                    <w:lang w:val="en-GB"/>
                  </w:rPr>
                  <w:t>Sub</w:t>
                </w:r>
                <w:r w:rsidR="00C375AF" w:rsidRPr="00912766">
                  <w:rPr>
                    <w:b/>
                    <w:bCs/>
                    <w:sz w:val="20"/>
                    <w:szCs w:val="22"/>
                    <w:lang w:val="en-GB"/>
                  </w:rPr>
                  <w:t>title</w:t>
                </w:r>
              </w:p>
            </w:tc>
            <w:sdt>
              <w:sdtPr>
                <w:rPr>
                  <w:sz w:val="20"/>
                  <w:szCs w:val="22"/>
                </w:rPr>
                <w:alias w:val="Subject"/>
                <w:id w:val="505097928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tc>
                  <w:tcPr>
                    <w:tcW w:w="3414" w:type="pct"/>
                    <w:tcBorders>
                      <w:top w:val="single" w:sz="4" w:space="0" w:color="7F7F7F" w:themeColor="text1" w:themeTint="80"/>
                      <w:left w:val="single" w:sz="4" w:space="0" w:color="7F7F7F" w:themeColor="text1" w:themeTint="80"/>
                      <w:bottom w:val="single" w:sz="4" w:space="0" w:color="7F7F7F" w:themeColor="text1" w:themeTint="80"/>
                      <w:right w:val="single" w:sz="4" w:space="0" w:color="7F7F7F" w:themeColor="text1" w:themeTint="80"/>
                    </w:tcBorders>
                    <w:hideMark/>
                  </w:tcPr>
                  <w:p w14:paraId="515CD6BB" w14:textId="4BB20BC0" w:rsidR="00BC709B" w:rsidRPr="00912766" w:rsidRDefault="00394CAF" w:rsidP="00C375AF">
                    <w:pPr>
                      <w:spacing w:after="0" w:line="276" w:lineRule="auto"/>
                      <w:jc w:val="left"/>
                      <w:rPr>
                        <w:color w:val="385623" w:themeColor="accent6" w:themeShade="80"/>
                        <w:sz w:val="20"/>
                        <w:szCs w:val="22"/>
                        <w:lang w:val="en-GB"/>
                      </w:rPr>
                    </w:pPr>
                    <w:r w:rsidRPr="00912766">
                      <w:rPr>
                        <w:sz w:val="20"/>
                        <w:szCs w:val="22"/>
                      </w:rPr>
                      <w:t>Release Note</w:t>
                    </w:r>
                  </w:p>
                </w:tc>
              </w:sdtContent>
            </w:sdt>
          </w:tr>
          <w:tr w:rsidR="00BC709B" w:rsidRPr="00912766" w14:paraId="241148E9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23218286" w14:textId="2095C30B" w:rsidR="00BC709B" w:rsidRPr="00912766" w:rsidRDefault="00393CA0" w:rsidP="00C375AF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912766">
                  <w:rPr>
                    <w:b/>
                    <w:sz w:val="20"/>
                    <w:szCs w:val="22"/>
                    <w:lang w:val="en-GB"/>
                  </w:rPr>
                  <w:t>A</w:t>
                </w:r>
                <w:r w:rsidR="00C375AF" w:rsidRPr="00912766">
                  <w:rPr>
                    <w:b/>
                    <w:sz w:val="20"/>
                    <w:szCs w:val="22"/>
                    <w:lang w:val="en-GB"/>
                  </w:rPr>
                  <w:t>uthor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79902E7" w14:textId="1708A2E1" w:rsidR="00BC709B" w:rsidRPr="00912766" w:rsidRDefault="00000000" w:rsidP="00F13F74">
                <w:pPr>
                  <w:spacing w:after="0" w:line="276" w:lineRule="auto"/>
                  <w:jc w:val="left"/>
                  <w:rPr>
                    <w:rFonts w:eastAsia="PMingLiU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Author"/>
                    <w:tag w:val="Author"/>
                    <w:id w:val="-2064014578"/>
                    <w:dataBinding w:xpath="/Author/Names/DocumentScript/FullName" w:storeItemID="{EE044946-5330-43F7-8D16-AA78684F2938}"/>
                    <w:text w:multiLine="1"/>
                  </w:sdtPr>
                  <w:sdtContent>
                    <w:r w:rsidR="00424C20">
                      <w:rPr>
                        <w:sz w:val="20"/>
                        <w:szCs w:val="22"/>
                      </w:rPr>
                      <w:t>SOFT-DEV</w:t>
                    </w:r>
                  </w:sdtContent>
                </w:sdt>
              </w:p>
            </w:tc>
          </w:tr>
          <w:tr w:rsidR="00BC709B" w:rsidRPr="00912766" w14:paraId="0F65930C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4626E930" w14:textId="1711D76F" w:rsidR="00BC709B" w:rsidRPr="00912766" w:rsidRDefault="00BC709B" w:rsidP="00C375AF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912766">
                  <w:rPr>
                    <w:b/>
                    <w:bCs/>
                    <w:sz w:val="20"/>
                    <w:szCs w:val="22"/>
                    <w:lang w:val="en-GB"/>
                  </w:rPr>
                  <w:t xml:space="preserve">Project </w:t>
                </w:r>
                <w:r w:rsidR="00C375AF" w:rsidRPr="00912766">
                  <w:rPr>
                    <w:b/>
                    <w:bCs/>
                    <w:sz w:val="20"/>
                    <w:szCs w:val="22"/>
                    <w:lang w:val="en-GB"/>
                  </w:rPr>
                  <w:t>owner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DCCA868" w14:textId="6B76549F" w:rsidR="00BC709B" w:rsidRPr="00912766" w:rsidRDefault="001C38B4" w:rsidP="00D639F6">
                <w:pPr>
                  <w:spacing w:after="0" w:line="276" w:lineRule="auto"/>
                  <w:jc w:val="left"/>
                  <w:rPr>
                    <w:rFonts w:eastAsia="PMingLiU"/>
                    <w:color w:val="385623" w:themeColor="accent6" w:themeShade="80"/>
                    <w:sz w:val="20"/>
                    <w:szCs w:val="22"/>
                    <w:lang w:val="en-GB"/>
                  </w:rPr>
                </w:pPr>
                <w:r w:rsidRPr="00AB4668">
                  <w:rPr>
                    <w:sz w:val="20"/>
                    <w:szCs w:val="22"/>
                    <w:lang w:eastAsia="en-GB"/>
                  </w:rPr>
                  <w:t>Head of Unit of DG TAXUD Unit</w:t>
                </w:r>
                <w:r>
                  <w:rPr>
                    <w:sz w:val="20"/>
                    <w:szCs w:val="22"/>
                    <w:lang w:eastAsia="en-GB"/>
                  </w:rPr>
                  <w:t xml:space="preserve"> </w:t>
                </w:r>
                <w:r w:rsidRPr="00AB4668">
                  <w:rPr>
                    <w:sz w:val="20"/>
                    <w:szCs w:val="22"/>
                    <w:lang w:eastAsia="en-GB"/>
                  </w:rPr>
                  <w:t>B1 Process and Data, Customer Relationship and Planning</w:t>
                </w:r>
              </w:p>
            </w:tc>
          </w:tr>
          <w:tr w:rsidR="00BC709B" w:rsidRPr="00912766" w14:paraId="2BC473EB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46C6F11A" w14:textId="656392D3" w:rsidR="00BC709B" w:rsidRPr="00912766" w:rsidRDefault="00BC709B" w:rsidP="00C375AF">
                <w:pPr>
                  <w:spacing w:after="0" w:line="276" w:lineRule="auto"/>
                  <w:jc w:val="left"/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</w:pPr>
                <w:r w:rsidRPr="00912766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 xml:space="preserve">Solution </w:t>
                </w:r>
                <w:r w:rsidR="00C375AF" w:rsidRPr="00912766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>provider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591C3FB2" w14:textId="4FC5B257" w:rsidR="00BC709B" w:rsidRPr="00912766" w:rsidRDefault="00D22018" w:rsidP="00262E23">
                <w:pPr>
                  <w:spacing w:after="0" w:line="276" w:lineRule="auto"/>
                  <w:jc w:val="left"/>
                  <w:rPr>
                    <w:rFonts w:eastAsia="PMingLiU"/>
                    <w:color w:val="984806"/>
                    <w:sz w:val="20"/>
                    <w:szCs w:val="22"/>
                    <w:lang w:val="en-GB"/>
                  </w:rPr>
                </w:pPr>
                <w:r w:rsidRPr="00912766">
                  <w:rPr>
                    <w:sz w:val="20"/>
                    <w:szCs w:val="22"/>
                    <w:lang w:val="en-GB"/>
                  </w:rPr>
                  <w:t xml:space="preserve">DG TAXUD </w:t>
                </w:r>
                <w:r w:rsidR="00262E23" w:rsidRPr="00912766">
                  <w:rPr>
                    <w:sz w:val="20"/>
                    <w:szCs w:val="22"/>
                    <w:lang w:val="en-GB"/>
                  </w:rPr>
                  <w:t>Unit</w:t>
                </w:r>
                <w:r w:rsidR="00262E23" w:rsidRPr="00912766">
                  <w:rPr>
                    <w:sz w:val="20"/>
                    <w:szCs w:val="22"/>
                  </w:rPr>
                  <w:t xml:space="preserve"> </w:t>
                </w:r>
                <w:sdt>
                  <w:sdtPr>
                    <w:rPr>
                      <w:sz w:val="20"/>
                    </w:rPr>
                    <w:alias w:val="Solution provider"/>
                    <w:tag w:val="Solution provider"/>
                    <w:id w:val="-1903902357"/>
                    <w:placeholder>
                      <w:docPart w:val="56924AA6E6FF4A12AC8406080F42D88A"/>
                    </w:placeholder>
                    <w:dropDownList>
                      <w:listItem w:value="Select the DG TAXUD B Unit here."/>
                      <w:listItem w:displayText="B1 Process and Data, Customer Relationship and Planning" w:value="B1 Process and Data, Customer Relationship and Planning"/>
                      <w:listItem w:displayText="B2 Architecture &amp; Digital Operations" w:value="B2 Architecture &amp; Digital Operations"/>
                      <w:listItem w:displayText="B3 Customs Systems" w:value="B3 Customs Systems"/>
                      <w:listItem w:displayText="B4 Taxation Systems &amp; Digital Governance" w:value="B4 Taxation Systems &amp; Digital Governance"/>
                    </w:dropDownList>
                  </w:sdtPr>
                  <w:sdtContent>
                    <w:r w:rsidR="005310A8" w:rsidRPr="00912766">
                      <w:rPr>
                        <w:sz w:val="20"/>
                      </w:rPr>
                      <w:t>B3 Customs Systems</w:t>
                    </w:r>
                  </w:sdtContent>
                </w:sdt>
              </w:p>
            </w:tc>
          </w:tr>
          <w:tr w:rsidR="00BC709B" w:rsidRPr="00912766" w14:paraId="78093B0D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416484F" w14:textId="5F944EDC" w:rsidR="00BC709B" w:rsidRPr="00912766" w:rsidRDefault="00B06CFE" w:rsidP="00F13F74">
                <w:pPr>
                  <w:spacing w:after="0" w:line="276" w:lineRule="auto"/>
                  <w:jc w:val="left"/>
                  <w:rPr>
                    <w:rFonts w:eastAsia="PMingLiU"/>
                    <w:b/>
                    <w:color w:val="808080" w:themeColor="background1" w:themeShade="80"/>
                    <w:sz w:val="20"/>
                    <w:szCs w:val="22"/>
                    <w:lang w:val="en-GB"/>
                  </w:rPr>
                </w:pPr>
                <w:r w:rsidRPr="00912766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 xml:space="preserve">DG </w:t>
                </w:r>
                <w:r w:rsidR="00C375AF" w:rsidRPr="00912766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>TAXUD Project Manager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5E0B193" w14:textId="7356E1D9" w:rsidR="00BC709B" w:rsidRPr="00912766" w:rsidRDefault="005310A8" w:rsidP="007A1170">
                <w:pPr>
                  <w:spacing w:after="0" w:line="276" w:lineRule="auto"/>
                  <w:jc w:val="left"/>
                  <w:rPr>
                    <w:rFonts w:eastAsia="PMingLiU"/>
                    <w:color w:val="808080" w:themeColor="background1" w:themeShade="80"/>
                    <w:sz w:val="20"/>
                    <w:szCs w:val="22"/>
                    <w:lang w:val="en-GB"/>
                  </w:rPr>
                </w:pPr>
                <w:r w:rsidRPr="00912766">
                  <w:rPr>
                    <w:sz w:val="20"/>
                    <w:szCs w:val="22"/>
                    <w:lang w:val="en-GB"/>
                  </w:rPr>
                  <w:t>DG TAXUD Unit</w:t>
                </w:r>
                <w:r w:rsidRPr="00912766">
                  <w:rPr>
                    <w:sz w:val="20"/>
                    <w:szCs w:val="22"/>
                  </w:rPr>
                  <w:t xml:space="preserve"> </w:t>
                </w:r>
                <w:sdt>
                  <w:sdtPr>
                    <w:rPr>
                      <w:sz w:val="20"/>
                    </w:rPr>
                    <w:alias w:val="Solution provider"/>
                    <w:tag w:val="Solution provider"/>
                    <w:id w:val="2067982603"/>
                    <w:placeholder>
                      <w:docPart w:val="EF76024D598941F79FF3A9F856F28D25"/>
                    </w:placeholder>
                    <w:dropDownList>
                      <w:listItem w:value="Select the DG TAXUD B Unit here."/>
                      <w:listItem w:displayText="B1 Process and Data, Customer Relationship and Planning" w:value="B1 Process and Data, Customer Relationship and Planning"/>
                      <w:listItem w:displayText="B2 Architecture &amp; Digital Operations" w:value="B2 Architecture &amp; Digital Operations"/>
                      <w:listItem w:displayText="B3 Customs Systems" w:value="B3 Customs Systems"/>
                      <w:listItem w:displayText="B4 Taxation Systems &amp; Digital Governance" w:value="B4 Taxation Systems &amp; Digital Governance"/>
                    </w:dropDownList>
                  </w:sdtPr>
                  <w:sdtContent>
                    <w:r w:rsidRPr="00912766">
                      <w:rPr>
                        <w:sz w:val="20"/>
                      </w:rPr>
                      <w:t>B3 Customs Systems</w:t>
                    </w:r>
                  </w:sdtContent>
                </w:sdt>
                <w:r w:rsidR="007A1170" w:rsidRPr="00912766">
                  <w:rPr>
                    <w:sz w:val="20"/>
                    <w:szCs w:val="22"/>
                    <w:lang w:val="en-GB"/>
                  </w:rPr>
                  <w:t xml:space="preserve"> </w:t>
                </w:r>
              </w:p>
            </w:tc>
          </w:tr>
          <w:tr w:rsidR="00BC709B" w:rsidRPr="00912766" w14:paraId="1392055C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152B5C15" w14:textId="516BB8D2" w:rsidR="00BC709B" w:rsidRPr="00912766" w:rsidRDefault="00C375AF" w:rsidP="00F13F74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912766"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  <w:t>Version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B785CEF" w14:textId="6670928B" w:rsidR="00BC709B" w:rsidRPr="00912766" w:rsidRDefault="00000000" w:rsidP="0004374A">
                <w:pPr>
                  <w:spacing w:after="0" w:line="276" w:lineRule="auto"/>
                  <w:jc w:val="left"/>
                  <w:rPr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Version"/>
                    <w:id w:val="135308593"/>
                    <w:dataBinding w:xpath="/EurolookProperties/DocumentVersion" w:storeItemID="{D3EA5527-7367-4268-9D83-5125C98D0ED2}"/>
                    <w:text w:multiLine="1"/>
                  </w:sdtPr>
                  <w:sdtContent>
                    <w:r w:rsidR="000A5637">
                      <w:rPr>
                        <w:sz w:val="20"/>
                        <w:szCs w:val="22"/>
                      </w:rPr>
                      <w:t>0.03 EN</w:t>
                    </w:r>
                  </w:sdtContent>
                </w:sdt>
              </w:p>
            </w:tc>
          </w:tr>
          <w:tr w:rsidR="00BC709B" w:rsidRPr="00912766" w14:paraId="05FE1E16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3E4474D" w14:textId="37BA2AD3" w:rsidR="00BC709B" w:rsidRPr="00912766" w:rsidRDefault="00767150" w:rsidP="00767150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 w:rsidRPr="00912766">
                  <w:rPr>
                    <w:b/>
                    <w:bCs/>
                    <w:sz w:val="20"/>
                    <w:szCs w:val="22"/>
                    <w:lang w:val="en-GB"/>
                  </w:rPr>
                  <w:t>Confidentiality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47904D9B" w14:textId="35D876C0" w:rsidR="007A5029" w:rsidRPr="00912766" w:rsidRDefault="00000000" w:rsidP="00D049F7">
                <w:pPr>
                  <w:spacing w:after="0" w:line="276" w:lineRule="auto"/>
                  <w:jc w:val="left"/>
                  <w:rPr>
                    <w:bCs/>
                    <w:sz w:val="20"/>
                    <w:szCs w:val="20"/>
                    <w:lang w:val="en-GB"/>
                  </w:rPr>
                </w:pPr>
                <w:sdt>
                  <w:sdtPr>
                    <w:rPr>
                      <w:bCs/>
                      <w:sz w:val="20"/>
                      <w:szCs w:val="22"/>
                    </w:rPr>
                    <w:alias w:val="Confidentiality"/>
                    <w:tag w:val="Confidentiality"/>
                    <w:id w:val="1024136762"/>
                    <w:placeholder>
                      <w:docPart w:val="1866B1A630FB44839D5223178487B800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Commission use (CU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Content>
                    <w:r w:rsidR="000004D1">
                      <w:rPr>
                        <w:bCs/>
                        <w:sz w:val="20"/>
                        <w:szCs w:val="22"/>
                      </w:rPr>
                      <w:t>Commission use (CU)</w:t>
                    </w:r>
                  </w:sdtContent>
                </w:sdt>
              </w:p>
            </w:tc>
          </w:tr>
          <w:tr w:rsidR="00BC709B" w:rsidRPr="00912766" w14:paraId="7619FB2A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0D4DF41" w14:textId="08912201" w:rsidR="00BC709B" w:rsidRPr="00912766" w:rsidRDefault="00C375AF" w:rsidP="00F13F74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 w:rsidRPr="00912766">
                  <w:rPr>
                    <w:b/>
                    <w:bCs/>
                    <w:sz w:val="20"/>
                    <w:szCs w:val="22"/>
                    <w:lang w:val="en-GB"/>
                  </w:rPr>
                  <w:t>Date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1856901" w14:textId="07B2D483" w:rsidR="00BC709B" w:rsidRPr="00912766" w:rsidRDefault="00000000" w:rsidP="00F13F74">
                <w:pPr>
                  <w:spacing w:after="0" w:line="276" w:lineRule="auto"/>
                  <w:jc w:val="left"/>
                  <w:rPr>
                    <w:rFonts w:eastAsia="PMingLiU"/>
                    <w:bCs/>
                    <w:color w:val="385623" w:themeColor="accent6" w:themeShade="80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rStyle w:val="PlaceholderText"/>
                      <w:color w:val="auto"/>
                      <w:sz w:val="20"/>
                    </w:rPr>
                    <w:alias w:val="Date"/>
                    <w:tag w:val="Date"/>
                    <w:id w:val="-1823420915"/>
                    <w:dataBinding w:xpath="/EurolookProperties/DocumentDate" w:storeItemID="{D3EA5527-7367-4268-9D83-5125C98D0ED2}"/>
                    <w:date w:fullDate="2023-03-07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Content>
                    <w:r w:rsidR="000A5637">
                      <w:rPr>
                        <w:rStyle w:val="PlaceholderText"/>
                        <w:color w:val="auto"/>
                        <w:sz w:val="20"/>
                        <w:lang w:val="en-GB"/>
                      </w:rPr>
                      <w:t>07/03/2023</w:t>
                    </w:r>
                  </w:sdtContent>
                </w:sdt>
              </w:p>
            </w:tc>
          </w:tr>
        </w:tbl>
        <w:p w14:paraId="10B3ABD9" w14:textId="4EB84FBC" w:rsidR="006B7047" w:rsidRPr="00912766" w:rsidRDefault="006B7047" w:rsidP="004057B7">
          <w:pPr>
            <w:rPr>
              <w:rFonts w:eastAsia="Calibri"/>
            </w:rPr>
          </w:pPr>
        </w:p>
        <w:p w14:paraId="22B8A73F" w14:textId="4E3923CB" w:rsidR="00B20B5B" w:rsidRPr="00912766" w:rsidRDefault="00B20B5B" w:rsidP="00E92EE9">
          <w:pPr>
            <w:pStyle w:val="HeadingTOC"/>
            <w:rPr>
              <w:rFonts w:ascii="Times New Roman" w:eastAsia="Calibri" w:hAnsi="Times New Roman"/>
            </w:rPr>
          </w:pPr>
          <w:r w:rsidRPr="00912766">
            <w:rPr>
              <w:rFonts w:ascii="Times New Roman" w:hAnsi="Times New Roman"/>
              <w:noProof/>
              <w:lang w:val="fr-BE" w:eastAsia="fr-BE"/>
            </w:rPr>
            <mc:AlternateContent>
              <mc:Choice Requires="wps">
                <w:drawing>
                  <wp:anchor distT="0" distB="0" distL="114300" distR="114300" simplePos="0" relativeHeight="251658241" behindDoc="1" locked="0" layoutInCell="1" allowOverlap="1" wp14:anchorId="0A788322" wp14:editId="4C4B6C45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10328275</wp:posOffset>
                    </wp:positionV>
                    <wp:extent cx="7553325" cy="45720"/>
                    <wp:effectExtent l="0" t="0" r="28575" b="11430"/>
                    <wp:wrapNone/>
                    <wp:docPr id="7" name="Rectangle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3325" cy="45720"/>
                            </a:xfrm>
                            <a:prstGeom prst="rect">
                              <a:avLst/>
                            </a:prstGeom>
                            <a:solidFill>
                              <a:srgbClr val="4F81BC"/>
                            </a:solidFill>
                            <a:ln w="9525">
                              <a:solidFill>
                                <a:srgbClr val="4F81B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8E378F" w14:textId="77777777" w:rsidR="004E0623" w:rsidRDefault="004E0623" w:rsidP="00B20B5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A788322" id="Rectangle 7" o:sp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        <v:textbox>
                      <w:txbxContent>
                        <w:p w14:paraId="0B8E378F" w14:textId="77777777" w:rsidR="004E0623" w:rsidRDefault="004E0623" w:rsidP="00B20B5B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912766">
            <w:rPr>
              <w:rFonts w:ascii="Times New Roman" w:eastAsia="Calibri" w:hAnsi="Times New Roman"/>
            </w:rPr>
            <w:t>Contract information</w:t>
          </w:r>
        </w:p>
        <w:tbl>
          <w:tblPr>
            <w:tblStyle w:val="TableGrid1"/>
            <w:tblW w:w="5000" w:type="pct"/>
            <w:tbl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insideH w:val="single" w:sz="4" w:space="0" w:color="7F7F7F" w:themeColor="text1" w:themeTint="80"/>
              <w:insideV w:val="single" w:sz="4" w:space="0" w:color="7F7F7F" w:themeColor="text1" w:themeTint="80"/>
            </w:tblBorders>
            <w:tblLook w:val="04A0" w:firstRow="1" w:lastRow="0" w:firstColumn="1" w:lastColumn="0" w:noHBand="0" w:noVBand="1"/>
          </w:tblPr>
          <w:tblGrid>
            <w:gridCol w:w="2875"/>
            <w:gridCol w:w="6188"/>
          </w:tblGrid>
          <w:tr w:rsidR="00B20B5B" w:rsidRPr="00912766" w14:paraId="0C3F9C02" w14:textId="77777777" w:rsidTr="00A168AD">
            <w:trPr>
              <w:tblHeader/>
            </w:trPr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0CECE" w:themeFill="background2" w:themeFillShade="E6"/>
                <w:hideMark/>
              </w:tcPr>
              <w:p w14:paraId="20F4CF4A" w14:textId="77777777" w:rsidR="00B20B5B" w:rsidRPr="00912766" w:rsidRDefault="00B20B5B" w:rsidP="00FE7A7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912766">
                  <w:rPr>
                    <w:b/>
                    <w:sz w:val="20"/>
                    <w:lang w:val="en-GB"/>
                  </w:rPr>
                  <w:t>Property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0CECE" w:themeFill="background2" w:themeFillShade="E6"/>
                <w:hideMark/>
              </w:tcPr>
              <w:p w14:paraId="6AC11496" w14:textId="77777777" w:rsidR="00B20B5B" w:rsidRPr="00912766" w:rsidRDefault="00B20B5B" w:rsidP="00FE7A7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912766">
                  <w:rPr>
                    <w:b/>
                    <w:sz w:val="20"/>
                    <w:lang w:val="en-GB"/>
                  </w:rPr>
                  <w:t>Value</w:t>
                </w:r>
              </w:p>
            </w:tc>
          </w:tr>
          <w:tr w:rsidR="007261C3" w:rsidRPr="00912766" w14:paraId="6E17F758" w14:textId="77777777" w:rsidTr="00FE7A7C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7F50A036" w14:textId="77777777" w:rsidR="007261C3" w:rsidRPr="00912766" w:rsidRDefault="007261C3" w:rsidP="007261C3">
                <w:pPr>
                  <w:spacing w:after="0" w:line="276" w:lineRule="auto"/>
                  <w:jc w:val="left"/>
                  <w:rPr>
                    <w:b/>
                    <w:bCs/>
                    <w:sz w:val="20"/>
                    <w:lang w:val="en-GB"/>
                  </w:rPr>
                </w:pPr>
                <w:r w:rsidRPr="00912766">
                  <w:rPr>
                    <w:b/>
                    <w:bCs/>
                    <w:sz w:val="20"/>
                    <w:lang w:val="en-GB"/>
                  </w:rPr>
                  <w:t>Framework Contract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31F2D41" w14:textId="52438527" w:rsidR="007261C3" w:rsidRPr="007261C3" w:rsidRDefault="007261C3" w:rsidP="007261C3">
                <w:pPr>
                  <w:spacing w:after="0" w:line="276" w:lineRule="auto"/>
                  <w:jc w:val="left"/>
                  <w:rPr>
                    <w:rFonts w:eastAsia="PMingLiU"/>
                    <w:color w:val="385623" w:themeColor="accent6" w:themeShade="80"/>
                    <w:sz w:val="20"/>
                    <w:szCs w:val="22"/>
                    <w:lang w:val="en-GB"/>
                  </w:rPr>
                </w:pPr>
                <w:r w:rsidRPr="00787ED1">
                  <w:rPr>
                    <w:sz w:val="20"/>
                    <w:szCs w:val="22"/>
                  </w:rPr>
                  <w:t>TAXUD/2021/CC/162</w:t>
                </w:r>
              </w:p>
            </w:tc>
          </w:tr>
          <w:tr w:rsidR="007261C3" w:rsidRPr="00912766" w14:paraId="7F8E2042" w14:textId="77777777" w:rsidTr="00FE7A7C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2878D7EB" w14:textId="6601ACA9" w:rsidR="007261C3" w:rsidRPr="00912766" w:rsidRDefault="007261C3" w:rsidP="007261C3">
                <w:pPr>
                  <w:spacing w:after="0" w:line="276" w:lineRule="auto"/>
                  <w:jc w:val="left"/>
                  <w:rPr>
                    <w:b/>
                    <w:bCs/>
                    <w:sz w:val="20"/>
                    <w:lang w:val="en-GB"/>
                  </w:rPr>
                </w:pPr>
                <w:r w:rsidRPr="00912766">
                  <w:rPr>
                    <w:b/>
                    <w:bCs/>
                    <w:sz w:val="20"/>
                    <w:lang w:val="en-GB"/>
                  </w:rPr>
                  <w:t xml:space="preserve">Specific Contract </w:t>
                </w:r>
                <w:r w:rsidRPr="00912766">
                  <w:rPr>
                    <w:b/>
                    <w:bCs/>
                    <w:sz w:val="20"/>
                    <w:szCs w:val="20"/>
                    <w:lang w:val="en-GB"/>
                  </w:rPr>
                  <w:t>n°</w:t>
                </w:r>
                <w:r>
                  <w:rPr>
                    <w:b/>
                    <w:bCs/>
                    <w:sz w:val="20"/>
                    <w:szCs w:val="20"/>
                  </w:rPr>
                  <w:t>6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F000A0B" w14:textId="6949AF00" w:rsidR="007261C3" w:rsidRPr="007261C3" w:rsidRDefault="007261C3" w:rsidP="007261C3">
                <w:pPr>
                  <w:spacing w:after="0" w:line="276" w:lineRule="auto"/>
                  <w:jc w:val="left"/>
                  <w:rPr>
                    <w:color w:val="385623" w:themeColor="accent6" w:themeShade="80"/>
                    <w:sz w:val="20"/>
                    <w:szCs w:val="22"/>
                    <w:lang w:val="en-GB"/>
                  </w:rPr>
                </w:pPr>
                <w:r w:rsidRPr="00787ED1">
                  <w:rPr>
                    <w:sz w:val="20"/>
                    <w:szCs w:val="22"/>
                  </w:rPr>
                  <w:t>TAXUD/2022/DE/119</w:t>
                </w:r>
              </w:p>
            </w:tc>
          </w:tr>
        </w:tbl>
        <w:p w14:paraId="26E6FC42" w14:textId="77777777" w:rsidR="000A79F0" w:rsidRPr="00912766" w:rsidRDefault="000A79F0" w:rsidP="000A79F0">
          <w:pPr>
            <w:pStyle w:val="HeadingTOC"/>
            <w:jc w:val="left"/>
            <w:rPr>
              <w:rFonts w:ascii="Times New Roman" w:hAnsi="Times New Roman"/>
              <w:sz w:val="22"/>
              <w:szCs w:val="22"/>
            </w:rPr>
          </w:pPr>
        </w:p>
        <w:p w14:paraId="6D474135" w14:textId="77777777" w:rsidR="00536B3D" w:rsidRPr="000440E2" w:rsidRDefault="00536B3D" w:rsidP="00536B3D">
          <w:pPr>
            <w:spacing w:after="0" w:line="240" w:lineRule="auto"/>
            <w:jc w:val="center"/>
            <w:textAlignment w:val="baseline"/>
            <w:rPr>
              <w:b/>
              <w:bCs/>
              <w:sz w:val="18"/>
              <w:szCs w:val="18"/>
            </w:rPr>
          </w:pPr>
          <w:r w:rsidRPr="000440E2">
            <w:rPr>
              <w:b/>
              <w:bCs/>
              <w:sz w:val="32"/>
              <w:szCs w:val="32"/>
            </w:rPr>
            <w:t>Document history </w:t>
          </w:r>
        </w:p>
        <w:p w14:paraId="619D8829" w14:textId="77777777" w:rsidR="00536B3D" w:rsidRPr="000440E2" w:rsidRDefault="00536B3D" w:rsidP="00536B3D">
          <w:pPr>
            <w:spacing w:after="0" w:line="240" w:lineRule="auto"/>
            <w:jc w:val="left"/>
            <w:textAlignment w:val="baseline"/>
            <w:rPr>
              <w:sz w:val="18"/>
              <w:szCs w:val="18"/>
            </w:rPr>
          </w:pPr>
          <w:r w:rsidRPr="000440E2">
            <w:rPr>
              <w:szCs w:val="22"/>
            </w:rPr>
            <w:t>The document author is authorised to make the following types of changes to the document without requiring that the document be re-approved: </w:t>
          </w:r>
        </w:p>
        <w:p w14:paraId="737D7B1C" w14:textId="77777777" w:rsidR="00536B3D" w:rsidRPr="000440E2" w:rsidRDefault="00536B3D" w:rsidP="00536B3D">
          <w:pPr>
            <w:numPr>
              <w:ilvl w:val="0"/>
              <w:numId w:val="55"/>
            </w:numPr>
            <w:spacing w:after="0" w:line="240" w:lineRule="auto"/>
            <w:ind w:left="1080" w:firstLine="0"/>
            <w:textAlignment w:val="baseline"/>
            <w:rPr>
              <w:szCs w:val="22"/>
            </w:rPr>
          </w:pPr>
          <w:r w:rsidRPr="000440E2">
            <w:rPr>
              <w:szCs w:val="22"/>
            </w:rPr>
            <w:t>Editorial, formatting, and spelling; </w:t>
          </w:r>
        </w:p>
        <w:p w14:paraId="2FE8E8CB" w14:textId="77777777" w:rsidR="00536B3D" w:rsidRPr="000440E2" w:rsidRDefault="00536B3D" w:rsidP="00536B3D">
          <w:pPr>
            <w:numPr>
              <w:ilvl w:val="0"/>
              <w:numId w:val="55"/>
            </w:numPr>
            <w:spacing w:after="0" w:line="240" w:lineRule="auto"/>
            <w:ind w:left="1080" w:firstLine="0"/>
            <w:textAlignment w:val="baseline"/>
            <w:rPr>
              <w:szCs w:val="22"/>
            </w:rPr>
          </w:pPr>
          <w:r w:rsidRPr="000440E2">
            <w:rPr>
              <w:szCs w:val="22"/>
            </w:rPr>
            <w:t>Clarification. </w:t>
          </w:r>
        </w:p>
        <w:p w14:paraId="153784E5" w14:textId="77777777" w:rsidR="00536B3D" w:rsidRPr="000440E2" w:rsidRDefault="00536B3D" w:rsidP="00536B3D">
          <w:pPr>
            <w:spacing w:after="0" w:line="240" w:lineRule="auto"/>
            <w:jc w:val="left"/>
            <w:textAlignment w:val="baseline"/>
            <w:rPr>
              <w:sz w:val="18"/>
              <w:szCs w:val="18"/>
            </w:rPr>
          </w:pPr>
          <w:r w:rsidRPr="000440E2">
            <w:rPr>
              <w:color w:val="000000"/>
              <w:szCs w:val="22"/>
            </w:rPr>
            <w:t>To request a change to this document, contact the document author or project owner. </w:t>
          </w:r>
        </w:p>
        <w:p w14:paraId="0DF2142B" w14:textId="77777777" w:rsidR="00536B3D" w:rsidRPr="000440E2" w:rsidRDefault="00536B3D" w:rsidP="00536B3D">
          <w:pPr>
            <w:spacing w:after="0" w:line="240" w:lineRule="auto"/>
            <w:jc w:val="left"/>
            <w:textAlignment w:val="baseline"/>
            <w:rPr>
              <w:sz w:val="18"/>
              <w:szCs w:val="18"/>
            </w:rPr>
          </w:pPr>
          <w:r w:rsidRPr="000440E2">
            <w:rPr>
              <w:color w:val="000000"/>
              <w:szCs w:val="22"/>
            </w:rPr>
            <w:t>Changes to this document are summarised in the table in reverse chronological order (latest version first). </w:t>
          </w:r>
        </w:p>
        <w:tbl>
          <w:tblPr>
            <w:tblW w:w="9030" w:type="dxa"/>
            <w:tbl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810"/>
            <w:gridCol w:w="1342"/>
            <w:gridCol w:w="5130"/>
            <w:gridCol w:w="900"/>
            <w:gridCol w:w="848"/>
          </w:tblGrid>
          <w:tr w:rsidR="004538F9" w:rsidRPr="000440E2" w14:paraId="1276D33E" w14:textId="77777777" w:rsidTr="00CB4449">
            <w:tc>
              <w:tcPr>
                <w:tcW w:w="810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D0CECE"/>
                <w:hideMark/>
              </w:tcPr>
              <w:p w14:paraId="1AFC7A55" w14:textId="77777777" w:rsidR="00536B3D" w:rsidRPr="000440E2" w:rsidRDefault="00536B3D" w:rsidP="00CB4449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b/>
                    <w:bCs/>
                    <w:color w:val="000000"/>
                    <w:sz w:val="20"/>
                    <w:szCs w:val="20"/>
                  </w:rPr>
                  <w:t>Version</w:t>
                </w:r>
                <w:r w:rsidRPr="000440E2">
                  <w:rPr>
                    <w:color w:val="000000"/>
                    <w:sz w:val="20"/>
                    <w:szCs w:val="20"/>
                  </w:rPr>
                  <w:t> </w:t>
                </w:r>
              </w:p>
            </w:tc>
            <w:tc>
              <w:tcPr>
                <w:tcW w:w="1342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D0CECE"/>
                <w:hideMark/>
              </w:tcPr>
              <w:p w14:paraId="62EDD802" w14:textId="77777777" w:rsidR="00536B3D" w:rsidRPr="000440E2" w:rsidRDefault="00536B3D" w:rsidP="00CB4449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b/>
                    <w:bCs/>
                    <w:color w:val="000000"/>
                    <w:sz w:val="20"/>
                    <w:szCs w:val="20"/>
                  </w:rPr>
                  <w:t>Date</w:t>
                </w:r>
                <w:r w:rsidRPr="000440E2">
                  <w:rPr>
                    <w:color w:val="000000"/>
                    <w:sz w:val="20"/>
                    <w:szCs w:val="20"/>
                  </w:rPr>
                  <w:t> </w:t>
                </w:r>
              </w:p>
            </w:tc>
            <w:tc>
              <w:tcPr>
                <w:tcW w:w="5130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D0CECE"/>
                <w:hideMark/>
              </w:tcPr>
              <w:p w14:paraId="5984A95B" w14:textId="77777777" w:rsidR="00536B3D" w:rsidRPr="000440E2" w:rsidRDefault="00536B3D" w:rsidP="00CB4449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b/>
                    <w:bCs/>
                    <w:color w:val="000000"/>
                    <w:sz w:val="20"/>
                    <w:szCs w:val="20"/>
                  </w:rPr>
                  <w:t>Description</w:t>
                </w:r>
                <w:r w:rsidRPr="000440E2">
                  <w:rPr>
                    <w:color w:val="000000"/>
                    <w:sz w:val="20"/>
                    <w:szCs w:val="20"/>
                  </w:rPr>
                  <w:t> </w:t>
                </w:r>
              </w:p>
            </w:tc>
            <w:tc>
              <w:tcPr>
                <w:tcW w:w="900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D0CECE"/>
                <w:hideMark/>
              </w:tcPr>
              <w:p w14:paraId="5161DFB9" w14:textId="77777777" w:rsidR="00536B3D" w:rsidRPr="000440E2" w:rsidRDefault="00536B3D" w:rsidP="00CB4449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b/>
                    <w:bCs/>
                    <w:color w:val="000000"/>
                    <w:sz w:val="20"/>
                    <w:szCs w:val="20"/>
                  </w:rPr>
                  <w:t>Action</w:t>
                </w:r>
                <w:r w:rsidRPr="000440E2">
                  <w:rPr>
                    <w:sz w:val="17"/>
                    <w:szCs w:val="17"/>
                    <w:vertAlign w:val="superscript"/>
                  </w:rPr>
                  <w:t>1</w:t>
                </w:r>
                <w:r w:rsidRPr="000440E2">
                  <w:rPr>
                    <w:color w:val="000000"/>
                    <w:sz w:val="20"/>
                    <w:szCs w:val="20"/>
                  </w:rPr>
                  <w:t> </w:t>
                </w:r>
              </w:p>
            </w:tc>
            <w:tc>
              <w:tcPr>
                <w:tcW w:w="848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D0CECE"/>
                <w:hideMark/>
              </w:tcPr>
              <w:p w14:paraId="32D0A9FA" w14:textId="77777777" w:rsidR="00536B3D" w:rsidRPr="000440E2" w:rsidRDefault="00536B3D" w:rsidP="00CB4449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b/>
                    <w:bCs/>
                    <w:color w:val="000000"/>
                    <w:sz w:val="20"/>
                    <w:szCs w:val="20"/>
                  </w:rPr>
                  <w:t>Section</w:t>
                </w:r>
                <w:r w:rsidRPr="000440E2">
                  <w:rPr>
                    <w:color w:val="000000"/>
                    <w:sz w:val="20"/>
                    <w:szCs w:val="20"/>
                  </w:rPr>
                  <w:t> </w:t>
                </w:r>
              </w:p>
            </w:tc>
          </w:tr>
          <w:tr w:rsidR="003A57F1" w:rsidRPr="000440E2" w14:paraId="46E53721" w14:textId="77777777" w:rsidTr="00CB4449">
            <w:tc>
              <w:tcPr>
                <w:tcW w:w="810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4E4E4844" w14:textId="59A5AD5A" w:rsidR="003A57F1" w:rsidRDefault="003A57F1" w:rsidP="00C61FF2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1.0</w:t>
                </w:r>
              </w:p>
            </w:tc>
            <w:tc>
              <w:tcPr>
                <w:tcW w:w="1342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2C374773" w14:textId="49A8581E" w:rsidR="003A57F1" w:rsidRDefault="003A57F1" w:rsidP="00C61FF2">
                <w:pPr>
                  <w:spacing w:after="0" w:line="240" w:lineRule="auto"/>
                  <w:jc w:val="left"/>
                  <w:textAlignment w:val="baseline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07/03/2023</w:t>
                </w:r>
              </w:p>
            </w:tc>
            <w:tc>
              <w:tcPr>
                <w:tcW w:w="5130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5FBCCC16" w14:textId="2ED4CEBE" w:rsidR="003A57F1" w:rsidRPr="000440E2" w:rsidRDefault="003A57F1" w:rsidP="00C61FF2">
                <w:pPr>
                  <w:spacing w:after="0" w:line="240" w:lineRule="auto"/>
                  <w:textAlignment w:val="baseline"/>
                  <w:rPr>
                    <w:sz w:val="20"/>
                    <w:szCs w:val="20"/>
                  </w:rPr>
                </w:pPr>
                <w:r w:rsidRPr="000440E2">
                  <w:rPr>
                    <w:sz w:val="20"/>
                    <w:szCs w:val="20"/>
                  </w:rPr>
                  <w:t xml:space="preserve">Submitted for </w:t>
                </w:r>
                <w:r>
                  <w:rPr>
                    <w:sz w:val="20"/>
                    <w:szCs w:val="20"/>
                  </w:rPr>
                  <w:t>Information</w:t>
                </w:r>
                <w:r w:rsidRPr="000440E2">
                  <w:rPr>
                    <w:sz w:val="20"/>
                    <w:szCs w:val="20"/>
                  </w:rPr>
                  <w:t xml:space="preserve"> to </w:t>
                </w:r>
                <w:r>
                  <w:rPr>
                    <w:sz w:val="20"/>
                    <w:szCs w:val="20"/>
                  </w:rPr>
                  <w:t>NAs</w:t>
                </w:r>
              </w:p>
            </w:tc>
            <w:tc>
              <w:tcPr>
                <w:tcW w:w="900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68EE4281" w14:textId="20DC8212" w:rsidR="003A57F1" w:rsidRDefault="003A57F1" w:rsidP="00C61FF2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I</w:t>
                </w:r>
              </w:p>
            </w:tc>
            <w:tc>
              <w:tcPr>
                <w:tcW w:w="848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177A38E4" w14:textId="3D999856" w:rsidR="003A57F1" w:rsidRDefault="003A57F1" w:rsidP="00C61FF2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All</w:t>
                </w:r>
              </w:p>
            </w:tc>
          </w:tr>
          <w:tr w:rsidR="00C61FF2" w:rsidRPr="000440E2" w14:paraId="1011747D" w14:textId="77777777" w:rsidTr="00CB4449">
            <w:tc>
              <w:tcPr>
                <w:tcW w:w="810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515529AE" w14:textId="4B57B86F" w:rsidR="00C61FF2" w:rsidRDefault="00C61FF2" w:rsidP="00C61FF2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0</w:t>
                </w:r>
                <w:r>
                  <w:rPr>
                    <w:sz w:val="20"/>
                    <w:szCs w:val="20"/>
                  </w:rPr>
                  <w:t>.03</w:t>
                </w:r>
              </w:p>
            </w:tc>
            <w:tc>
              <w:tcPr>
                <w:tcW w:w="1342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4B2CDAD1" w14:textId="7B31A470" w:rsidR="00C61FF2" w:rsidRDefault="00C61FF2" w:rsidP="00C61FF2">
                <w:pPr>
                  <w:spacing w:after="0" w:line="240" w:lineRule="auto"/>
                  <w:jc w:val="left"/>
                  <w:textAlignment w:val="baseline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07/03/2023</w:t>
                </w:r>
              </w:p>
            </w:tc>
            <w:tc>
              <w:tcPr>
                <w:tcW w:w="5130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12D35F44" w14:textId="39043BDA" w:rsidR="00C61FF2" w:rsidRPr="000440E2" w:rsidRDefault="00C61FF2" w:rsidP="00C61FF2">
                <w:pPr>
                  <w:spacing w:after="0" w:line="240" w:lineRule="auto"/>
                  <w:textAlignment w:val="baseline"/>
                  <w:rPr>
                    <w:sz w:val="20"/>
                    <w:szCs w:val="20"/>
                  </w:rPr>
                </w:pPr>
                <w:r w:rsidRPr="000440E2">
                  <w:rPr>
                    <w:sz w:val="20"/>
                    <w:szCs w:val="20"/>
                  </w:rPr>
                  <w:t xml:space="preserve">Submitted for </w:t>
                </w:r>
                <w:r>
                  <w:rPr>
                    <w:sz w:val="20"/>
                    <w:szCs w:val="20"/>
                  </w:rPr>
                  <w:t>Information</w:t>
                </w:r>
                <w:r w:rsidRPr="000440E2">
                  <w:rPr>
                    <w:sz w:val="20"/>
                    <w:szCs w:val="20"/>
                  </w:rPr>
                  <w:t xml:space="preserve"> to DG TAXUD</w:t>
                </w:r>
              </w:p>
            </w:tc>
            <w:tc>
              <w:tcPr>
                <w:tcW w:w="900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51FA774A" w14:textId="7278E1F9" w:rsidR="00C61FF2" w:rsidRDefault="00C61FF2" w:rsidP="00C61FF2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I, R</w:t>
                </w:r>
              </w:p>
            </w:tc>
            <w:tc>
              <w:tcPr>
                <w:tcW w:w="848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10BF2595" w14:textId="22820E1C" w:rsidR="00C61FF2" w:rsidRDefault="00C61FF2" w:rsidP="00C61FF2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All</w:t>
                </w:r>
              </w:p>
            </w:tc>
          </w:tr>
          <w:tr w:rsidR="00C61FF2" w:rsidRPr="000440E2" w14:paraId="15C4A3F9" w14:textId="77777777" w:rsidTr="00CB4449">
            <w:tc>
              <w:tcPr>
                <w:tcW w:w="810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7E7F3F35" w14:textId="4ACB8A83" w:rsidR="00C61FF2" w:rsidRDefault="00C61FF2" w:rsidP="00C61FF2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0.02</w:t>
                </w:r>
              </w:p>
            </w:tc>
            <w:tc>
              <w:tcPr>
                <w:tcW w:w="1342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72A8DFC5" w14:textId="3B3C8963" w:rsidR="00C61FF2" w:rsidRDefault="00C61FF2" w:rsidP="00C61FF2">
                <w:pPr>
                  <w:spacing w:after="0" w:line="240" w:lineRule="auto"/>
                  <w:jc w:val="left"/>
                  <w:textAlignment w:val="baseline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23/02/2023</w:t>
                </w:r>
              </w:p>
            </w:tc>
            <w:tc>
              <w:tcPr>
                <w:tcW w:w="5130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539D6ACC" w14:textId="1C6F642C" w:rsidR="00C61FF2" w:rsidRPr="000440E2" w:rsidRDefault="00C61FF2" w:rsidP="00C61FF2">
                <w:pPr>
                  <w:spacing w:after="0" w:line="240" w:lineRule="auto"/>
                  <w:textAlignment w:val="baseline"/>
                  <w:rPr>
                    <w:sz w:val="20"/>
                    <w:szCs w:val="20"/>
                  </w:rPr>
                </w:pPr>
                <w:r w:rsidRPr="000440E2">
                  <w:rPr>
                    <w:sz w:val="20"/>
                    <w:szCs w:val="20"/>
                  </w:rPr>
                  <w:t xml:space="preserve">Submitted for </w:t>
                </w:r>
                <w:r>
                  <w:rPr>
                    <w:sz w:val="20"/>
                    <w:szCs w:val="20"/>
                  </w:rPr>
                  <w:t>Information</w:t>
                </w:r>
                <w:r w:rsidRPr="000440E2">
                  <w:rPr>
                    <w:sz w:val="20"/>
                    <w:szCs w:val="20"/>
                  </w:rPr>
                  <w:t xml:space="preserve"> to DG TAXUD</w:t>
                </w:r>
              </w:p>
            </w:tc>
            <w:tc>
              <w:tcPr>
                <w:tcW w:w="900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5916F30B" w14:textId="77777777" w:rsidR="00C61FF2" w:rsidRPr="000440E2" w:rsidRDefault="00C61FF2" w:rsidP="00C61FF2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I, R</w:t>
                </w:r>
              </w:p>
            </w:tc>
            <w:tc>
              <w:tcPr>
                <w:tcW w:w="848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</w:tcPr>
              <w:p w14:paraId="6076CC27" w14:textId="77777777" w:rsidR="00C61FF2" w:rsidRPr="000440E2" w:rsidRDefault="00C61FF2" w:rsidP="00C61FF2">
                <w:pPr>
                  <w:spacing w:after="0" w:line="240" w:lineRule="auto"/>
                  <w:jc w:val="left"/>
                  <w:textAlignment w:val="baseline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</w:rPr>
                  <w:t>All</w:t>
                </w:r>
              </w:p>
            </w:tc>
          </w:tr>
          <w:tr w:rsidR="00C61FF2" w:rsidRPr="000440E2" w14:paraId="023D76D5" w14:textId="77777777" w:rsidTr="00CB4449">
            <w:tc>
              <w:tcPr>
                <w:tcW w:w="810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  <w:hideMark/>
              </w:tcPr>
              <w:p w14:paraId="61140722" w14:textId="77777777" w:rsidR="00C61FF2" w:rsidRPr="000440E2" w:rsidRDefault="00C61FF2" w:rsidP="00C61FF2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color w:val="000000"/>
                    <w:sz w:val="20"/>
                    <w:szCs w:val="20"/>
                  </w:rPr>
                  <w:t>0.01 </w:t>
                </w:r>
              </w:p>
            </w:tc>
            <w:tc>
              <w:tcPr>
                <w:tcW w:w="1342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  <w:hideMark/>
              </w:tcPr>
              <w:p w14:paraId="58628C2D" w14:textId="77777777" w:rsidR="00C61FF2" w:rsidRPr="000440E2" w:rsidRDefault="00C61FF2" w:rsidP="00C61FF2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>
                  <w:rPr>
                    <w:sz w:val="20"/>
                    <w:szCs w:val="20"/>
                  </w:rPr>
                  <w:t>01</w:t>
                </w:r>
                <w:r w:rsidRPr="000440E2">
                  <w:rPr>
                    <w:sz w:val="20"/>
                    <w:szCs w:val="20"/>
                  </w:rPr>
                  <w:t>/</w:t>
                </w:r>
                <w:r>
                  <w:rPr>
                    <w:sz w:val="20"/>
                    <w:szCs w:val="20"/>
                  </w:rPr>
                  <w:t>02</w:t>
                </w:r>
                <w:r w:rsidRPr="000440E2">
                  <w:rPr>
                    <w:sz w:val="20"/>
                    <w:szCs w:val="20"/>
                  </w:rPr>
                  <w:t>/202</w:t>
                </w:r>
                <w:r>
                  <w:rPr>
                    <w:sz w:val="20"/>
                    <w:szCs w:val="20"/>
                  </w:rPr>
                  <w:t>3</w:t>
                </w:r>
              </w:p>
            </w:tc>
            <w:tc>
              <w:tcPr>
                <w:tcW w:w="5130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  <w:hideMark/>
              </w:tcPr>
              <w:p w14:paraId="57A8789B" w14:textId="77777777" w:rsidR="00C61FF2" w:rsidRPr="000440E2" w:rsidRDefault="00C61FF2" w:rsidP="00C61FF2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sz w:val="20"/>
                    <w:szCs w:val="20"/>
                  </w:rPr>
                  <w:t>Initial draft </w:t>
                </w:r>
              </w:p>
            </w:tc>
            <w:tc>
              <w:tcPr>
                <w:tcW w:w="900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  <w:hideMark/>
              </w:tcPr>
              <w:p w14:paraId="7527BF7A" w14:textId="77777777" w:rsidR="00C61FF2" w:rsidRPr="000440E2" w:rsidRDefault="00C61FF2" w:rsidP="00C61FF2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color w:val="000000"/>
                    <w:sz w:val="20"/>
                    <w:szCs w:val="20"/>
                  </w:rPr>
                  <w:t>I</w:t>
                </w:r>
              </w:p>
            </w:tc>
            <w:tc>
              <w:tcPr>
                <w:tcW w:w="848" w:type="dxa"/>
                <w:tcBorders>
                  <w:top w:val="single" w:sz="6" w:space="0" w:color="7F7F7F"/>
                  <w:left w:val="single" w:sz="6" w:space="0" w:color="7F7F7F"/>
                  <w:bottom w:val="single" w:sz="6" w:space="0" w:color="7F7F7F"/>
                  <w:right w:val="single" w:sz="6" w:space="0" w:color="7F7F7F"/>
                </w:tcBorders>
                <w:shd w:val="clear" w:color="auto" w:fill="auto"/>
                <w:hideMark/>
              </w:tcPr>
              <w:p w14:paraId="10E99E1D" w14:textId="77777777" w:rsidR="00C61FF2" w:rsidRPr="000440E2" w:rsidRDefault="00C61FF2" w:rsidP="00C61FF2">
                <w:pPr>
                  <w:spacing w:after="0" w:line="240" w:lineRule="auto"/>
                  <w:jc w:val="left"/>
                  <w:textAlignment w:val="baseline"/>
                  <w:rPr>
                    <w:sz w:val="24"/>
                  </w:rPr>
                </w:pPr>
                <w:r w:rsidRPr="000440E2">
                  <w:rPr>
                    <w:color w:val="000000"/>
                    <w:sz w:val="20"/>
                    <w:szCs w:val="20"/>
                  </w:rPr>
                  <w:t>All</w:t>
                </w:r>
              </w:p>
            </w:tc>
          </w:tr>
        </w:tbl>
        <w:p w14:paraId="1CAC1CA9" w14:textId="77777777" w:rsidR="00536B3D" w:rsidRPr="000440E2" w:rsidRDefault="00536B3D" w:rsidP="00536B3D">
          <w:pPr>
            <w:spacing w:after="0" w:line="240" w:lineRule="auto"/>
            <w:textAlignment w:val="baseline"/>
            <w:rPr>
              <w:sz w:val="18"/>
              <w:szCs w:val="18"/>
            </w:rPr>
          </w:pPr>
          <w:r w:rsidRPr="000440E2">
            <w:rPr>
              <w:sz w:val="16"/>
              <w:szCs w:val="16"/>
              <w:vertAlign w:val="superscript"/>
            </w:rPr>
            <w:t>1</w:t>
          </w:r>
          <w:r w:rsidRPr="000440E2">
            <w:rPr>
              <w:sz w:val="20"/>
              <w:szCs w:val="20"/>
            </w:rPr>
            <w:t xml:space="preserve"> Action: I=Insert R=Replace </w:t>
          </w:r>
        </w:p>
        <w:p w14:paraId="12FDA24A" w14:textId="77777777" w:rsidR="00536B3D" w:rsidRDefault="00536B3D" w:rsidP="000A79F0">
          <w:pPr>
            <w:pStyle w:val="HeadingTOC"/>
            <w:rPr>
              <w:rFonts w:ascii="Times New Roman" w:eastAsia="Calibri" w:hAnsi="Times New Roman"/>
            </w:rPr>
          </w:pPr>
        </w:p>
        <w:p w14:paraId="3CBEF31F" w14:textId="360C5AA1" w:rsidR="000A79F0" w:rsidRPr="00912766" w:rsidRDefault="000A79F0" w:rsidP="000A79F0">
          <w:pPr>
            <w:pStyle w:val="HeadingTOC"/>
            <w:rPr>
              <w:rFonts w:ascii="Times New Roman" w:eastAsia="Calibri" w:hAnsi="Times New Roman"/>
            </w:rPr>
          </w:pPr>
          <w:r w:rsidRPr="00912766">
            <w:rPr>
              <w:rFonts w:ascii="Times New Roman" w:eastAsia="Calibri" w:hAnsi="Times New Roman"/>
            </w:rPr>
            <w:t>Configuration management: document location</w:t>
          </w:r>
        </w:p>
        <w:p w14:paraId="74BBBDBA" w14:textId="223C39D0" w:rsidR="004364D8" w:rsidRPr="00912766" w:rsidRDefault="00000000" w:rsidP="004364D8">
          <w:pPr>
            <w:spacing w:after="0" w:line="276" w:lineRule="auto"/>
          </w:pPr>
          <w:sdt>
            <w:sdtPr>
              <w:rPr>
                <w:rFonts w:eastAsia="Calibri"/>
                <w:szCs w:val="22"/>
              </w:rPr>
              <w:id w:val="835106746"/>
              <w:placeholder>
                <w:docPart w:val="A82C2166D701472EBFE33700F4DE8240"/>
              </w:placeholder>
              <w:dropDownList>
                <w:listItem w:value="Select the applicable value about the location of the previously accepted version of this document here."/>
                <w:listItem w:displayText="The latest accepted version of this controlled document is stored on:" w:value="The latest accepted version of this controlled document is stored on:"/>
                <w:listItem w:displayText="No previously accepted version of this document exists." w:value="No previously accepted version of this document exists."/>
                <w:listItem w:displayText="Not applicable." w:value="Not applicable."/>
              </w:dropDownList>
            </w:sdtPr>
            <w:sdtContent>
              <w:r w:rsidR="001A4A17" w:rsidRPr="00912766">
                <w:rPr>
                  <w:rFonts w:eastAsia="Calibri"/>
                  <w:szCs w:val="22"/>
                </w:rPr>
                <w:t>No previously accepted version of this document exists.</w:t>
              </w:r>
            </w:sdtContent>
          </w:sdt>
        </w:p>
        <w:p w14:paraId="750E699C" w14:textId="447D3AAD" w:rsidR="00EF7016" w:rsidRPr="00912766" w:rsidRDefault="000A79F0" w:rsidP="000A79F0">
          <w:pPr>
            <w:spacing w:after="0" w:line="240" w:lineRule="auto"/>
            <w:jc w:val="left"/>
            <w:rPr>
              <w:color w:val="0000FF"/>
              <w:u w:val="single"/>
            </w:rPr>
          </w:pPr>
          <w:r w:rsidRPr="00912766">
            <w:rPr>
              <w:rStyle w:val="Hyperlink"/>
            </w:rPr>
            <w:br w:type="page"/>
          </w:r>
        </w:p>
      </w:sdtContent>
    </w:sdt>
    <w:sdt>
      <w:sdtPr>
        <w:rPr>
          <w:rFonts w:ascii="Times New Roman" w:hAnsi="Times New Roman"/>
          <w:b w:val="0"/>
          <w:sz w:val="22"/>
        </w:rPr>
        <w:alias w:val="Table of Contents"/>
        <w:tag w:val="eqT1QegFOKAi3zHpinqjV4"/>
        <w:id w:val="134919245"/>
      </w:sdtPr>
      <w:sdtContent>
        <w:p w14:paraId="201EFDD5" w14:textId="077A2C9E" w:rsidR="00000E2E" w:rsidRPr="00912766" w:rsidRDefault="00000000" w:rsidP="008F6F83">
          <w:pPr>
            <w:pStyle w:val="HeadingTOC"/>
            <w:rPr>
              <w:rFonts w:ascii="Times New Roman" w:hAnsi="Times New Roman"/>
            </w:rPr>
          </w:pPr>
          <w:sdt>
            <w:sdtPr>
              <w:rPr>
                <w:rFonts w:ascii="Times New Roman" w:hAnsi="Times New Roman"/>
              </w:rPr>
              <w:id w:val="921761996"/>
              <w:dataBinding w:xpath="/Texts/TOCHeading" w:storeItemID="{4EF90DE6-88B6-4264-9629-4D8DFDFE87D2}"/>
              <w:text w:multiLine="1"/>
            </w:sdtPr>
            <w:sdtContent>
              <w:r w:rsidR="00000E2E" w:rsidRPr="00912766">
                <w:rPr>
                  <w:rFonts w:ascii="Times New Roman" w:hAnsi="Times New Roman"/>
                </w:rPr>
                <w:t xml:space="preserve">Table of </w:t>
              </w:r>
              <w:r w:rsidR="00E1075B" w:rsidRPr="00912766">
                <w:rPr>
                  <w:rFonts w:ascii="Times New Roman" w:hAnsi="Times New Roman"/>
                </w:rPr>
                <w:t>c</w:t>
              </w:r>
              <w:r w:rsidR="00000E2E" w:rsidRPr="00912766">
                <w:rPr>
                  <w:rFonts w:ascii="Times New Roman" w:hAnsi="Times New Roman"/>
                </w:rPr>
                <w:t>ontents</w:t>
              </w:r>
            </w:sdtContent>
          </w:sdt>
        </w:p>
        <w:p w14:paraId="6DD2AF1C" w14:textId="0A220C5C" w:rsidR="00644CB8" w:rsidRDefault="00EB17D8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val="en-US" w:eastAsia="en-US"/>
            </w:rPr>
          </w:pPr>
          <w:r w:rsidRPr="00912766">
            <w:fldChar w:fldCharType="begin"/>
          </w:r>
          <w:r w:rsidRPr="00912766">
            <w:instrText xml:space="preserve"> TOC \o "1-3" \h \z \u </w:instrText>
          </w:r>
          <w:r w:rsidRPr="00912766">
            <w:fldChar w:fldCharType="separate"/>
          </w:r>
          <w:hyperlink w:anchor="_Toc129098112" w:history="1">
            <w:r w:rsidR="00644CB8" w:rsidRPr="00092458">
              <w:rPr>
                <w:rStyle w:val="Hyperlink"/>
                <w:noProof/>
              </w:rPr>
              <w:t>1</w:t>
            </w:r>
            <w:r w:rsidR="00644CB8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val="en-US" w:eastAsia="en-US"/>
              </w:rPr>
              <w:tab/>
            </w:r>
            <w:r w:rsidR="00644CB8" w:rsidRPr="00092458">
              <w:rPr>
                <w:rStyle w:val="Hyperlink"/>
                <w:noProof/>
              </w:rPr>
              <w:t>Introduction</w:t>
            </w:r>
            <w:r w:rsidR="00644CB8">
              <w:rPr>
                <w:noProof/>
                <w:webHidden/>
              </w:rPr>
              <w:tab/>
            </w:r>
            <w:r w:rsidR="00644CB8">
              <w:rPr>
                <w:noProof/>
                <w:webHidden/>
              </w:rPr>
              <w:fldChar w:fldCharType="begin"/>
            </w:r>
            <w:r w:rsidR="00644CB8">
              <w:rPr>
                <w:noProof/>
                <w:webHidden/>
              </w:rPr>
              <w:instrText xml:space="preserve"> PAGEREF _Toc129098112 \h </w:instrText>
            </w:r>
            <w:r w:rsidR="00644CB8">
              <w:rPr>
                <w:noProof/>
                <w:webHidden/>
              </w:rPr>
            </w:r>
            <w:r w:rsidR="00644CB8">
              <w:rPr>
                <w:noProof/>
                <w:webHidden/>
              </w:rPr>
              <w:fldChar w:fldCharType="separate"/>
            </w:r>
            <w:r w:rsidR="00644CB8">
              <w:rPr>
                <w:noProof/>
                <w:webHidden/>
              </w:rPr>
              <w:t>5</w:t>
            </w:r>
            <w:r w:rsidR="00644CB8">
              <w:rPr>
                <w:noProof/>
                <w:webHidden/>
              </w:rPr>
              <w:fldChar w:fldCharType="end"/>
            </w:r>
          </w:hyperlink>
        </w:p>
        <w:p w14:paraId="4694C1A1" w14:textId="5228C6DA" w:rsidR="00644CB8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129098113" w:history="1">
            <w:r w:rsidR="00644CB8" w:rsidRPr="00092458">
              <w:rPr>
                <w:rStyle w:val="Hyperlink"/>
              </w:rPr>
              <w:t>1.1</w:t>
            </w:r>
            <w:r w:rsidR="00644CB8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  <w:tab/>
            </w:r>
            <w:r w:rsidR="00644CB8" w:rsidRPr="00092458">
              <w:rPr>
                <w:rStyle w:val="Hyperlink"/>
              </w:rPr>
              <w:t>Document purpose</w:t>
            </w:r>
            <w:r w:rsidR="00644CB8">
              <w:rPr>
                <w:webHidden/>
              </w:rPr>
              <w:tab/>
            </w:r>
            <w:r w:rsidR="00644CB8">
              <w:rPr>
                <w:webHidden/>
              </w:rPr>
              <w:fldChar w:fldCharType="begin"/>
            </w:r>
            <w:r w:rsidR="00644CB8">
              <w:rPr>
                <w:webHidden/>
              </w:rPr>
              <w:instrText xml:space="preserve"> PAGEREF _Toc129098113 \h </w:instrText>
            </w:r>
            <w:r w:rsidR="00644CB8">
              <w:rPr>
                <w:webHidden/>
              </w:rPr>
            </w:r>
            <w:r w:rsidR="00644CB8">
              <w:rPr>
                <w:webHidden/>
              </w:rPr>
              <w:fldChar w:fldCharType="separate"/>
            </w:r>
            <w:r w:rsidR="00644CB8">
              <w:rPr>
                <w:webHidden/>
              </w:rPr>
              <w:t>5</w:t>
            </w:r>
            <w:r w:rsidR="00644CB8">
              <w:rPr>
                <w:webHidden/>
              </w:rPr>
              <w:fldChar w:fldCharType="end"/>
            </w:r>
          </w:hyperlink>
        </w:p>
        <w:p w14:paraId="53D50C16" w14:textId="614DD7A4" w:rsidR="00644CB8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129098114" w:history="1">
            <w:r w:rsidR="00644CB8" w:rsidRPr="00092458">
              <w:rPr>
                <w:rStyle w:val="Hyperlink"/>
              </w:rPr>
              <w:t>1.2</w:t>
            </w:r>
            <w:r w:rsidR="00644CB8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  <w:tab/>
            </w:r>
            <w:r w:rsidR="00644CB8" w:rsidRPr="00092458">
              <w:rPr>
                <w:rStyle w:val="Hyperlink"/>
              </w:rPr>
              <w:t>Target audience</w:t>
            </w:r>
            <w:r w:rsidR="00644CB8">
              <w:rPr>
                <w:webHidden/>
              </w:rPr>
              <w:tab/>
            </w:r>
            <w:r w:rsidR="00644CB8">
              <w:rPr>
                <w:webHidden/>
              </w:rPr>
              <w:fldChar w:fldCharType="begin"/>
            </w:r>
            <w:r w:rsidR="00644CB8">
              <w:rPr>
                <w:webHidden/>
              </w:rPr>
              <w:instrText xml:space="preserve"> PAGEREF _Toc129098114 \h </w:instrText>
            </w:r>
            <w:r w:rsidR="00644CB8">
              <w:rPr>
                <w:webHidden/>
              </w:rPr>
            </w:r>
            <w:r w:rsidR="00644CB8">
              <w:rPr>
                <w:webHidden/>
              </w:rPr>
              <w:fldChar w:fldCharType="separate"/>
            </w:r>
            <w:r w:rsidR="00644CB8">
              <w:rPr>
                <w:webHidden/>
              </w:rPr>
              <w:t>5</w:t>
            </w:r>
            <w:r w:rsidR="00644CB8">
              <w:rPr>
                <w:webHidden/>
              </w:rPr>
              <w:fldChar w:fldCharType="end"/>
            </w:r>
          </w:hyperlink>
        </w:p>
        <w:p w14:paraId="2F3D9696" w14:textId="3201E38F" w:rsidR="00644CB8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129098115" w:history="1">
            <w:r w:rsidR="00644CB8" w:rsidRPr="00092458">
              <w:rPr>
                <w:rStyle w:val="Hyperlink"/>
              </w:rPr>
              <w:t>1.3</w:t>
            </w:r>
            <w:r w:rsidR="00644CB8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  <w:tab/>
            </w:r>
            <w:r w:rsidR="00644CB8" w:rsidRPr="00092458">
              <w:rPr>
                <w:rStyle w:val="Hyperlink"/>
              </w:rPr>
              <w:t>Scope</w:t>
            </w:r>
            <w:r w:rsidR="00644CB8">
              <w:rPr>
                <w:webHidden/>
              </w:rPr>
              <w:tab/>
            </w:r>
            <w:r w:rsidR="00644CB8">
              <w:rPr>
                <w:webHidden/>
              </w:rPr>
              <w:fldChar w:fldCharType="begin"/>
            </w:r>
            <w:r w:rsidR="00644CB8">
              <w:rPr>
                <w:webHidden/>
              </w:rPr>
              <w:instrText xml:space="preserve"> PAGEREF _Toc129098115 \h </w:instrText>
            </w:r>
            <w:r w:rsidR="00644CB8">
              <w:rPr>
                <w:webHidden/>
              </w:rPr>
            </w:r>
            <w:r w:rsidR="00644CB8">
              <w:rPr>
                <w:webHidden/>
              </w:rPr>
              <w:fldChar w:fldCharType="separate"/>
            </w:r>
            <w:r w:rsidR="00644CB8">
              <w:rPr>
                <w:webHidden/>
              </w:rPr>
              <w:t>5</w:t>
            </w:r>
            <w:r w:rsidR="00644CB8">
              <w:rPr>
                <w:webHidden/>
              </w:rPr>
              <w:fldChar w:fldCharType="end"/>
            </w:r>
          </w:hyperlink>
        </w:p>
        <w:p w14:paraId="68C6D63A" w14:textId="577068DA" w:rsidR="00644CB8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129098116" w:history="1">
            <w:r w:rsidR="00644CB8" w:rsidRPr="00092458">
              <w:rPr>
                <w:rStyle w:val="Hyperlink"/>
              </w:rPr>
              <w:t>1.4</w:t>
            </w:r>
            <w:r w:rsidR="00644CB8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  <w:tab/>
            </w:r>
            <w:r w:rsidR="00644CB8" w:rsidRPr="00092458">
              <w:rPr>
                <w:rStyle w:val="Hyperlink"/>
              </w:rPr>
              <w:t>Structure</w:t>
            </w:r>
            <w:r w:rsidR="00644CB8">
              <w:rPr>
                <w:webHidden/>
              </w:rPr>
              <w:tab/>
            </w:r>
            <w:r w:rsidR="00644CB8">
              <w:rPr>
                <w:webHidden/>
              </w:rPr>
              <w:fldChar w:fldCharType="begin"/>
            </w:r>
            <w:r w:rsidR="00644CB8">
              <w:rPr>
                <w:webHidden/>
              </w:rPr>
              <w:instrText xml:space="preserve"> PAGEREF _Toc129098116 \h </w:instrText>
            </w:r>
            <w:r w:rsidR="00644CB8">
              <w:rPr>
                <w:webHidden/>
              </w:rPr>
            </w:r>
            <w:r w:rsidR="00644CB8">
              <w:rPr>
                <w:webHidden/>
              </w:rPr>
              <w:fldChar w:fldCharType="separate"/>
            </w:r>
            <w:r w:rsidR="00644CB8">
              <w:rPr>
                <w:webHidden/>
              </w:rPr>
              <w:t>5</w:t>
            </w:r>
            <w:r w:rsidR="00644CB8">
              <w:rPr>
                <w:webHidden/>
              </w:rPr>
              <w:fldChar w:fldCharType="end"/>
            </w:r>
          </w:hyperlink>
        </w:p>
        <w:p w14:paraId="2F1551D4" w14:textId="615233C4" w:rsidR="00644CB8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129098117" w:history="1">
            <w:r w:rsidR="00644CB8" w:rsidRPr="00092458">
              <w:rPr>
                <w:rStyle w:val="Hyperlink"/>
              </w:rPr>
              <w:t>1.5</w:t>
            </w:r>
            <w:r w:rsidR="00644CB8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  <w:tab/>
            </w:r>
            <w:r w:rsidR="00644CB8" w:rsidRPr="00092458">
              <w:rPr>
                <w:rStyle w:val="Hyperlink"/>
              </w:rPr>
              <w:t>Reference documents</w:t>
            </w:r>
            <w:r w:rsidR="00644CB8">
              <w:rPr>
                <w:webHidden/>
              </w:rPr>
              <w:tab/>
            </w:r>
            <w:r w:rsidR="00644CB8">
              <w:rPr>
                <w:webHidden/>
              </w:rPr>
              <w:fldChar w:fldCharType="begin"/>
            </w:r>
            <w:r w:rsidR="00644CB8">
              <w:rPr>
                <w:webHidden/>
              </w:rPr>
              <w:instrText xml:space="preserve"> PAGEREF _Toc129098117 \h </w:instrText>
            </w:r>
            <w:r w:rsidR="00644CB8">
              <w:rPr>
                <w:webHidden/>
              </w:rPr>
            </w:r>
            <w:r w:rsidR="00644CB8">
              <w:rPr>
                <w:webHidden/>
              </w:rPr>
              <w:fldChar w:fldCharType="separate"/>
            </w:r>
            <w:r w:rsidR="00644CB8">
              <w:rPr>
                <w:webHidden/>
              </w:rPr>
              <w:t>5</w:t>
            </w:r>
            <w:r w:rsidR="00644CB8">
              <w:rPr>
                <w:webHidden/>
              </w:rPr>
              <w:fldChar w:fldCharType="end"/>
            </w:r>
          </w:hyperlink>
        </w:p>
        <w:p w14:paraId="5FF0F4ED" w14:textId="065C9065" w:rsidR="00644CB8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129098118" w:history="1">
            <w:r w:rsidR="00644CB8" w:rsidRPr="00092458">
              <w:rPr>
                <w:rStyle w:val="Hyperlink"/>
              </w:rPr>
              <w:t>1.6</w:t>
            </w:r>
            <w:r w:rsidR="00644CB8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  <w:tab/>
            </w:r>
            <w:r w:rsidR="00644CB8" w:rsidRPr="00092458">
              <w:rPr>
                <w:rStyle w:val="Hyperlink"/>
              </w:rPr>
              <w:t>Applicable documents</w:t>
            </w:r>
            <w:r w:rsidR="00644CB8">
              <w:rPr>
                <w:webHidden/>
              </w:rPr>
              <w:tab/>
            </w:r>
            <w:r w:rsidR="00644CB8">
              <w:rPr>
                <w:webHidden/>
              </w:rPr>
              <w:fldChar w:fldCharType="begin"/>
            </w:r>
            <w:r w:rsidR="00644CB8">
              <w:rPr>
                <w:webHidden/>
              </w:rPr>
              <w:instrText xml:space="preserve"> PAGEREF _Toc129098118 \h </w:instrText>
            </w:r>
            <w:r w:rsidR="00644CB8">
              <w:rPr>
                <w:webHidden/>
              </w:rPr>
            </w:r>
            <w:r w:rsidR="00644CB8">
              <w:rPr>
                <w:webHidden/>
              </w:rPr>
              <w:fldChar w:fldCharType="separate"/>
            </w:r>
            <w:r w:rsidR="00644CB8">
              <w:rPr>
                <w:webHidden/>
              </w:rPr>
              <w:t>6</w:t>
            </w:r>
            <w:r w:rsidR="00644CB8">
              <w:rPr>
                <w:webHidden/>
              </w:rPr>
              <w:fldChar w:fldCharType="end"/>
            </w:r>
          </w:hyperlink>
        </w:p>
        <w:p w14:paraId="39F109CE" w14:textId="68C7E9F9" w:rsidR="00644CB8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129098119" w:history="1">
            <w:r w:rsidR="00644CB8" w:rsidRPr="00092458">
              <w:rPr>
                <w:rStyle w:val="Hyperlink"/>
              </w:rPr>
              <w:t>1.7</w:t>
            </w:r>
            <w:r w:rsidR="00644CB8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en-US"/>
              </w:rPr>
              <w:tab/>
            </w:r>
            <w:r w:rsidR="00644CB8" w:rsidRPr="00092458">
              <w:rPr>
                <w:rStyle w:val="Hyperlink"/>
              </w:rPr>
              <w:t>Abbreviations &amp; acronyms</w:t>
            </w:r>
            <w:r w:rsidR="00644CB8">
              <w:rPr>
                <w:webHidden/>
              </w:rPr>
              <w:tab/>
            </w:r>
            <w:r w:rsidR="00644CB8">
              <w:rPr>
                <w:webHidden/>
              </w:rPr>
              <w:fldChar w:fldCharType="begin"/>
            </w:r>
            <w:r w:rsidR="00644CB8">
              <w:rPr>
                <w:webHidden/>
              </w:rPr>
              <w:instrText xml:space="preserve"> PAGEREF _Toc129098119 \h </w:instrText>
            </w:r>
            <w:r w:rsidR="00644CB8">
              <w:rPr>
                <w:webHidden/>
              </w:rPr>
            </w:r>
            <w:r w:rsidR="00644CB8">
              <w:rPr>
                <w:webHidden/>
              </w:rPr>
              <w:fldChar w:fldCharType="separate"/>
            </w:r>
            <w:r w:rsidR="00644CB8">
              <w:rPr>
                <w:webHidden/>
              </w:rPr>
              <w:t>6</w:t>
            </w:r>
            <w:r w:rsidR="00644CB8">
              <w:rPr>
                <w:webHidden/>
              </w:rPr>
              <w:fldChar w:fldCharType="end"/>
            </w:r>
          </w:hyperlink>
        </w:p>
        <w:p w14:paraId="6F11F847" w14:textId="14BCFE25" w:rsidR="00644CB8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val="en-US" w:eastAsia="en-US"/>
            </w:rPr>
          </w:pPr>
          <w:hyperlink w:anchor="_Toc129098120" w:history="1">
            <w:r w:rsidR="00644CB8" w:rsidRPr="00092458">
              <w:rPr>
                <w:rStyle w:val="Hyperlink"/>
                <w:bCs/>
                <w:noProof/>
              </w:rPr>
              <w:t>2</w:t>
            </w:r>
            <w:r w:rsidR="00644CB8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val="en-US" w:eastAsia="en-US"/>
              </w:rPr>
              <w:tab/>
            </w:r>
            <w:r w:rsidR="00644CB8" w:rsidRPr="00092458">
              <w:rPr>
                <w:rStyle w:val="Hyperlink"/>
                <w:bCs/>
                <w:noProof/>
              </w:rPr>
              <w:t>Delivery contents</w:t>
            </w:r>
            <w:r w:rsidR="00644CB8">
              <w:rPr>
                <w:noProof/>
                <w:webHidden/>
              </w:rPr>
              <w:tab/>
            </w:r>
            <w:r w:rsidR="00644CB8">
              <w:rPr>
                <w:noProof/>
                <w:webHidden/>
              </w:rPr>
              <w:fldChar w:fldCharType="begin"/>
            </w:r>
            <w:r w:rsidR="00644CB8">
              <w:rPr>
                <w:noProof/>
                <w:webHidden/>
              </w:rPr>
              <w:instrText xml:space="preserve"> PAGEREF _Toc129098120 \h </w:instrText>
            </w:r>
            <w:r w:rsidR="00644CB8">
              <w:rPr>
                <w:noProof/>
                <w:webHidden/>
              </w:rPr>
            </w:r>
            <w:r w:rsidR="00644CB8">
              <w:rPr>
                <w:noProof/>
                <w:webHidden/>
              </w:rPr>
              <w:fldChar w:fldCharType="separate"/>
            </w:r>
            <w:r w:rsidR="00644CB8">
              <w:rPr>
                <w:noProof/>
                <w:webHidden/>
              </w:rPr>
              <w:t>7</w:t>
            </w:r>
            <w:r w:rsidR="00644CB8">
              <w:rPr>
                <w:noProof/>
                <w:webHidden/>
              </w:rPr>
              <w:fldChar w:fldCharType="end"/>
            </w:r>
          </w:hyperlink>
        </w:p>
        <w:p w14:paraId="1F6EB0D5" w14:textId="75B52851" w:rsidR="00644CB8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val="en-US" w:eastAsia="en-US"/>
            </w:rPr>
          </w:pPr>
          <w:hyperlink w:anchor="_Toc129098121" w:history="1">
            <w:r w:rsidR="00644CB8" w:rsidRPr="00092458">
              <w:rPr>
                <w:rStyle w:val="Hyperlink"/>
                <w:noProof/>
              </w:rPr>
              <w:t>3</w:t>
            </w:r>
            <w:r w:rsidR="00644CB8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val="en-US" w:eastAsia="en-US"/>
              </w:rPr>
              <w:tab/>
            </w:r>
            <w:r w:rsidR="00644CB8" w:rsidRPr="00092458">
              <w:rPr>
                <w:rStyle w:val="Hyperlink"/>
                <w:noProof/>
              </w:rPr>
              <w:t>Release Scope</w:t>
            </w:r>
            <w:r w:rsidR="00644CB8">
              <w:rPr>
                <w:noProof/>
                <w:webHidden/>
              </w:rPr>
              <w:tab/>
            </w:r>
            <w:r w:rsidR="00644CB8">
              <w:rPr>
                <w:noProof/>
                <w:webHidden/>
              </w:rPr>
              <w:fldChar w:fldCharType="begin"/>
            </w:r>
            <w:r w:rsidR="00644CB8">
              <w:rPr>
                <w:noProof/>
                <w:webHidden/>
              </w:rPr>
              <w:instrText xml:space="preserve"> PAGEREF _Toc129098121 \h </w:instrText>
            </w:r>
            <w:r w:rsidR="00644CB8">
              <w:rPr>
                <w:noProof/>
                <w:webHidden/>
              </w:rPr>
            </w:r>
            <w:r w:rsidR="00644CB8">
              <w:rPr>
                <w:noProof/>
                <w:webHidden/>
              </w:rPr>
              <w:fldChar w:fldCharType="separate"/>
            </w:r>
            <w:r w:rsidR="00644CB8">
              <w:rPr>
                <w:noProof/>
                <w:webHidden/>
              </w:rPr>
              <w:t>8</w:t>
            </w:r>
            <w:r w:rsidR="00644CB8">
              <w:rPr>
                <w:noProof/>
                <w:webHidden/>
              </w:rPr>
              <w:fldChar w:fldCharType="end"/>
            </w:r>
          </w:hyperlink>
        </w:p>
        <w:p w14:paraId="7482AABA" w14:textId="12E055B5" w:rsidR="00644CB8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val="en-US" w:eastAsia="en-US"/>
            </w:rPr>
          </w:pPr>
          <w:hyperlink w:anchor="_Toc129098122" w:history="1">
            <w:r w:rsidR="00644CB8" w:rsidRPr="00092458">
              <w:rPr>
                <w:rStyle w:val="Hyperlink"/>
                <w:noProof/>
              </w:rPr>
              <w:t>4</w:t>
            </w:r>
            <w:r w:rsidR="00644CB8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val="en-US" w:eastAsia="en-US"/>
              </w:rPr>
              <w:tab/>
            </w:r>
            <w:r w:rsidR="00644CB8" w:rsidRPr="00092458">
              <w:rPr>
                <w:rStyle w:val="Hyperlink"/>
                <w:noProof/>
              </w:rPr>
              <w:t>Review Instructions</w:t>
            </w:r>
            <w:r w:rsidR="00644CB8">
              <w:rPr>
                <w:noProof/>
                <w:webHidden/>
              </w:rPr>
              <w:tab/>
            </w:r>
            <w:r w:rsidR="00644CB8">
              <w:rPr>
                <w:noProof/>
                <w:webHidden/>
              </w:rPr>
              <w:fldChar w:fldCharType="begin"/>
            </w:r>
            <w:r w:rsidR="00644CB8">
              <w:rPr>
                <w:noProof/>
                <w:webHidden/>
              </w:rPr>
              <w:instrText xml:space="preserve"> PAGEREF _Toc129098122 \h </w:instrText>
            </w:r>
            <w:r w:rsidR="00644CB8">
              <w:rPr>
                <w:noProof/>
                <w:webHidden/>
              </w:rPr>
            </w:r>
            <w:r w:rsidR="00644CB8">
              <w:rPr>
                <w:noProof/>
                <w:webHidden/>
              </w:rPr>
              <w:fldChar w:fldCharType="separate"/>
            </w:r>
            <w:r w:rsidR="00644CB8">
              <w:rPr>
                <w:noProof/>
                <w:webHidden/>
              </w:rPr>
              <w:t>9</w:t>
            </w:r>
            <w:r w:rsidR="00644CB8">
              <w:rPr>
                <w:noProof/>
                <w:webHidden/>
              </w:rPr>
              <w:fldChar w:fldCharType="end"/>
            </w:r>
          </w:hyperlink>
        </w:p>
        <w:p w14:paraId="53DC891F" w14:textId="21D155FE" w:rsidR="00644CB8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val="en-US" w:eastAsia="en-US"/>
            </w:rPr>
          </w:pPr>
          <w:hyperlink w:anchor="_Toc129098123" w:history="1">
            <w:r w:rsidR="00644CB8" w:rsidRPr="00092458">
              <w:rPr>
                <w:rStyle w:val="Hyperlink"/>
                <w:noProof/>
                <w:lang w:val="en-US"/>
              </w:rPr>
              <w:t>5</w:t>
            </w:r>
            <w:r w:rsidR="00644CB8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val="en-US" w:eastAsia="en-US"/>
              </w:rPr>
              <w:tab/>
            </w:r>
            <w:r w:rsidR="00644CB8" w:rsidRPr="00092458">
              <w:rPr>
                <w:rStyle w:val="Hyperlink"/>
                <w:noProof/>
                <w:lang w:val="en-US"/>
              </w:rPr>
              <w:t>Deviations Note</w:t>
            </w:r>
            <w:r w:rsidR="00644CB8">
              <w:rPr>
                <w:noProof/>
                <w:webHidden/>
              </w:rPr>
              <w:tab/>
            </w:r>
            <w:r w:rsidR="00644CB8">
              <w:rPr>
                <w:noProof/>
                <w:webHidden/>
              </w:rPr>
              <w:fldChar w:fldCharType="begin"/>
            </w:r>
            <w:r w:rsidR="00644CB8">
              <w:rPr>
                <w:noProof/>
                <w:webHidden/>
              </w:rPr>
              <w:instrText xml:space="preserve"> PAGEREF _Toc129098123 \h </w:instrText>
            </w:r>
            <w:r w:rsidR="00644CB8">
              <w:rPr>
                <w:noProof/>
                <w:webHidden/>
              </w:rPr>
            </w:r>
            <w:r w:rsidR="00644CB8">
              <w:rPr>
                <w:noProof/>
                <w:webHidden/>
              </w:rPr>
              <w:fldChar w:fldCharType="separate"/>
            </w:r>
            <w:r w:rsidR="00644CB8">
              <w:rPr>
                <w:noProof/>
                <w:webHidden/>
              </w:rPr>
              <w:t>10</w:t>
            </w:r>
            <w:r w:rsidR="00644CB8">
              <w:rPr>
                <w:noProof/>
                <w:webHidden/>
              </w:rPr>
              <w:fldChar w:fldCharType="end"/>
            </w:r>
          </w:hyperlink>
        </w:p>
        <w:p w14:paraId="4E85454D" w14:textId="0A7B9191" w:rsidR="00644CB8" w:rsidRDefault="00000000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val="en-US" w:eastAsia="en-US"/>
            </w:rPr>
          </w:pPr>
          <w:hyperlink w:anchor="_Toc129098124" w:history="1">
            <w:r w:rsidR="00644CB8" w:rsidRPr="00092458">
              <w:rPr>
                <w:rStyle w:val="Hyperlink"/>
                <w:noProof/>
                <w:lang w:val="en-US"/>
              </w:rPr>
              <w:t>6</w:t>
            </w:r>
            <w:r w:rsidR="00644CB8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val="en-US" w:eastAsia="en-US"/>
              </w:rPr>
              <w:tab/>
            </w:r>
            <w:r w:rsidR="00644CB8" w:rsidRPr="00092458">
              <w:rPr>
                <w:rStyle w:val="Hyperlink"/>
                <w:noProof/>
                <w:lang w:val="en-US"/>
              </w:rPr>
              <w:t>Other Useful Information</w:t>
            </w:r>
            <w:r w:rsidR="00644CB8">
              <w:rPr>
                <w:noProof/>
                <w:webHidden/>
              </w:rPr>
              <w:tab/>
            </w:r>
            <w:r w:rsidR="00644CB8">
              <w:rPr>
                <w:noProof/>
                <w:webHidden/>
              </w:rPr>
              <w:fldChar w:fldCharType="begin"/>
            </w:r>
            <w:r w:rsidR="00644CB8">
              <w:rPr>
                <w:noProof/>
                <w:webHidden/>
              </w:rPr>
              <w:instrText xml:space="preserve"> PAGEREF _Toc129098124 \h </w:instrText>
            </w:r>
            <w:r w:rsidR="00644CB8">
              <w:rPr>
                <w:noProof/>
                <w:webHidden/>
              </w:rPr>
            </w:r>
            <w:r w:rsidR="00644CB8">
              <w:rPr>
                <w:noProof/>
                <w:webHidden/>
              </w:rPr>
              <w:fldChar w:fldCharType="separate"/>
            </w:r>
            <w:r w:rsidR="00644CB8">
              <w:rPr>
                <w:noProof/>
                <w:webHidden/>
              </w:rPr>
              <w:t>11</w:t>
            </w:r>
            <w:r w:rsidR="00644CB8">
              <w:rPr>
                <w:noProof/>
                <w:webHidden/>
              </w:rPr>
              <w:fldChar w:fldCharType="end"/>
            </w:r>
          </w:hyperlink>
        </w:p>
        <w:p w14:paraId="64663059" w14:textId="69C0690C" w:rsidR="00000E2E" w:rsidRPr="00912766" w:rsidRDefault="00EB17D8">
          <w:r w:rsidRPr="00912766">
            <w:rPr>
              <w:sz w:val="20"/>
            </w:rPr>
            <w:fldChar w:fldCharType="end"/>
          </w:r>
          <w:r w:rsidR="00000E2E" w:rsidRPr="00912766">
            <w:br w:type="page"/>
          </w:r>
        </w:p>
      </w:sdtContent>
    </w:sdt>
    <w:p w14:paraId="3F59B5E7" w14:textId="1DF56352" w:rsidR="00060FDE" w:rsidRPr="00912766" w:rsidRDefault="00060FDE" w:rsidP="008F6F83">
      <w:pPr>
        <w:pStyle w:val="HeadingTOC"/>
        <w:rPr>
          <w:rFonts w:ascii="Times New Roman" w:hAnsi="Times New Roman"/>
        </w:rPr>
      </w:pPr>
      <w:r w:rsidRPr="00912766">
        <w:rPr>
          <w:rFonts w:ascii="Times New Roman" w:hAnsi="Times New Roman"/>
        </w:rPr>
        <w:lastRenderedPageBreak/>
        <w:t xml:space="preserve">List of </w:t>
      </w:r>
      <w:r w:rsidR="00C43437" w:rsidRPr="00912766">
        <w:rPr>
          <w:rFonts w:ascii="Times New Roman" w:hAnsi="Times New Roman"/>
        </w:rPr>
        <w:t>t</w:t>
      </w:r>
      <w:r w:rsidRPr="00912766">
        <w:rPr>
          <w:rFonts w:ascii="Times New Roman" w:hAnsi="Times New Roman"/>
        </w:rPr>
        <w:t>ables</w:t>
      </w:r>
    </w:p>
    <w:p w14:paraId="249F75E4" w14:textId="35D2C382" w:rsidR="00644CB8" w:rsidRDefault="00012202">
      <w:pPr>
        <w:pStyle w:val="TableofFigures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lang w:val="en-US" w:eastAsia="en-US"/>
        </w:rPr>
      </w:pPr>
      <w:r w:rsidRPr="00912766">
        <w:rPr>
          <w:lang w:val="en-GB"/>
        </w:rPr>
        <w:fldChar w:fldCharType="begin"/>
      </w:r>
      <w:r w:rsidRPr="00912766">
        <w:rPr>
          <w:lang w:val="en-GB"/>
        </w:rPr>
        <w:instrText xml:space="preserve"> TOC \h \z \c "Table" </w:instrText>
      </w:r>
      <w:r w:rsidRPr="00912766">
        <w:rPr>
          <w:lang w:val="en-GB"/>
        </w:rPr>
        <w:fldChar w:fldCharType="separate"/>
      </w:r>
      <w:hyperlink w:anchor="_Toc129098125" w:history="1">
        <w:r w:rsidR="00644CB8" w:rsidRPr="00C0099B">
          <w:rPr>
            <w:rStyle w:val="Hyperlink"/>
            <w:noProof/>
          </w:rPr>
          <w:t>Table 1: Reference documents</w:t>
        </w:r>
        <w:r w:rsidR="00644CB8">
          <w:rPr>
            <w:noProof/>
            <w:webHidden/>
          </w:rPr>
          <w:tab/>
        </w:r>
        <w:r w:rsidR="00644CB8">
          <w:rPr>
            <w:noProof/>
            <w:webHidden/>
          </w:rPr>
          <w:fldChar w:fldCharType="begin"/>
        </w:r>
        <w:r w:rsidR="00644CB8">
          <w:rPr>
            <w:noProof/>
            <w:webHidden/>
          </w:rPr>
          <w:instrText xml:space="preserve"> PAGEREF _Toc129098125 \h </w:instrText>
        </w:r>
        <w:r w:rsidR="00644CB8">
          <w:rPr>
            <w:noProof/>
            <w:webHidden/>
          </w:rPr>
        </w:r>
        <w:r w:rsidR="00644CB8">
          <w:rPr>
            <w:noProof/>
            <w:webHidden/>
          </w:rPr>
          <w:fldChar w:fldCharType="separate"/>
        </w:r>
        <w:r w:rsidR="00644CB8">
          <w:rPr>
            <w:noProof/>
            <w:webHidden/>
          </w:rPr>
          <w:t>5</w:t>
        </w:r>
        <w:r w:rsidR="00644CB8">
          <w:rPr>
            <w:noProof/>
            <w:webHidden/>
          </w:rPr>
          <w:fldChar w:fldCharType="end"/>
        </w:r>
      </w:hyperlink>
    </w:p>
    <w:p w14:paraId="147A71D0" w14:textId="4C3A9F8E" w:rsidR="00644CB8" w:rsidRDefault="00000000">
      <w:pPr>
        <w:pStyle w:val="TableofFigures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lang w:val="en-US" w:eastAsia="en-US"/>
        </w:rPr>
      </w:pPr>
      <w:hyperlink w:anchor="_Toc129098126" w:history="1">
        <w:r w:rsidR="00644CB8" w:rsidRPr="00C0099B">
          <w:rPr>
            <w:rStyle w:val="Hyperlink"/>
            <w:noProof/>
          </w:rPr>
          <w:t>Table 2: Applicable documents</w:t>
        </w:r>
        <w:r w:rsidR="00644CB8">
          <w:rPr>
            <w:noProof/>
            <w:webHidden/>
          </w:rPr>
          <w:tab/>
        </w:r>
        <w:r w:rsidR="00644CB8">
          <w:rPr>
            <w:noProof/>
            <w:webHidden/>
          </w:rPr>
          <w:fldChar w:fldCharType="begin"/>
        </w:r>
        <w:r w:rsidR="00644CB8">
          <w:rPr>
            <w:noProof/>
            <w:webHidden/>
          </w:rPr>
          <w:instrText xml:space="preserve"> PAGEREF _Toc129098126 \h </w:instrText>
        </w:r>
        <w:r w:rsidR="00644CB8">
          <w:rPr>
            <w:noProof/>
            <w:webHidden/>
          </w:rPr>
        </w:r>
        <w:r w:rsidR="00644CB8">
          <w:rPr>
            <w:noProof/>
            <w:webHidden/>
          </w:rPr>
          <w:fldChar w:fldCharType="separate"/>
        </w:r>
        <w:r w:rsidR="00644CB8">
          <w:rPr>
            <w:noProof/>
            <w:webHidden/>
          </w:rPr>
          <w:t>6</w:t>
        </w:r>
        <w:r w:rsidR="00644CB8">
          <w:rPr>
            <w:noProof/>
            <w:webHidden/>
          </w:rPr>
          <w:fldChar w:fldCharType="end"/>
        </w:r>
      </w:hyperlink>
    </w:p>
    <w:p w14:paraId="386D0511" w14:textId="72ECE792" w:rsidR="00644CB8" w:rsidRDefault="00000000">
      <w:pPr>
        <w:pStyle w:val="TableofFigures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lang w:val="en-US" w:eastAsia="en-US"/>
        </w:rPr>
      </w:pPr>
      <w:hyperlink w:anchor="_Toc129098127" w:history="1">
        <w:r w:rsidR="00644CB8" w:rsidRPr="00C0099B">
          <w:rPr>
            <w:rStyle w:val="Hyperlink"/>
            <w:noProof/>
          </w:rPr>
          <w:t>Table 3: Abbreviations and acronyms</w:t>
        </w:r>
        <w:r w:rsidR="00644CB8">
          <w:rPr>
            <w:noProof/>
            <w:webHidden/>
          </w:rPr>
          <w:tab/>
        </w:r>
        <w:r w:rsidR="00644CB8">
          <w:rPr>
            <w:noProof/>
            <w:webHidden/>
          </w:rPr>
          <w:fldChar w:fldCharType="begin"/>
        </w:r>
        <w:r w:rsidR="00644CB8">
          <w:rPr>
            <w:noProof/>
            <w:webHidden/>
          </w:rPr>
          <w:instrText xml:space="preserve"> PAGEREF _Toc129098127 \h </w:instrText>
        </w:r>
        <w:r w:rsidR="00644CB8">
          <w:rPr>
            <w:noProof/>
            <w:webHidden/>
          </w:rPr>
        </w:r>
        <w:r w:rsidR="00644CB8">
          <w:rPr>
            <w:noProof/>
            <w:webHidden/>
          </w:rPr>
          <w:fldChar w:fldCharType="separate"/>
        </w:r>
        <w:r w:rsidR="00644CB8">
          <w:rPr>
            <w:noProof/>
            <w:webHidden/>
          </w:rPr>
          <w:t>6</w:t>
        </w:r>
        <w:r w:rsidR="00644CB8">
          <w:rPr>
            <w:noProof/>
            <w:webHidden/>
          </w:rPr>
          <w:fldChar w:fldCharType="end"/>
        </w:r>
      </w:hyperlink>
    </w:p>
    <w:p w14:paraId="4968221C" w14:textId="704DD300" w:rsidR="00644CB8" w:rsidRDefault="00000000">
      <w:pPr>
        <w:pStyle w:val="TableofFigures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lang w:val="en-US" w:eastAsia="en-US"/>
        </w:rPr>
      </w:pPr>
      <w:hyperlink w:anchor="_Toc129098128" w:history="1">
        <w:r w:rsidR="00644CB8" w:rsidRPr="00C0099B">
          <w:rPr>
            <w:rStyle w:val="Hyperlink"/>
            <w:noProof/>
          </w:rPr>
          <w:t>Table 4: Scope of RfC list .37</w:t>
        </w:r>
        <w:r w:rsidR="00644CB8">
          <w:rPr>
            <w:noProof/>
            <w:webHidden/>
          </w:rPr>
          <w:tab/>
        </w:r>
        <w:r w:rsidR="00644CB8">
          <w:rPr>
            <w:noProof/>
            <w:webHidden/>
          </w:rPr>
          <w:fldChar w:fldCharType="begin"/>
        </w:r>
        <w:r w:rsidR="00644CB8">
          <w:rPr>
            <w:noProof/>
            <w:webHidden/>
          </w:rPr>
          <w:instrText xml:space="preserve"> PAGEREF _Toc129098128 \h </w:instrText>
        </w:r>
        <w:r w:rsidR="00644CB8">
          <w:rPr>
            <w:noProof/>
            <w:webHidden/>
          </w:rPr>
        </w:r>
        <w:r w:rsidR="00644CB8">
          <w:rPr>
            <w:noProof/>
            <w:webHidden/>
          </w:rPr>
          <w:fldChar w:fldCharType="separate"/>
        </w:r>
        <w:r w:rsidR="00644CB8">
          <w:rPr>
            <w:noProof/>
            <w:webHidden/>
          </w:rPr>
          <w:t>8</w:t>
        </w:r>
        <w:r w:rsidR="00644CB8">
          <w:rPr>
            <w:noProof/>
            <w:webHidden/>
          </w:rPr>
          <w:fldChar w:fldCharType="end"/>
        </w:r>
      </w:hyperlink>
    </w:p>
    <w:p w14:paraId="75FCC869" w14:textId="3AF16A35" w:rsidR="00D02BE5" w:rsidRPr="00912766" w:rsidRDefault="00012202" w:rsidP="00EC0230">
      <w:r w:rsidRPr="00912766">
        <w:rPr>
          <w:lang w:eastAsia="nl-NL"/>
        </w:rPr>
        <w:fldChar w:fldCharType="end"/>
      </w:r>
      <w:bookmarkStart w:id="0" w:name="_Toc486939097"/>
      <w:bookmarkStart w:id="1" w:name="_Ref488221223"/>
      <w:bookmarkStart w:id="2" w:name="_Toc496935248"/>
    </w:p>
    <w:p w14:paraId="659E407C" w14:textId="0D6EFD6C" w:rsidR="001F52A3" w:rsidRPr="00912766" w:rsidRDefault="001F52A3" w:rsidP="00212AAF">
      <w:r w:rsidRPr="00912766">
        <w:br w:type="page"/>
      </w:r>
    </w:p>
    <w:p w14:paraId="1EE38EA8" w14:textId="1A2C18B4" w:rsidR="00471835" w:rsidRPr="00912766" w:rsidRDefault="00471835" w:rsidP="00B20B5B">
      <w:pPr>
        <w:pStyle w:val="Heading1"/>
      </w:pPr>
      <w:bookmarkStart w:id="3" w:name="_Ref12270897"/>
      <w:bookmarkStart w:id="4" w:name="_Toc129098112"/>
      <w:bookmarkEnd w:id="0"/>
      <w:bookmarkEnd w:id="1"/>
      <w:bookmarkEnd w:id="2"/>
      <w:r w:rsidRPr="00912766">
        <w:lastRenderedPageBreak/>
        <w:t>Introduction</w:t>
      </w:r>
      <w:bookmarkEnd w:id="3"/>
      <w:bookmarkEnd w:id="4"/>
    </w:p>
    <w:p w14:paraId="452B3834" w14:textId="4A1A51DF" w:rsidR="00471835" w:rsidRPr="00912766" w:rsidRDefault="001F52A3" w:rsidP="00471835">
      <w:pPr>
        <w:pStyle w:val="Heading2"/>
      </w:pPr>
      <w:bookmarkStart w:id="5" w:name="_Toc129098113"/>
      <w:r w:rsidRPr="00912766">
        <w:t>Document p</w:t>
      </w:r>
      <w:r w:rsidR="00471835" w:rsidRPr="00912766">
        <w:t>urpose</w:t>
      </w:r>
      <w:bookmarkEnd w:id="5"/>
    </w:p>
    <w:p w14:paraId="4014D61E" w14:textId="2524A3AD" w:rsidR="00CB6AD4" w:rsidRPr="00912766" w:rsidRDefault="00DF447F" w:rsidP="00EC0230">
      <w:r w:rsidRPr="00912766">
        <w:t xml:space="preserve">This document describes the </w:t>
      </w:r>
      <w:fldSimple w:instr=" DOCPROPERTY  Title ">
        <w:r w:rsidR="00C3350A">
          <w:t>DDNXA Main Document, Annexes and CSE Export 5.15.1</w:t>
        </w:r>
      </w:fldSimple>
      <w:r w:rsidR="00AC6633" w:rsidRPr="00912766">
        <w:t xml:space="preserve"> </w:t>
      </w:r>
      <w:r w:rsidRPr="00912766">
        <w:t>release</w:t>
      </w:r>
      <w:r w:rsidR="00FA408F" w:rsidRPr="00912766">
        <w:t xml:space="preserve"> </w:t>
      </w:r>
      <w:r w:rsidR="002C029F">
        <w:t xml:space="preserve">note </w:t>
      </w:r>
      <w:r w:rsidR="00FA408F" w:rsidRPr="00912766">
        <w:t xml:space="preserve">submitted for </w:t>
      </w:r>
      <w:r w:rsidR="00B74437">
        <w:t>Information</w:t>
      </w:r>
      <w:r w:rsidR="001C2E82" w:rsidRPr="00912766">
        <w:t>,</w:t>
      </w:r>
      <w:r w:rsidRPr="00912766">
        <w:t xml:space="preserve"> in terms of delivered documentation artefacts in the release package, implemented changes, defects, review instructions and other useful information.</w:t>
      </w:r>
    </w:p>
    <w:p w14:paraId="3566FDC5" w14:textId="6ADF0D44" w:rsidR="00471835" w:rsidRPr="00912766" w:rsidRDefault="00471835" w:rsidP="00471835">
      <w:pPr>
        <w:pStyle w:val="Heading2"/>
      </w:pPr>
      <w:bookmarkStart w:id="6" w:name="_Toc129098114"/>
      <w:r w:rsidRPr="00912766">
        <w:t>Target audience</w:t>
      </w:r>
      <w:bookmarkEnd w:id="6"/>
    </w:p>
    <w:p w14:paraId="7D858C59" w14:textId="6F170297" w:rsidR="00471835" w:rsidRPr="00912766" w:rsidRDefault="00471835" w:rsidP="00471835">
      <w:pPr>
        <w:spacing w:before="120" w:line="240" w:lineRule="auto"/>
      </w:pPr>
      <w:r w:rsidRPr="00912766">
        <w:t>The target audience for this document includes:</w:t>
      </w:r>
    </w:p>
    <w:p w14:paraId="49BAE8AC" w14:textId="77777777" w:rsidR="00284D70" w:rsidRPr="00912766" w:rsidRDefault="003C7208" w:rsidP="003C7208">
      <w:pPr>
        <w:pStyle w:val="ListParagraph"/>
        <w:numPr>
          <w:ilvl w:val="0"/>
          <w:numId w:val="35"/>
        </w:numPr>
      </w:pPr>
      <w:r w:rsidRPr="00912766">
        <w:t>DG TAXUD project team;</w:t>
      </w:r>
    </w:p>
    <w:p w14:paraId="63B39E62" w14:textId="4869AD23" w:rsidR="00281B07" w:rsidRPr="008A72E1" w:rsidRDefault="00281B07" w:rsidP="003C7208">
      <w:pPr>
        <w:pStyle w:val="ListParagraph"/>
        <w:numPr>
          <w:ilvl w:val="0"/>
          <w:numId w:val="35"/>
        </w:numPr>
      </w:pPr>
      <w:r w:rsidRPr="00912766">
        <w:rPr>
          <w:lang w:val="en-US"/>
        </w:rPr>
        <w:t>All NAs;</w:t>
      </w:r>
    </w:p>
    <w:p w14:paraId="1923E86A" w14:textId="3CF6029C" w:rsidR="008A72E1" w:rsidRPr="00912766" w:rsidRDefault="008A72E1" w:rsidP="003C7208">
      <w:pPr>
        <w:pStyle w:val="ListParagraph"/>
        <w:numPr>
          <w:ilvl w:val="0"/>
          <w:numId w:val="35"/>
        </w:numPr>
      </w:pPr>
      <w:r>
        <w:rPr>
          <w:lang w:val="en-US"/>
        </w:rPr>
        <w:t>OLAF</w:t>
      </w:r>
    </w:p>
    <w:p w14:paraId="0B98C03A" w14:textId="1C30EF1E" w:rsidR="003C7208" w:rsidRPr="00912766" w:rsidRDefault="00873805" w:rsidP="00873805">
      <w:pPr>
        <w:pStyle w:val="ListParagraph"/>
        <w:numPr>
          <w:ilvl w:val="0"/>
          <w:numId w:val="35"/>
        </w:numPr>
      </w:pPr>
      <w:r w:rsidRPr="00912766">
        <w:t>Quality Assurance (QA</w:t>
      </w:r>
      <w:r w:rsidR="00040028">
        <w:t>C</w:t>
      </w:r>
      <w:r w:rsidRPr="00912766">
        <w:t>);</w:t>
      </w:r>
    </w:p>
    <w:p w14:paraId="7E132DC2" w14:textId="0DD90770" w:rsidR="003C7208" w:rsidRPr="00912766" w:rsidRDefault="005B13F8" w:rsidP="003C7208">
      <w:pPr>
        <w:pStyle w:val="ListParagraph"/>
        <w:numPr>
          <w:ilvl w:val="0"/>
          <w:numId w:val="35"/>
        </w:numPr>
      </w:pPr>
      <w:r w:rsidRPr="00912766">
        <w:t>ITSM</w:t>
      </w:r>
      <w:r w:rsidR="00281B07" w:rsidRPr="00912766">
        <w:t>3</w:t>
      </w:r>
      <w:r w:rsidR="003C14A2">
        <w:t>-</w:t>
      </w:r>
      <w:r w:rsidRPr="00912766">
        <w:t>TES</w:t>
      </w:r>
      <w:r w:rsidR="000001D6" w:rsidRPr="00912766">
        <w:t>.</w:t>
      </w:r>
    </w:p>
    <w:p w14:paraId="34E1AD50" w14:textId="57A3DEF0" w:rsidR="001F52A3" w:rsidRPr="00912766" w:rsidRDefault="001F52A3" w:rsidP="001F52A3">
      <w:pPr>
        <w:pStyle w:val="Heading2"/>
      </w:pPr>
      <w:bookmarkStart w:id="7" w:name="_Toc129098115"/>
      <w:r w:rsidRPr="00912766">
        <w:t>Scope</w:t>
      </w:r>
      <w:bookmarkEnd w:id="7"/>
    </w:p>
    <w:p w14:paraId="25399549" w14:textId="201767E3" w:rsidR="00471835" w:rsidRPr="00912766" w:rsidRDefault="006A6640" w:rsidP="00EC0230">
      <w:r w:rsidRPr="00912766">
        <w:t xml:space="preserve">This document’s scope is limited to the </w:t>
      </w:r>
      <w:fldSimple w:instr=" DOCPROPERTY  Title ">
        <w:r w:rsidR="00C3350A">
          <w:t>DDNXA Main Document, Annexes and CSE Export 5.15.1</w:t>
        </w:r>
      </w:fldSimple>
      <w:r w:rsidR="00B52B87" w:rsidRPr="00912766">
        <w:t xml:space="preserve"> </w:t>
      </w:r>
      <w:r w:rsidRPr="00912766">
        <w:t>release</w:t>
      </w:r>
      <w:r w:rsidR="002C029F">
        <w:t xml:space="preserve"> </w:t>
      </w:r>
      <w:r w:rsidRPr="00912766">
        <w:t>that is indicated in the title. Other releases have their own respective Release Notes.</w:t>
      </w:r>
    </w:p>
    <w:p w14:paraId="6CC33584" w14:textId="1FABAD80" w:rsidR="00471835" w:rsidRPr="00912766" w:rsidRDefault="00471835" w:rsidP="00471835">
      <w:pPr>
        <w:pStyle w:val="Heading2"/>
      </w:pPr>
      <w:bookmarkStart w:id="8" w:name="_Toc129098116"/>
      <w:r w:rsidRPr="00912766">
        <w:t>S</w:t>
      </w:r>
      <w:r w:rsidR="001F52A3" w:rsidRPr="00912766">
        <w:t>tructure</w:t>
      </w:r>
      <w:bookmarkEnd w:id="8"/>
    </w:p>
    <w:p w14:paraId="182BBF40" w14:textId="621517DD" w:rsidR="00090050" w:rsidRPr="00912766" w:rsidRDefault="00090050" w:rsidP="00090050">
      <w:pPr>
        <w:rPr>
          <w:lang w:eastAsia="nl-NL"/>
        </w:rPr>
      </w:pPr>
      <w:r w:rsidRPr="00912766">
        <w:rPr>
          <w:lang w:eastAsia="nl-NL"/>
        </w:rPr>
        <w:t>This document is organised as follows:</w:t>
      </w:r>
    </w:p>
    <w:p w14:paraId="7F6838C5" w14:textId="2C5CE968" w:rsidR="00F64558" w:rsidRPr="00912766" w:rsidRDefault="00F64558" w:rsidP="00F64558">
      <w:pPr>
        <w:pStyle w:val="ListBullet"/>
      </w:pPr>
      <w:r w:rsidRPr="00912766">
        <w:rPr>
          <w:b/>
          <w:bCs/>
        </w:rPr>
        <w:t xml:space="preserve">Chapter </w:t>
      </w:r>
      <w:r w:rsidR="007750D4" w:rsidRPr="00912766">
        <w:rPr>
          <w:b/>
          <w:bCs/>
        </w:rPr>
        <w:fldChar w:fldCharType="begin"/>
      </w:r>
      <w:r w:rsidR="007750D4" w:rsidRPr="00912766">
        <w:rPr>
          <w:b/>
          <w:bCs/>
        </w:rPr>
        <w:instrText xml:space="preserve"> REF _Ref12270897 \n \h </w:instrText>
      </w:r>
      <w:r w:rsidR="00912766">
        <w:rPr>
          <w:b/>
          <w:bCs/>
        </w:rPr>
        <w:instrText xml:space="preserve"> \* MERGEFORMAT </w:instrText>
      </w:r>
      <w:r w:rsidR="007750D4" w:rsidRPr="00912766">
        <w:rPr>
          <w:b/>
          <w:bCs/>
        </w:rPr>
      </w:r>
      <w:r w:rsidR="007750D4" w:rsidRPr="00912766">
        <w:rPr>
          <w:b/>
          <w:bCs/>
        </w:rPr>
        <w:fldChar w:fldCharType="separate"/>
      </w:r>
      <w:r w:rsidR="00AB1108">
        <w:rPr>
          <w:b/>
          <w:bCs/>
        </w:rPr>
        <w:t>1</w:t>
      </w:r>
      <w:r w:rsidR="007750D4" w:rsidRPr="00912766">
        <w:rPr>
          <w:b/>
          <w:bCs/>
        </w:rPr>
        <w:fldChar w:fldCharType="end"/>
      </w:r>
      <w:r w:rsidRPr="00912766">
        <w:rPr>
          <w:b/>
          <w:bCs/>
        </w:rPr>
        <w:t xml:space="preserve"> </w:t>
      </w:r>
      <w:r w:rsidRPr="00912766">
        <w:t xml:space="preserve">– </w:t>
      </w:r>
      <w:r w:rsidR="007750D4" w:rsidRPr="00912766">
        <w:rPr>
          <w:b/>
          <w:bCs/>
        </w:rPr>
        <w:fldChar w:fldCharType="begin"/>
      </w:r>
      <w:r w:rsidR="007750D4" w:rsidRPr="00912766">
        <w:rPr>
          <w:b/>
          <w:bCs/>
        </w:rPr>
        <w:instrText xml:space="preserve"> REF _Ref12270897 \h  \* MERGEFORMAT </w:instrText>
      </w:r>
      <w:r w:rsidR="007750D4" w:rsidRPr="00912766">
        <w:rPr>
          <w:b/>
          <w:bCs/>
        </w:rPr>
      </w:r>
      <w:r w:rsidR="007750D4" w:rsidRPr="00912766">
        <w:rPr>
          <w:b/>
          <w:bCs/>
        </w:rPr>
        <w:fldChar w:fldCharType="separate"/>
      </w:r>
      <w:r w:rsidR="00AB1108" w:rsidRPr="00AB1108">
        <w:rPr>
          <w:b/>
          <w:bCs/>
        </w:rPr>
        <w:t>Introduction</w:t>
      </w:r>
      <w:r w:rsidR="007750D4" w:rsidRPr="00912766">
        <w:rPr>
          <w:b/>
          <w:bCs/>
        </w:rPr>
        <w:fldChar w:fldCharType="end"/>
      </w:r>
      <w:r w:rsidRPr="00912766">
        <w:rPr>
          <w:b/>
          <w:bCs/>
        </w:rPr>
        <w:t>:</w:t>
      </w:r>
      <w:r w:rsidRPr="00912766">
        <w:t xml:space="preserve"> describes the scope and the objectives of the document;</w:t>
      </w:r>
    </w:p>
    <w:p w14:paraId="5C56CFFB" w14:textId="3041C612" w:rsidR="00F64558" w:rsidRPr="00912766" w:rsidRDefault="00F64558" w:rsidP="00F64558">
      <w:pPr>
        <w:pStyle w:val="ListBullet"/>
      </w:pPr>
      <w:r w:rsidRPr="00912766">
        <w:rPr>
          <w:b/>
          <w:bCs/>
        </w:rPr>
        <w:t xml:space="preserve">Chapter </w:t>
      </w:r>
      <w:r w:rsidR="007750D4" w:rsidRPr="00912766">
        <w:rPr>
          <w:b/>
          <w:bCs/>
        </w:rPr>
        <w:fldChar w:fldCharType="begin"/>
      </w:r>
      <w:r w:rsidR="007750D4" w:rsidRPr="00912766">
        <w:rPr>
          <w:b/>
          <w:bCs/>
        </w:rPr>
        <w:instrText xml:space="preserve"> REF _Ref42002982 \n \h </w:instrText>
      </w:r>
      <w:r w:rsidR="00912766">
        <w:rPr>
          <w:b/>
          <w:bCs/>
        </w:rPr>
        <w:instrText xml:space="preserve"> \* MERGEFORMAT </w:instrText>
      </w:r>
      <w:r w:rsidR="007750D4" w:rsidRPr="00912766">
        <w:rPr>
          <w:b/>
          <w:bCs/>
        </w:rPr>
      </w:r>
      <w:r w:rsidR="007750D4" w:rsidRPr="00912766">
        <w:rPr>
          <w:b/>
          <w:bCs/>
        </w:rPr>
        <w:fldChar w:fldCharType="separate"/>
      </w:r>
      <w:r w:rsidR="00AB1108">
        <w:rPr>
          <w:b/>
          <w:bCs/>
        </w:rPr>
        <w:t>2</w:t>
      </w:r>
      <w:r w:rsidR="007750D4" w:rsidRPr="00912766">
        <w:rPr>
          <w:b/>
          <w:bCs/>
        </w:rPr>
        <w:fldChar w:fldCharType="end"/>
      </w:r>
      <w:r w:rsidRPr="00912766">
        <w:rPr>
          <w:b/>
          <w:bCs/>
        </w:rPr>
        <w:t xml:space="preserve"> –</w:t>
      </w:r>
      <w:r w:rsidR="00CD73B0" w:rsidRPr="00912766">
        <w:rPr>
          <w:b/>
          <w:bCs/>
        </w:rPr>
        <w:t xml:space="preserve"> </w:t>
      </w:r>
      <w:r w:rsidR="00CD73B0" w:rsidRPr="00912766">
        <w:rPr>
          <w:b/>
          <w:bCs/>
        </w:rPr>
        <w:fldChar w:fldCharType="begin"/>
      </w:r>
      <w:r w:rsidR="00CD73B0" w:rsidRPr="00912766">
        <w:rPr>
          <w:b/>
          <w:bCs/>
        </w:rPr>
        <w:instrText xml:space="preserve"> REF _Ref42004275 \h  \* MERGEFORMAT </w:instrText>
      </w:r>
      <w:r w:rsidR="00CD73B0" w:rsidRPr="00912766">
        <w:rPr>
          <w:b/>
          <w:bCs/>
        </w:rPr>
      </w:r>
      <w:r w:rsidR="00CD73B0" w:rsidRPr="00912766">
        <w:rPr>
          <w:b/>
          <w:bCs/>
        </w:rPr>
        <w:fldChar w:fldCharType="separate"/>
      </w:r>
      <w:r w:rsidR="00AB1108" w:rsidRPr="00AB1108">
        <w:rPr>
          <w:b/>
          <w:bCs/>
        </w:rPr>
        <w:t>Delivery contents</w:t>
      </w:r>
      <w:r w:rsidR="00CD73B0" w:rsidRPr="00912766">
        <w:rPr>
          <w:b/>
          <w:bCs/>
        </w:rPr>
        <w:fldChar w:fldCharType="end"/>
      </w:r>
      <w:r w:rsidRPr="00912766">
        <w:rPr>
          <w:b/>
          <w:bCs/>
        </w:rPr>
        <w:t>:</w:t>
      </w:r>
      <w:r w:rsidRPr="00912766">
        <w:t xml:space="preserve"> describes the contents of the release package;</w:t>
      </w:r>
    </w:p>
    <w:p w14:paraId="0975B81D" w14:textId="327CE8AB" w:rsidR="00F64558" w:rsidRPr="00912766" w:rsidRDefault="00F64558" w:rsidP="00F64558">
      <w:pPr>
        <w:pStyle w:val="ListBullet"/>
      </w:pPr>
      <w:r w:rsidRPr="00912766">
        <w:rPr>
          <w:b/>
          <w:bCs/>
        </w:rPr>
        <w:t xml:space="preserve">Chapter </w:t>
      </w:r>
      <w:r w:rsidRPr="00912766">
        <w:rPr>
          <w:b/>
          <w:bCs/>
        </w:rPr>
        <w:fldChar w:fldCharType="begin"/>
      </w:r>
      <w:r w:rsidRPr="00912766">
        <w:rPr>
          <w:b/>
          <w:bCs/>
        </w:rPr>
        <w:instrText xml:space="preserve"> REF _Ref469907843 \r \h  \* MERGEFORMAT </w:instrText>
      </w:r>
      <w:r w:rsidRPr="00912766">
        <w:rPr>
          <w:b/>
          <w:bCs/>
        </w:rPr>
      </w:r>
      <w:r w:rsidRPr="00912766">
        <w:rPr>
          <w:b/>
          <w:bCs/>
        </w:rPr>
        <w:fldChar w:fldCharType="separate"/>
      </w:r>
      <w:r w:rsidR="00AB1108">
        <w:rPr>
          <w:b/>
          <w:bCs/>
        </w:rPr>
        <w:t>3</w:t>
      </w:r>
      <w:r w:rsidRPr="00912766">
        <w:rPr>
          <w:b/>
          <w:bCs/>
        </w:rPr>
        <w:fldChar w:fldCharType="end"/>
      </w:r>
      <w:r w:rsidRPr="00912766">
        <w:rPr>
          <w:b/>
          <w:bCs/>
        </w:rPr>
        <w:t xml:space="preserve"> – </w:t>
      </w:r>
      <w:r w:rsidRPr="00912766">
        <w:rPr>
          <w:b/>
          <w:bCs/>
        </w:rPr>
        <w:fldChar w:fldCharType="begin"/>
      </w:r>
      <w:r w:rsidRPr="00912766">
        <w:rPr>
          <w:b/>
          <w:bCs/>
        </w:rPr>
        <w:instrText xml:space="preserve"> REF _Ref469907871 \h  \* MERGEFORMAT </w:instrText>
      </w:r>
      <w:r w:rsidRPr="00912766">
        <w:rPr>
          <w:b/>
          <w:bCs/>
        </w:rPr>
      </w:r>
      <w:r w:rsidRPr="00912766">
        <w:rPr>
          <w:b/>
          <w:bCs/>
        </w:rPr>
        <w:fldChar w:fldCharType="separate"/>
      </w:r>
      <w:r w:rsidR="00AB1108" w:rsidRPr="00AB1108">
        <w:rPr>
          <w:b/>
          <w:bCs/>
        </w:rPr>
        <w:t>Release Scope</w:t>
      </w:r>
      <w:r w:rsidRPr="00912766">
        <w:rPr>
          <w:b/>
          <w:bCs/>
        </w:rPr>
        <w:fldChar w:fldCharType="end"/>
      </w:r>
      <w:r w:rsidRPr="00912766">
        <w:rPr>
          <w:b/>
          <w:bCs/>
        </w:rPr>
        <w:t>:</w:t>
      </w:r>
      <w:r w:rsidRPr="00912766">
        <w:t xml:space="preserve"> informs about the scope and target of the release;</w:t>
      </w:r>
    </w:p>
    <w:p w14:paraId="0424E18B" w14:textId="058217B0" w:rsidR="00F64558" w:rsidRPr="00912766" w:rsidRDefault="00F64558" w:rsidP="00F64558">
      <w:pPr>
        <w:pStyle w:val="ListBullet"/>
      </w:pPr>
      <w:r w:rsidRPr="00912766">
        <w:rPr>
          <w:b/>
          <w:bCs/>
        </w:rPr>
        <w:t xml:space="preserve">Chapter </w:t>
      </w:r>
      <w:r w:rsidRPr="00912766">
        <w:rPr>
          <w:b/>
          <w:bCs/>
        </w:rPr>
        <w:fldChar w:fldCharType="begin"/>
      </w:r>
      <w:r w:rsidRPr="00912766">
        <w:rPr>
          <w:b/>
          <w:bCs/>
        </w:rPr>
        <w:instrText xml:space="preserve"> REF _Ref526239872 \r \h  \* MERGEFORMAT </w:instrText>
      </w:r>
      <w:r w:rsidRPr="00912766">
        <w:rPr>
          <w:b/>
          <w:bCs/>
        </w:rPr>
      </w:r>
      <w:r w:rsidRPr="00912766">
        <w:rPr>
          <w:b/>
          <w:bCs/>
        </w:rPr>
        <w:fldChar w:fldCharType="separate"/>
      </w:r>
      <w:r w:rsidR="00AB1108">
        <w:rPr>
          <w:b/>
          <w:bCs/>
        </w:rPr>
        <w:t>4</w:t>
      </w:r>
      <w:r w:rsidRPr="00912766">
        <w:rPr>
          <w:b/>
          <w:bCs/>
        </w:rPr>
        <w:fldChar w:fldCharType="end"/>
      </w:r>
      <w:r w:rsidRPr="00912766">
        <w:rPr>
          <w:b/>
          <w:bCs/>
        </w:rPr>
        <w:t xml:space="preserve"> – </w:t>
      </w:r>
      <w:r w:rsidRPr="00912766">
        <w:rPr>
          <w:b/>
          <w:bCs/>
        </w:rPr>
        <w:fldChar w:fldCharType="begin"/>
      </w:r>
      <w:r w:rsidRPr="00912766">
        <w:rPr>
          <w:b/>
          <w:bCs/>
        </w:rPr>
        <w:instrText xml:space="preserve"> REF _Ref526239878 \h  \* MERGEFORMAT </w:instrText>
      </w:r>
      <w:r w:rsidRPr="00912766">
        <w:rPr>
          <w:b/>
          <w:bCs/>
        </w:rPr>
      </w:r>
      <w:r w:rsidRPr="00912766">
        <w:rPr>
          <w:b/>
          <w:bCs/>
        </w:rPr>
        <w:fldChar w:fldCharType="separate"/>
      </w:r>
      <w:r w:rsidR="00AB1108" w:rsidRPr="00AB1108">
        <w:rPr>
          <w:b/>
          <w:bCs/>
        </w:rPr>
        <w:t>Review Instructions</w:t>
      </w:r>
      <w:r w:rsidRPr="00912766">
        <w:rPr>
          <w:b/>
          <w:bCs/>
        </w:rPr>
        <w:fldChar w:fldCharType="end"/>
      </w:r>
      <w:r w:rsidRPr="00912766">
        <w:rPr>
          <w:b/>
          <w:bCs/>
        </w:rPr>
        <w:t>:</w:t>
      </w:r>
      <w:r w:rsidRPr="00912766">
        <w:t xml:space="preserve"> provides information on how to review the particular release; </w:t>
      </w:r>
    </w:p>
    <w:p w14:paraId="760C1658" w14:textId="4CFA81C6" w:rsidR="00A811C6" w:rsidRPr="00912766" w:rsidRDefault="00A811C6" w:rsidP="00F64558">
      <w:pPr>
        <w:pStyle w:val="ListBullet"/>
      </w:pPr>
      <w:r w:rsidRPr="00912766">
        <w:rPr>
          <w:b/>
          <w:bCs/>
        </w:rPr>
        <w:t>Chapter</w:t>
      </w:r>
      <w:r w:rsidR="00AB1108">
        <w:rPr>
          <w:b/>
          <w:bCs/>
        </w:rPr>
        <w:t xml:space="preserve"> </w:t>
      </w:r>
      <w:r w:rsidR="00AB1108">
        <w:rPr>
          <w:b/>
          <w:bCs/>
        </w:rPr>
        <w:fldChar w:fldCharType="begin"/>
      </w:r>
      <w:r w:rsidR="00AB1108">
        <w:rPr>
          <w:b/>
          <w:bCs/>
        </w:rPr>
        <w:instrText xml:space="preserve"> REF _Ref97299662 \r \h </w:instrText>
      </w:r>
      <w:r w:rsidR="00AB1108">
        <w:rPr>
          <w:b/>
          <w:bCs/>
        </w:rPr>
      </w:r>
      <w:r w:rsidR="00AB1108">
        <w:rPr>
          <w:b/>
          <w:bCs/>
        </w:rPr>
        <w:fldChar w:fldCharType="separate"/>
      </w:r>
      <w:r w:rsidR="00AB1108">
        <w:rPr>
          <w:b/>
          <w:bCs/>
        </w:rPr>
        <w:t>5</w:t>
      </w:r>
      <w:r w:rsidR="00AB1108">
        <w:rPr>
          <w:b/>
          <w:bCs/>
        </w:rPr>
        <w:fldChar w:fldCharType="end"/>
      </w:r>
      <w:r w:rsidR="00AB1108">
        <w:rPr>
          <w:b/>
          <w:bCs/>
        </w:rPr>
        <w:t xml:space="preserve"> </w:t>
      </w:r>
      <w:r w:rsidRPr="00912766">
        <w:rPr>
          <w:b/>
          <w:bCs/>
        </w:rPr>
        <w:t xml:space="preserve">– </w:t>
      </w:r>
      <w:r w:rsidRPr="00912766">
        <w:rPr>
          <w:b/>
          <w:bCs/>
          <w:lang w:val="en-US"/>
        </w:rPr>
        <w:t>Deviations note:</w:t>
      </w:r>
      <w:r w:rsidRPr="00912766">
        <w:rPr>
          <w:b/>
          <w:bCs/>
        </w:rPr>
        <w:t xml:space="preserve"> </w:t>
      </w:r>
      <w:r w:rsidRPr="00912766">
        <w:rPr>
          <w:lang w:val="en-US"/>
        </w:rPr>
        <w:t>provides information related to the deviations between the approved RfCs and issues identified right after</w:t>
      </w:r>
      <w:r w:rsidR="00B52B87" w:rsidRPr="00912766">
        <w:rPr>
          <w:lang w:val="en-US"/>
        </w:rPr>
        <w:t>, if any</w:t>
      </w:r>
      <w:r w:rsidRPr="00912766">
        <w:rPr>
          <w:lang w:val="en-US"/>
        </w:rPr>
        <w:t>;</w:t>
      </w:r>
    </w:p>
    <w:p w14:paraId="654B9AB1" w14:textId="62BC1D02" w:rsidR="00EF7016" w:rsidRPr="00912766" w:rsidRDefault="00F64558" w:rsidP="00F64558">
      <w:pPr>
        <w:pStyle w:val="ListBullet"/>
      </w:pPr>
      <w:r w:rsidRPr="00912766">
        <w:rPr>
          <w:b/>
          <w:bCs/>
        </w:rPr>
        <w:t xml:space="preserve">Chapter </w:t>
      </w:r>
      <w:r w:rsidRPr="00912766">
        <w:rPr>
          <w:b/>
          <w:bCs/>
        </w:rPr>
        <w:fldChar w:fldCharType="begin"/>
      </w:r>
      <w:r w:rsidRPr="00912766">
        <w:rPr>
          <w:b/>
          <w:bCs/>
        </w:rPr>
        <w:instrText xml:space="preserve"> REF _Ref526239890 \r \h  \* MERGEFORMAT </w:instrText>
      </w:r>
      <w:r w:rsidRPr="00912766">
        <w:rPr>
          <w:b/>
          <w:bCs/>
        </w:rPr>
      </w:r>
      <w:r w:rsidRPr="00912766">
        <w:rPr>
          <w:b/>
          <w:bCs/>
        </w:rPr>
        <w:fldChar w:fldCharType="separate"/>
      </w:r>
      <w:r w:rsidR="00AB1108">
        <w:rPr>
          <w:b/>
          <w:bCs/>
        </w:rPr>
        <w:t>6</w:t>
      </w:r>
      <w:r w:rsidRPr="00912766">
        <w:rPr>
          <w:b/>
          <w:bCs/>
        </w:rPr>
        <w:fldChar w:fldCharType="end"/>
      </w:r>
      <w:r w:rsidRPr="00912766">
        <w:rPr>
          <w:b/>
          <w:bCs/>
        </w:rPr>
        <w:t xml:space="preserve"> – </w:t>
      </w:r>
      <w:r w:rsidRPr="00912766">
        <w:rPr>
          <w:b/>
          <w:bCs/>
        </w:rPr>
        <w:fldChar w:fldCharType="begin"/>
      </w:r>
      <w:r w:rsidRPr="00912766">
        <w:rPr>
          <w:b/>
          <w:bCs/>
        </w:rPr>
        <w:instrText xml:space="preserve"> REF _Ref526239885 \h  \* MERGEFORMAT </w:instrText>
      </w:r>
      <w:r w:rsidRPr="00912766">
        <w:rPr>
          <w:b/>
          <w:bCs/>
        </w:rPr>
      </w:r>
      <w:r w:rsidRPr="00912766">
        <w:rPr>
          <w:b/>
          <w:bCs/>
        </w:rPr>
        <w:fldChar w:fldCharType="separate"/>
      </w:r>
      <w:r w:rsidR="00AB1108" w:rsidRPr="00AB1108">
        <w:rPr>
          <w:b/>
          <w:bCs/>
        </w:rPr>
        <w:t>Other Useful Information</w:t>
      </w:r>
      <w:r w:rsidRPr="00912766">
        <w:rPr>
          <w:b/>
          <w:bCs/>
        </w:rPr>
        <w:fldChar w:fldCharType="end"/>
      </w:r>
      <w:r w:rsidRPr="00912766">
        <w:rPr>
          <w:b/>
          <w:bCs/>
        </w:rPr>
        <w:t>:</w:t>
      </w:r>
      <w:r w:rsidRPr="00912766">
        <w:t xml:space="preserve"> provides any other useful information related to the release.</w:t>
      </w:r>
    </w:p>
    <w:p w14:paraId="6827A398" w14:textId="1C3BCEBE" w:rsidR="00471835" w:rsidRPr="00912766" w:rsidRDefault="00471835" w:rsidP="00471835">
      <w:pPr>
        <w:pStyle w:val="Heading2"/>
      </w:pPr>
      <w:bookmarkStart w:id="9" w:name="_Toc129098117"/>
      <w:r w:rsidRPr="00912766">
        <w:t>Reference documents</w:t>
      </w:r>
      <w:bookmarkEnd w:id="9"/>
    </w:p>
    <w:p w14:paraId="3D770B91" w14:textId="2A21EFF6" w:rsidR="005C772B" w:rsidRPr="00912766" w:rsidRDefault="005C772B" w:rsidP="005C772B">
      <w:pPr>
        <w:rPr>
          <w:lang w:eastAsia="ko-KR"/>
        </w:rPr>
      </w:pPr>
      <w:r w:rsidRPr="00912766">
        <w:rPr>
          <w:lang w:eastAsia="ko-KR"/>
        </w:rPr>
        <w:t xml:space="preserve">The table below lists </w:t>
      </w:r>
      <w:r w:rsidR="001F5DD2" w:rsidRPr="00912766">
        <w:rPr>
          <w:lang w:eastAsia="ko-KR"/>
        </w:rPr>
        <w:t xml:space="preserve">the </w:t>
      </w:r>
      <w:r w:rsidRPr="00912766">
        <w:rPr>
          <w:lang w:eastAsia="ko-KR"/>
        </w:rPr>
        <w:t>documents that are referred to in the current document.</w:t>
      </w: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8"/>
        <w:gridCol w:w="2788"/>
        <w:gridCol w:w="2269"/>
        <w:gridCol w:w="1274"/>
        <w:gridCol w:w="993"/>
        <w:gridCol w:w="1271"/>
      </w:tblGrid>
      <w:tr w:rsidR="00446D57" w:rsidRPr="00912766" w14:paraId="3EB59F80" w14:textId="77777777" w:rsidTr="00787ED1">
        <w:trPr>
          <w:tblHeader/>
        </w:trPr>
        <w:tc>
          <w:tcPr>
            <w:tcW w:w="25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4B70D2DE" w14:textId="10E7A520" w:rsidR="00446D57" w:rsidRPr="00912766" w:rsidRDefault="00446D57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 w:rsidRPr="00912766">
              <w:rPr>
                <w:rFonts w:eastAsia="PMingLiU"/>
                <w:b/>
                <w:bCs/>
                <w:color w:val="000000"/>
              </w:rPr>
              <w:t>Ref.</w:t>
            </w:r>
          </w:p>
        </w:tc>
        <w:tc>
          <w:tcPr>
            <w:tcW w:w="153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26A3C5E2" w14:textId="61D6B7CE" w:rsidR="00446D57" w:rsidRPr="00912766" w:rsidRDefault="00446D57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912766">
              <w:rPr>
                <w:rFonts w:eastAsia="Calibri"/>
                <w:b/>
                <w:bCs/>
                <w:color w:val="000000"/>
              </w:rPr>
              <w:t>Title</w:t>
            </w:r>
          </w:p>
        </w:tc>
        <w:tc>
          <w:tcPr>
            <w:tcW w:w="125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0C1BB353" w14:textId="3C7D5F2D" w:rsidR="00446D57" w:rsidRPr="00912766" w:rsidRDefault="00446D57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>
              <w:rPr>
                <w:rFonts w:eastAsia="PMingLiU"/>
                <w:b/>
                <w:bCs/>
                <w:color w:val="000000"/>
              </w:rPr>
              <w:t>Reference</w:t>
            </w:r>
          </w:p>
        </w:tc>
        <w:tc>
          <w:tcPr>
            <w:tcW w:w="70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425674DA" w14:textId="599D8C49" w:rsidR="00446D57" w:rsidRPr="00912766" w:rsidRDefault="00446D57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 w:rsidRPr="00912766">
              <w:rPr>
                <w:rFonts w:eastAsia="PMingLiU"/>
                <w:b/>
                <w:bCs/>
                <w:color w:val="000000"/>
              </w:rPr>
              <w:t>Originator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09CD9FBF" w14:textId="752CE247" w:rsidR="00446D57" w:rsidRPr="00912766" w:rsidRDefault="00446D57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912766">
              <w:rPr>
                <w:rFonts w:eastAsia="Calibri"/>
                <w:b/>
                <w:bCs/>
                <w:color w:val="000000"/>
              </w:rPr>
              <w:t>Version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30761FFB" w14:textId="34D914CF" w:rsidR="00446D57" w:rsidRPr="00912766" w:rsidRDefault="00446D57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912766">
              <w:rPr>
                <w:rFonts w:eastAsia="Calibri"/>
                <w:b/>
                <w:bCs/>
                <w:color w:val="000000"/>
              </w:rPr>
              <w:t>Date</w:t>
            </w:r>
          </w:p>
        </w:tc>
      </w:tr>
      <w:tr w:rsidR="00446D57" w:rsidRPr="00912766" w14:paraId="38E10FAE" w14:textId="77777777" w:rsidTr="00787ED1">
        <w:trPr>
          <w:trHeight w:val="61"/>
        </w:trPr>
        <w:tc>
          <w:tcPr>
            <w:tcW w:w="25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8B4B7A2" w14:textId="19CE5131" w:rsidR="00446D57" w:rsidRPr="00912766" w:rsidRDefault="00446D57" w:rsidP="001C7C7C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912766">
              <w:t>R</w:t>
            </w:r>
            <w:r w:rsidRPr="00912766">
              <w:fldChar w:fldCharType="begin"/>
            </w:r>
            <w:r w:rsidRPr="00912766">
              <w:instrText xml:space="preserve"> SEQ ReferenceDocs \# "00" \* MERGEFORMAT </w:instrText>
            </w:r>
            <w:r w:rsidRPr="00912766">
              <w:fldChar w:fldCharType="separate"/>
            </w:r>
            <w:r>
              <w:rPr>
                <w:noProof/>
              </w:rPr>
              <w:t>01</w:t>
            </w:r>
            <w:r w:rsidRPr="00912766">
              <w:fldChar w:fldCharType="end"/>
            </w:r>
          </w:p>
        </w:tc>
        <w:tc>
          <w:tcPr>
            <w:tcW w:w="153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45A173A" w14:textId="23EC5B96" w:rsidR="00446D57" w:rsidRPr="00912766" w:rsidRDefault="00000000" w:rsidP="003C408B">
            <w:pPr>
              <w:spacing w:after="0" w:line="276" w:lineRule="auto"/>
              <w:jc w:val="left"/>
              <w:rPr>
                <w:rFonts w:eastAsia="PMingLiU"/>
              </w:rPr>
            </w:pPr>
            <w:fldSimple w:instr=" DOCPROPERTY  Title ">
              <w:r w:rsidR="00C4228B">
                <w:t>DDNXA Main Document, Annexes and CSE Export 5.15.1</w:t>
              </w:r>
            </w:fldSimple>
          </w:p>
        </w:tc>
        <w:tc>
          <w:tcPr>
            <w:tcW w:w="125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707AEA5" w14:textId="5B3C0ECA" w:rsidR="00446D57" w:rsidRPr="00912766" w:rsidRDefault="00C20D8B" w:rsidP="0073659A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C20D8B">
              <w:rPr>
                <w:rFonts w:eastAsia="PMingLiU"/>
                <w:color w:val="000000"/>
              </w:rPr>
              <w:t>DLV-259-6-6-1-4</w:t>
            </w:r>
          </w:p>
        </w:tc>
        <w:tc>
          <w:tcPr>
            <w:tcW w:w="70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F59C4B" w14:textId="34AEE300" w:rsidR="00446D57" w:rsidRPr="00912766" w:rsidRDefault="00446D57" w:rsidP="0073659A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>
              <w:rPr>
                <w:rFonts w:eastAsia="PMingLiU"/>
                <w:color w:val="000000"/>
              </w:rPr>
              <w:t>SOFT-DEV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479A5F1" w14:textId="74CF135F" w:rsidR="00446D57" w:rsidRPr="00912766" w:rsidRDefault="00F70D27" w:rsidP="0073659A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1.00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9DFC6F9" w14:textId="47271182" w:rsidR="00446D57" w:rsidRPr="004748CC" w:rsidRDefault="00000000" w:rsidP="0073659A">
            <w:pPr>
              <w:spacing w:after="0" w:line="276" w:lineRule="auto"/>
              <w:jc w:val="left"/>
              <w:rPr>
                <w:rFonts w:eastAsia="Calibri"/>
                <w:color w:val="000000"/>
                <w:szCs w:val="22"/>
              </w:rPr>
            </w:pPr>
            <w:sdt>
              <w:sdtPr>
                <w:rPr>
                  <w:rStyle w:val="PlaceholderText"/>
                  <w:color w:val="auto"/>
                  <w:szCs w:val="22"/>
                </w:rPr>
                <w:alias w:val="Date"/>
                <w:tag w:val="Date"/>
                <w:id w:val="-596717679"/>
                <w:dataBinding w:xpath="/EurolookProperties/DocumentDate" w:storeItemID="{D3EA5527-7367-4268-9D83-5125C98D0ED2}"/>
                <w:date w:fullDate="2023-03-07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 w:rsidR="000A5637">
                  <w:rPr>
                    <w:rStyle w:val="PlaceholderText"/>
                    <w:color w:val="auto"/>
                    <w:szCs w:val="22"/>
                  </w:rPr>
                  <w:t>07/03/2023</w:t>
                </w:r>
              </w:sdtContent>
            </w:sdt>
            <w:r w:rsidR="00446D57" w:rsidRPr="00EC4F04" w:rsidDel="00472A4D">
              <w:rPr>
                <w:rFonts w:eastAsia="Calibri"/>
                <w:color w:val="000000"/>
                <w:szCs w:val="22"/>
              </w:rPr>
              <w:t xml:space="preserve"> </w:t>
            </w:r>
          </w:p>
        </w:tc>
      </w:tr>
      <w:tr w:rsidR="00446D57" w:rsidRPr="00912766" w14:paraId="6143B807" w14:textId="77777777" w:rsidTr="00787ED1">
        <w:trPr>
          <w:trHeight w:val="61"/>
        </w:trPr>
        <w:tc>
          <w:tcPr>
            <w:tcW w:w="25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BDC6088" w14:textId="1130E1E7" w:rsidR="00446D57" w:rsidRPr="00912766" w:rsidRDefault="00446D57" w:rsidP="00446D57">
            <w:pPr>
              <w:spacing w:after="0" w:line="276" w:lineRule="auto"/>
              <w:jc w:val="left"/>
            </w:pPr>
            <w:bookmarkStart w:id="10" w:name="R02"/>
            <w:r w:rsidRPr="00912766">
              <w:t>R</w:t>
            </w:r>
            <w:r w:rsidRPr="00912766">
              <w:fldChar w:fldCharType="begin"/>
            </w:r>
            <w:r w:rsidRPr="00912766">
              <w:instrText xml:space="preserve"> SEQ ReferenceDocs \# "00" \* MERGEFORMAT </w:instrText>
            </w:r>
            <w:r w:rsidRPr="00912766">
              <w:fldChar w:fldCharType="separate"/>
            </w:r>
            <w:r>
              <w:rPr>
                <w:noProof/>
              </w:rPr>
              <w:t>02</w:t>
            </w:r>
            <w:r w:rsidRPr="00912766">
              <w:fldChar w:fldCharType="end"/>
            </w:r>
            <w:bookmarkEnd w:id="10"/>
          </w:p>
        </w:tc>
        <w:tc>
          <w:tcPr>
            <w:tcW w:w="153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070006C" w14:textId="0E61246E" w:rsidR="00446D57" w:rsidRDefault="00C4228B" w:rsidP="00446D57">
            <w:pPr>
              <w:spacing w:after="0" w:line="276" w:lineRule="auto"/>
              <w:jc w:val="left"/>
            </w:pPr>
            <w:r w:rsidRPr="00C4228B">
              <w:rPr>
                <w:lang w:val="en-IE"/>
              </w:rPr>
              <w:t>AES-P1 – RfC list .37</w:t>
            </w:r>
          </w:p>
        </w:tc>
        <w:tc>
          <w:tcPr>
            <w:tcW w:w="125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08F4F4F" w14:textId="05E0D8DE" w:rsidR="00446D57" w:rsidRPr="00391D65" w:rsidRDefault="00446D57" w:rsidP="00446D57">
            <w:pPr>
              <w:spacing w:after="0" w:line="276" w:lineRule="auto"/>
              <w:jc w:val="left"/>
              <w:rPr>
                <w:iCs/>
                <w:lang w:val="en-IE"/>
              </w:rPr>
            </w:pPr>
            <w:r w:rsidRPr="0042603B">
              <w:rPr>
                <w:rFonts w:eastAsia="PMingLiU"/>
                <w:color w:val="000000"/>
              </w:rPr>
              <w:t>DLV-259-6-6-1-1</w:t>
            </w:r>
          </w:p>
        </w:tc>
        <w:tc>
          <w:tcPr>
            <w:tcW w:w="70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3CCFFDC" w14:textId="3FBF4310" w:rsidR="00446D57" w:rsidRPr="00912766" w:rsidRDefault="00446D57" w:rsidP="00446D57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>
              <w:rPr>
                <w:rFonts w:eastAsia="PMingLiU"/>
                <w:color w:val="000000"/>
              </w:rPr>
              <w:t>SOFT-DEV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A805F7B" w14:textId="790ACF95" w:rsidR="00446D57" w:rsidRPr="00912766" w:rsidRDefault="00F70D27" w:rsidP="00446D57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1.00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9DBD33D" w14:textId="2ECA7041" w:rsidR="00446D57" w:rsidRDefault="0032394F" w:rsidP="00446D57">
            <w:pPr>
              <w:spacing w:after="0" w:line="276" w:lineRule="auto"/>
              <w:jc w:val="left"/>
              <w:rPr>
                <w:rStyle w:val="PlaceholderText"/>
                <w:color w:val="auto"/>
                <w:szCs w:val="22"/>
              </w:rPr>
            </w:pPr>
            <w:r>
              <w:rPr>
                <w:rFonts w:eastAsia="Calibri"/>
                <w:szCs w:val="20"/>
              </w:rPr>
              <w:t>2</w:t>
            </w:r>
            <w:r w:rsidR="00334F39">
              <w:rPr>
                <w:rFonts w:eastAsia="Calibri"/>
                <w:szCs w:val="20"/>
              </w:rPr>
              <w:t>8</w:t>
            </w:r>
            <w:r w:rsidR="00C20D8B">
              <w:rPr>
                <w:rFonts w:eastAsia="Calibri"/>
                <w:szCs w:val="20"/>
              </w:rPr>
              <w:t>/02/2023</w:t>
            </w:r>
          </w:p>
        </w:tc>
      </w:tr>
      <w:tr w:rsidR="00DA2AFB" w:rsidRPr="00912766" w14:paraId="6FFFC352" w14:textId="77777777" w:rsidTr="00787ED1">
        <w:trPr>
          <w:trHeight w:val="61"/>
        </w:trPr>
        <w:tc>
          <w:tcPr>
            <w:tcW w:w="25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D016DC9" w14:textId="74E5C29C" w:rsidR="00DA2AFB" w:rsidRPr="00912766" w:rsidRDefault="00DA2AFB" w:rsidP="00DA2AFB">
            <w:pPr>
              <w:spacing w:after="0" w:line="276" w:lineRule="auto"/>
              <w:jc w:val="left"/>
            </w:pPr>
            <w:bookmarkStart w:id="11" w:name="R03"/>
            <w:r w:rsidRPr="00912766">
              <w:t>R</w:t>
            </w:r>
            <w:r w:rsidRPr="00912766">
              <w:fldChar w:fldCharType="begin"/>
            </w:r>
            <w:r w:rsidRPr="00912766">
              <w:instrText xml:space="preserve"> SEQ ReferenceDocs \# "00" \* MERGEFORMAT </w:instrText>
            </w:r>
            <w:r w:rsidRPr="00912766">
              <w:fldChar w:fldCharType="separate"/>
            </w:r>
            <w:r>
              <w:rPr>
                <w:noProof/>
              </w:rPr>
              <w:t>03</w:t>
            </w:r>
            <w:r w:rsidRPr="00912766">
              <w:fldChar w:fldCharType="end"/>
            </w:r>
            <w:bookmarkEnd w:id="11"/>
          </w:p>
        </w:tc>
        <w:tc>
          <w:tcPr>
            <w:tcW w:w="153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ADDBFCA" w14:textId="74FB083D" w:rsidR="00DA2AFB" w:rsidRPr="00C4228B" w:rsidRDefault="00DA2AFB" w:rsidP="00DA2AFB">
            <w:pPr>
              <w:spacing w:after="0" w:line="276" w:lineRule="auto"/>
              <w:jc w:val="left"/>
              <w:rPr>
                <w:lang w:val="en-IE"/>
              </w:rPr>
            </w:pPr>
            <w:r>
              <w:rPr>
                <w:lang w:val="en-IE"/>
              </w:rPr>
              <w:t>DDCOM</w:t>
            </w:r>
            <w:r w:rsidR="00A9168A">
              <w:rPr>
                <w:lang w:val="en-IE"/>
              </w:rPr>
              <w:t xml:space="preserve"> 20.4.0</w:t>
            </w:r>
          </w:p>
        </w:tc>
        <w:tc>
          <w:tcPr>
            <w:tcW w:w="125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8138751" w14:textId="5D7806E4" w:rsidR="00DA2AFB" w:rsidRPr="0042603B" w:rsidRDefault="005E6FC3" w:rsidP="00DA2AFB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>
              <w:rPr>
                <w:rFonts w:eastAsia="PMingLiU"/>
                <w:color w:val="000000"/>
              </w:rPr>
              <w:t>DLV-580-6-7-1-6</w:t>
            </w:r>
          </w:p>
        </w:tc>
        <w:tc>
          <w:tcPr>
            <w:tcW w:w="70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03B0D96" w14:textId="6440F92D" w:rsidR="00DA2AFB" w:rsidRDefault="00DA2AFB" w:rsidP="00DA2AFB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>
              <w:rPr>
                <w:rFonts w:eastAsia="PMingLiU"/>
                <w:color w:val="000000"/>
              </w:rPr>
              <w:t>SOFT-DEV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4850132" w14:textId="60AD470C" w:rsidR="00DA2AFB" w:rsidRDefault="00A9168A" w:rsidP="00DA2AFB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1.00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8B9C80" w14:textId="512B082B" w:rsidR="00DA2AFB" w:rsidRDefault="00A9168A" w:rsidP="00DA2AFB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06</w:t>
            </w:r>
            <w:r w:rsidR="00DA2AFB">
              <w:rPr>
                <w:rFonts w:eastAsia="Calibri"/>
                <w:szCs w:val="20"/>
              </w:rPr>
              <w:t>/</w:t>
            </w:r>
            <w:r>
              <w:rPr>
                <w:rFonts w:eastAsia="Calibri"/>
                <w:szCs w:val="20"/>
              </w:rPr>
              <w:t>04</w:t>
            </w:r>
            <w:r w:rsidR="00DA2AFB">
              <w:rPr>
                <w:rFonts w:eastAsia="Calibri"/>
                <w:szCs w:val="20"/>
              </w:rPr>
              <w:t>/202</w:t>
            </w:r>
            <w:r>
              <w:rPr>
                <w:rFonts w:eastAsia="Calibri"/>
                <w:szCs w:val="20"/>
              </w:rPr>
              <w:t>2</w:t>
            </w:r>
          </w:p>
        </w:tc>
      </w:tr>
      <w:tr w:rsidR="005248AB" w:rsidRPr="00912766" w14:paraId="5A9028CB" w14:textId="77777777" w:rsidTr="00787ED1">
        <w:trPr>
          <w:trHeight w:val="61"/>
        </w:trPr>
        <w:tc>
          <w:tcPr>
            <w:tcW w:w="25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DFBAB99" w14:textId="6A9BBE96" w:rsidR="005248AB" w:rsidRPr="00912766" w:rsidRDefault="005248AB" w:rsidP="005248AB">
            <w:pPr>
              <w:spacing w:after="0" w:line="276" w:lineRule="auto"/>
              <w:jc w:val="left"/>
            </w:pPr>
            <w:bookmarkStart w:id="12" w:name="R04"/>
            <w:r w:rsidRPr="00912766">
              <w:t>R</w:t>
            </w:r>
            <w:r w:rsidRPr="00912766">
              <w:fldChar w:fldCharType="begin"/>
            </w:r>
            <w:r w:rsidRPr="00912766">
              <w:instrText xml:space="preserve"> SEQ ReferenceDocs \# "00" \* MERGEFORMAT </w:instrText>
            </w:r>
            <w:r w:rsidRPr="00912766">
              <w:fldChar w:fldCharType="separate"/>
            </w:r>
            <w:r>
              <w:rPr>
                <w:noProof/>
              </w:rPr>
              <w:t>04</w:t>
            </w:r>
            <w:r w:rsidRPr="00912766">
              <w:fldChar w:fldCharType="end"/>
            </w:r>
            <w:bookmarkEnd w:id="12"/>
          </w:p>
        </w:tc>
        <w:tc>
          <w:tcPr>
            <w:tcW w:w="153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AF2D8DC" w14:textId="27414176" w:rsidR="005248AB" w:rsidRDefault="005248AB" w:rsidP="005248AB">
            <w:pPr>
              <w:spacing w:after="0" w:line="276" w:lineRule="auto"/>
              <w:jc w:val="left"/>
              <w:rPr>
                <w:lang w:val="en-IE"/>
              </w:rPr>
            </w:pPr>
            <w:r w:rsidRPr="008441D1">
              <w:rPr>
                <w:lang w:val="en-IE"/>
              </w:rPr>
              <w:t>SDEV-EMCS P4-DDNEA-v3.1</w:t>
            </w:r>
            <w:r w:rsidR="000561D0">
              <w:rPr>
                <w:lang w:val="en-IE"/>
              </w:rPr>
              <w:t>2</w:t>
            </w:r>
          </w:p>
        </w:tc>
        <w:tc>
          <w:tcPr>
            <w:tcW w:w="125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1764650" w14:textId="491E55EE" w:rsidR="005248AB" w:rsidRDefault="00C5712B" w:rsidP="005248AB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FA25DB">
              <w:rPr>
                <w:szCs w:val="22"/>
              </w:rPr>
              <w:fldChar w:fldCharType="begin"/>
            </w:r>
            <w:r w:rsidRPr="00FA25DB">
              <w:rPr>
                <w:szCs w:val="22"/>
              </w:rPr>
              <w:instrText xml:space="preserve"> DOCPROPERTY  Reference  \* MERGEFORMAT </w:instrText>
            </w:r>
            <w:r w:rsidRPr="00FA25DB">
              <w:rPr>
                <w:szCs w:val="22"/>
              </w:rPr>
              <w:fldChar w:fldCharType="separate"/>
            </w:r>
            <w:r w:rsidRPr="00FA25DB">
              <w:rPr>
                <w:szCs w:val="22"/>
              </w:rPr>
              <w:t>DLV-192-6.8-100-1-1</w:t>
            </w:r>
            <w:r w:rsidRPr="00FA25DB">
              <w:rPr>
                <w:szCs w:val="22"/>
              </w:rPr>
              <w:fldChar w:fldCharType="end"/>
            </w:r>
          </w:p>
        </w:tc>
        <w:tc>
          <w:tcPr>
            <w:tcW w:w="70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1745575" w14:textId="710917EA" w:rsidR="005248AB" w:rsidRDefault="005248AB" w:rsidP="005248AB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>
              <w:rPr>
                <w:rFonts w:eastAsia="PMingLiU"/>
                <w:color w:val="000000"/>
              </w:rPr>
              <w:t>SOFT-DEV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6FF6703" w14:textId="21C4B970" w:rsidR="005248AB" w:rsidRDefault="005248AB" w:rsidP="005248AB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1.00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F1F9B28" w14:textId="0D790929" w:rsidR="005248AB" w:rsidRDefault="008760D1" w:rsidP="005248AB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01/03/2023</w:t>
            </w:r>
          </w:p>
        </w:tc>
      </w:tr>
    </w:tbl>
    <w:p w14:paraId="1E01F369" w14:textId="6482E028" w:rsidR="00471835" w:rsidRPr="00912766" w:rsidRDefault="001F52A3" w:rsidP="001F52A3">
      <w:pPr>
        <w:pStyle w:val="Caption"/>
      </w:pPr>
      <w:bookmarkStart w:id="13" w:name="_Toc129098125"/>
      <w:r w:rsidRPr="00912766">
        <w:t xml:space="preserve">Table </w:t>
      </w:r>
      <w:fldSimple w:instr=" SEQ Table \* ARABIC ">
        <w:r w:rsidR="00CF6094">
          <w:rPr>
            <w:noProof/>
          </w:rPr>
          <w:t>1</w:t>
        </w:r>
      </w:fldSimple>
      <w:r w:rsidRPr="00912766">
        <w:t>: Reference documents</w:t>
      </w:r>
      <w:bookmarkEnd w:id="13"/>
    </w:p>
    <w:p w14:paraId="74B283CB" w14:textId="3F31AE78" w:rsidR="00471835" w:rsidRPr="00912766" w:rsidRDefault="00471835" w:rsidP="00471835">
      <w:pPr>
        <w:pStyle w:val="Heading2"/>
      </w:pPr>
      <w:bookmarkStart w:id="14" w:name="_Toc129098118"/>
      <w:r w:rsidRPr="00912766">
        <w:lastRenderedPageBreak/>
        <w:t>Applicable documents</w:t>
      </w:r>
      <w:bookmarkEnd w:id="14"/>
    </w:p>
    <w:p w14:paraId="6FFF02F7" w14:textId="452802A6" w:rsidR="005C772B" w:rsidRPr="00912766" w:rsidRDefault="005C772B" w:rsidP="005C772B">
      <w:pPr>
        <w:rPr>
          <w:lang w:eastAsia="ko-KR"/>
        </w:rPr>
      </w:pPr>
      <w:r w:rsidRPr="00912766">
        <w:rPr>
          <w:lang w:eastAsia="ko-KR"/>
        </w:rPr>
        <w:t>The table below lists</w:t>
      </w:r>
      <w:r w:rsidR="001F5DD2" w:rsidRPr="00912766">
        <w:rPr>
          <w:lang w:eastAsia="ko-KR"/>
        </w:rPr>
        <w:t xml:space="preserve"> the</w:t>
      </w:r>
      <w:r w:rsidRPr="00912766">
        <w:rPr>
          <w:lang w:eastAsia="ko-KR"/>
        </w:rPr>
        <w:t xml:space="preserve"> documents to which the current document must be compliant</w:t>
      </w:r>
      <w:r w:rsidR="003449C2" w:rsidRPr="00912766">
        <w:rPr>
          <w:lang w:eastAsia="ko-KR"/>
        </w:rPr>
        <w:t xml:space="preserve"> (e.g. FWC, SC, RfA)</w:t>
      </w:r>
      <w:r w:rsidRPr="00912766">
        <w:rPr>
          <w:lang w:eastAsia="ko-KR"/>
        </w:rPr>
        <w:t>.</w:t>
      </w: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0"/>
        <w:gridCol w:w="2887"/>
        <w:gridCol w:w="2128"/>
        <w:gridCol w:w="1274"/>
        <w:gridCol w:w="993"/>
        <w:gridCol w:w="1271"/>
      </w:tblGrid>
      <w:tr w:rsidR="009D7546" w:rsidRPr="00912766" w14:paraId="5A5A8DB4" w14:textId="77777777" w:rsidTr="005E6FC3">
        <w:trPr>
          <w:tblHeader/>
        </w:trPr>
        <w:tc>
          <w:tcPr>
            <w:tcW w:w="28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5977864F" w14:textId="77777777" w:rsidR="0028186F" w:rsidRPr="00912766" w:rsidRDefault="0028186F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bookmarkStart w:id="15" w:name="_Toc9855251"/>
            <w:bookmarkStart w:id="16" w:name="_Toc424222772"/>
            <w:r w:rsidRPr="00912766">
              <w:rPr>
                <w:rFonts w:eastAsia="PMingLiU"/>
                <w:b/>
                <w:bCs/>
                <w:color w:val="000000"/>
              </w:rPr>
              <w:t>Ref.</w:t>
            </w:r>
          </w:p>
        </w:tc>
        <w:tc>
          <w:tcPr>
            <w:tcW w:w="159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5968620F" w14:textId="77777777" w:rsidR="0028186F" w:rsidRPr="00912766" w:rsidRDefault="0028186F" w:rsidP="006E49FF">
            <w:pPr>
              <w:pStyle w:val="TableHeading"/>
              <w:rPr>
                <w:rFonts w:ascii="Times New Roman" w:hAnsi="Times New Roman"/>
              </w:rPr>
            </w:pPr>
            <w:r w:rsidRPr="00912766">
              <w:rPr>
                <w:rFonts w:ascii="Times New Roman" w:hAnsi="Times New Roman"/>
              </w:rPr>
              <w:t>Title</w:t>
            </w:r>
          </w:p>
        </w:tc>
        <w:tc>
          <w:tcPr>
            <w:tcW w:w="117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4D4D6958" w14:textId="5AF297B4" w:rsidR="00CF44B8" w:rsidRDefault="00CF44B8" w:rsidP="0073659A">
            <w:pPr>
              <w:spacing w:after="0" w:line="276" w:lineRule="auto"/>
              <w:jc w:val="left"/>
              <w:rPr>
                <w:rFonts w:ascii="Times New Roman Bold" w:eastAsia="PMingLiU" w:hAnsi="Times New Roman Bold"/>
                <w:b/>
                <w:bCs/>
                <w:color w:val="000000"/>
              </w:rPr>
            </w:pPr>
            <w:r>
              <w:rPr>
                <w:rFonts w:ascii="Times New Roman Bold" w:eastAsia="PMingLiU" w:hAnsi="Times New Roman Bold"/>
                <w:b/>
                <w:bCs/>
                <w:color w:val="000000"/>
              </w:rPr>
              <w:t>Reference</w:t>
            </w:r>
          </w:p>
        </w:tc>
        <w:tc>
          <w:tcPr>
            <w:tcW w:w="70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1486BFBB" w14:textId="0B90CE77" w:rsidR="0028186F" w:rsidRPr="00912766" w:rsidRDefault="00090050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 w:rsidRPr="00912766">
              <w:rPr>
                <w:rFonts w:eastAsia="PMingLiU"/>
                <w:b/>
                <w:bCs/>
                <w:color w:val="000000"/>
              </w:rPr>
              <w:t>Originator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10761A17" w14:textId="77777777" w:rsidR="0028186F" w:rsidRPr="00912766" w:rsidRDefault="0028186F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912766">
              <w:rPr>
                <w:rFonts w:eastAsia="Calibri"/>
                <w:b/>
                <w:bCs/>
                <w:color w:val="000000"/>
              </w:rPr>
              <w:t>Version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1DD39DD4" w14:textId="77777777" w:rsidR="0028186F" w:rsidRPr="00912766" w:rsidRDefault="0028186F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912766">
              <w:rPr>
                <w:rFonts w:eastAsia="Calibri"/>
                <w:b/>
                <w:bCs/>
                <w:color w:val="000000"/>
              </w:rPr>
              <w:t>Date</w:t>
            </w:r>
          </w:p>
        </w:tc>
      </w:tr>
      <w:tr w:rsidR="00EB7C68" w:rsidRPr="00912766" w14:paraId="7E9C8868" w14:textId="77777777" w:rsidTr="005E6FC3">
        <w:tc>
          <w:tcPr>
            <w:tcW w:w="28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C74FBA6" w14:textId="38AA250E" w:rsidR="00893660" w:rsidRPr="00912766" w:rsidRDefault="00893660" w:rsidP="00893660">
            <w:pPr>
              <w:spacing w:after="0" w:line="276" w:lineRule="auto"/>
              <w:jc w:val="left"/>
            </w:pPr>
            <w:r w:rsidRPr="00912766">
              <w:t>A</w:t>
            </w:r>
            <w:r w:rsidRPr="00912766">
              <w:fldChar w:fldCharType="begin"/>
            </w:r>
            <w:r w:rsidRPr="00912766">
              <w:instrText xml:space="preserve"> SEQ ApplicableDocs \# "00" </w:instrText>
            </w:r>
            <w:r w:rsidRPr="00912766">
              <w:fldChar w:fldCharType="separate"/>
            </w:r>
            <w:r w:rsidR="002913CF">
              <w:rPr>
                <w:noProof/>
              </w:rPr>
              <w:t>01</w:t>
            </w:r>
            <w:r w:rsidRPr="00912766">
              <w:fldChar w:fldCharType="end"/>
            </w:r>
          </w:p>
        </w:tc>
        <w:tc>
          <w:tcPr>
            <w:tcW w:w="159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EE6DFB3" w14:textId="725C5696" w:rsidR="00893660" w:rsidRPr="00F02CC7" w:rsidRDefault="00893660" w:rsidP="00893660">
            <w:pPr>
              <w:spacing w:after="0" w:line="276" w:lineRule="auto"/>
              <w:jc w:val="left"/>
            </w:pPr>
            <w:r w:rsidRPr="00F02CC7">
              <w:t>SOFT-DEV Framework Contract</w:t>
            </w:r>
          </w:p>
        </w:tc>
        <w:tc>
          <w:tcPr>
            <w:tcW w:w="117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EF49B7F" w14:textId="359A8E21" w:rsidR="00893660" w:rsidRPr="00F02CC7" w:rsidRDefault="00893660" w:rsidP="00893660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F02CC7">
              <w:t>TAXUD/2021/CC/162</w:t>
            </w:r>
          </w:p>
        </w:tc>
        <w:tc>
          <w:tcPr>
            <w:tcW w:w="70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A20D269" w14:textId="7C9A27B7" w:rsidR="00893660" w:rsidRPr="00F02CC7" w:rsidRDefault="00893660" w:rsidP="00893660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F02CC7">
              <w:rPr>
                <w:rFonts w:eastAsia="PMingLiU"/>
                <w:color w:val="000000"/>
              </w:rPr>
              <w:t>SOFT</w:t>
            </w:r>
            <w:r w:rsidR="004878A0">
              <w:rPr>
                <w:rFonts w:eastAsia="PMingLiU"/>
                <w:color w:val="000000"/>
              </w:rPr>
              <w:t>-</w:t>
            </w:r>
            <w:r w:rsidRPr="00F02CC7">
              <w:rPr>
                <w:rFonts w:eastAsia="PMingLiU"/>
                <w:color w:val="000000"/>
              </w:rPr>
              <w:t>DEV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834CDB3" w14:textId="58025A6B" w:rsidR="00893660" w:rsidRPr="00F02CC7" w:rsidRDefault="00893660" w:rsidP="00893660">
            <w:pPr>
              <w:spacing w:after="0" w:line="276" w:lineRule="auto"/>
              <w:jc w:val="left"/>
            </w:pPr>
            <w:r w:rsidRPr="00F02CC7">
              <w:t>N/A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C437C7" w14:textId="6D539322" w:rsidR="00893660" w:rsidRPr="00F02CC7" w:rsidRDefault="00893660" w:rsidP="00893660">
            <w:pPr>
              <w:spacing w:after="0" w:line="276" w:lineRule="auto"/>
              <w:jc w:val="left"/>
            </w:pPr>
            <w:r w:rsidRPr="00F02CC7">
              <w:t>24/06/2021</w:t>
            </w:r>
          </w:p>
        </w:tc>
      </w:tr>
      <w:tr w:rsidR="00EB7C68" w:rsidRPr="00912766" w14:paraId="37760275" w14:textId="77777777" w:rsidTr="005E6FC3">
        <w:tc>
          <w:tcPr>
            <w:tcW w:w="28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29FACE2" w14:textId="3DCC9DDB" w:rsidR="007F0387" w:rsidRPr="00912766" w:rsidRDefault="007F0387" w:rsidP="007F0387">
            <w:pPr>
              <w:spacing w:after="0" w:line="276" w:lineRule="auto"/>
              <w:jc w:val="left"/>
            </w:pPr>
            <w:r w:rsidRPr="00912766">
              <w:t>A</w:t>
            </w:r>
            <w:r w:rsidRPr="00912766">
              <w:fldChar w:fldCharType="begin"/>
            </w:r>
            <w:r w:rsidRPr="00912766">
              <w:instrText xml:space="preserve"> SEQ ApplicableDocs \# "00" </w:instrText>
            </w:r>
            <w:r w:rsidRPr="00912766">
              <w:fldChar w:fldCharType="separate"/>
            </w:r>
            <w:r w:rsidR="002913CF">
              <w:rPr>
                <w:noProof/>
              </w:rPr>
              <w:t>02</w:t>
            </w:r>
            <w:r w:rsidRPr="00912766">
              <w:fldChar w:fldCharType="end"/>
            </w:r>
          </w:p>
        </w:tc>
        <w:tc>
          <w:tcPr>
            <w:tcW w:w="159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2B82DA5" w14:textId="514AA44E" w:rsidR="007F0387" w:rsidRPr="005E6FC3" w:rsidRDefault="007F0387" w:rsidP="007F0387">
            <w:pPr>
              <w:pStyle w:val="TableHeading"/>
              <w:rPr>
                <w:rFonts w:ascii="Times New Roman" w:hAnsi="Times New Roman"/>
              </w:rPr>
            </w:pPr>
            <w:r w:rsidRPr="00827DC3">
              <w:rPr>
                <w:rFonts w:ascii="Times New Roman" w:hAnsi="Times New Roman"/>
                <w:b w:val="0"/>
              </w:rPr>
              <w:t>Specific Contract 06</w:t>
            </w:r>
          </w:p>
        </w:tc>
        <w:tc>
          <w:tcPr>
            <w:tcW w:w="117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FA53217" w14:textId="378E1449" w:rsidR="007F0387" w:rsidRPr="00D608B3" w:rsidRDefault="007F0387" w:rsidP="007F0387">
            <w:pPr>
              <w:spacing w:after="0" w:line="276" w:lineRule="auto"/>
              <w:jc w:val="left"/>
            </w:pPr>
            <w:r w:rsidRPr="00827DC3">
              <w:rPr>
                <w:rFonts w:eastAsia="PMingLiU"/>
                <w:color w:val="000000"/>
              </w:rPr>
              <w:t>TAXUD/2022/DE/119</w:t>
            </w:r>
          </w:p>
        </w:tc>
        <w:tc>
          <w:tcPr>
            <w:tcW w:w="70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EBC0116" w14:textId="61F88BFF" w:rsidR="007F0387" w:rsidRPr="00912766" w:rsidRDefault="007F0387" w:rsidP="007F0387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827DC3">
              <w:rPr>
                <w:rFonts w:eastAsia="PMingLiU"/>
                <w:color w:val="000000"/>
              </w:rPr>
              <w:t>SOFT</w:t>
            </w:r>
            <w:r w:rsidR="004878A0">
              <w:rPr>
                <w:rFonts w:eastAsia="PMingLiU"/>
                <w:color w:val="000000"/>
              </w:rPr>
              <w:t>-</w:t>
            </w:r>
            <w:r w:rsidRPr="00827DC3">
              <w:rPr>
                <w:rFonts w:eastAsia="PMingLiU"/>
                <w:color w:val="000000"/>
              </w:rPr>
              <w:t>DEV</w:t>
            </w:r>
          </w:p>
        </w:tc>
        <w:tc>
          <w:tcPr>
            <w:tcW w:w="54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D828349" w14:textId="23E67641" w:rsidR="007F0387" w:rsidRPr="00912766" w:rsidRDefault="007F0387" w:rsidP="007F0387">
            <w:pPr>
              <w:spacing w:after="0" w:line="276" w:lineRule="auto"/>
              <w:jc w:val="left"/>
            </w:pPr>
            <w:r w:rsidRPr="00827DC3">
              <w:t>N/A</w:t>
            </w:r>
          </w:p>
        </w:tc>
        <w:tc>
          <w:tcPr>
            <w:tcW w:w="70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2F33647" w14:textId="386AC8FA" w:rsidR="007F0387" w:rsidRPr="00912766" w:rsidRDefault="007F0387" w:rsidP="007F0387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 w:rsidRPr="00827DC3">
              <w:t>22/04/2022</w:t>
            </w:r>
          </w:p>
        </w:tc>
      </w:tr>
    </w:tbl>
    <w:p w14:paraId="714555A4" w14:textId="32EF6872" w:rsidR="00284E57" w:rsidRPr="00912766" w:rsidRDefault="00BC6090" w:rsidP="001F03D8">
      <w:pPr>
        <w:pStyle w:val="Caption"/>
      </w:pPr>
      <w:bookmarkStart w:id="17" w:name="_Toc129098126"/>
      <w:r w:rsidRPr="00912766">
        <w:t xml:space="preserve">Table </w:t>
      </w:r>
      <w:fldSimple w:instr=" SEQ Table \* ARABIC ">
        <w:r w:rsidR="00CF6094">
          <w:rPr>
            <w:noProof/>
          </w:rPr>
          <w:t>2</w:t>
        </w:r>
      </w:fldSimple>
      <w:r w:rsidRPr="00912766">
        <w:t>: Applicable documents</w:t>
      </w:r>
      <w:bookmarkEnd w:id="15"/>
      <w:bookmarkEnd w:id="16"/>
      <w:bookmarkEnd w:id="17"/>
    </w:p>
    <w:p w14:paraId="39406773" w14:textId="3531534A" w:rsidR="001F03D8" w:rsidRPr="00912766" w:rsidRDefault="001F03D8" w:rsidP="001F03D8">
      <w:pPr>
        <w:pStyle w:val="Heading2"/>
      </w:pPr>
      <w:bookmarkStart w:id="18" w:name="_Toc129098119"/>
      <w:r w:rsidRPr="00912766">
        <w:t>Abbreviations &amp; acronyms</w:t>
      </w:r>
      <w:bookmarkEnd w:id="18"/>
    </w:p>
    <w:p w14:paraId="3EB677C4" w14:textId="1210AE03" w:rsidR="001F03D8" w:rsidRPr="00912766" w:rsidRDefault="001F03D8" w:rsidP="005B4956">
      <w:r w:rsidRPr="00912766">
        <w:t>For a better understanding of the present document, the following table provides a list of the principal abbreviations and acronyms used.</w:t>
      </w:r>
    </w:p>
    <w:p w14:paraId="24F05141" w14:textId="1290AACE" w:rsidR="00CA02AA" w:rsidRPr="00912766" w:rsidRDefault="00CA02AA" w:rsidP="008360AF">
      <w:pPr>
        <w:pStyle w:val="Text2"/>
        <w:rPr>
          <w:rFonts w:ascii="Times New Roman" w:hAnsi="Times New Roman"/>
          <w:sz w:val="22"/>
          <w:szCs w:val="22"/>
        </w:rPr>
      </w:pPr>
      <w:r w:rsidRPr="00912766">
        <w:rPr>
          <w:rFonts w:ascii="Times New Roman" w:hAnsi="Times New Roman"/>
          <w:sz w:val="22"/>
          <w:szCs w:val="22"/>
        </w:rPr>
        <w:t>See also the ‘list of acronyms’ on TEMPO.</w:t>
      </w: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95"/>
        <w:gridCol w:w="6368"/>
      </w:tblGrid>
      <w:tr w:rsidR="00ED5791" w:rsidRPr="00912766" w14:paraId="25374804" w14:textId="77777777" w:rsidTr="00A168AD">
        <w:trPr>
          <w:tblHeader/>
        </w:trPr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1B01FA49" w14:textId="77777777" w:rsidR="00ED5791" w:rsidRPr="00912766" w:rsidRDefault="00ED5791" w:rsidP="005033EF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 w:rsidRPr="00912766">
              <w:rPr>
                <w:rFonts w:eastAsia="PMingLiU"/>
                <w:b/>
                <w:bCs/>
                <w:color w:val="000000"/>
              </w:rPr>
              <w:t>Abbreviation/Acronym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35EB76BF" w14:textId="77777777" w:rsidR="00ED5791" w:rsidRPr="00912766" w:rsidRDefault="00ED5791" w:rsidP="005033EF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912766">
              <w:rPr>
                <w:rFonts w:eastAsia="Calibri"/>
                <w:b/>
                <w:bCs/>
                <w:color w:val="000000"/>
              </w:rPr>
              <w:t>Definition</w:t>
            </w:r>
          </w:p>
        </w:tc>
      </w:tr>
      <w:tr w:rsidR="00C51CE3" w:rsidRPr="00912766" w14:paraId="4BB1A692" w14:textId="77777777" w:rsidTr="00DA0F8C">
        <w:trPr>
          <w:trHeight w:val="61"/>
        </w:trPr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4D297FF" w14:textId="089527CF" w:rsidR="00C51CE3" w:rsidRPr="00912766" w:rsidRDefault="00C51CE3" w:rsidP="00C51CE3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912766">
              <w:t>AES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E1DE39C" w14:textId="5D24E5C6" w:rsidR="00C51CE3" w:rsidRPr="00912766" w:rsidRDefault="00C51CE3" w:rsidP="00C51CE3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912766">
              <w:t>Automated Export System</w:t>
            </w:r>
          </w:p>
        </w:tc>
      </w:tr>
      <w:tr w:rsidR="00396744" w:rsidRPr="00912766" w14:paraId="384421F2" w14:textId="77777777" w:rsidTr="00DA0F8C">
        <w:trPr>
          <w:trHeight w:val="61"/>
        </w:trPr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545B824" w14:textId="1D6A0ED8" w:rsidR="00396744" w:rsidRPr="00912766" w:rsidRDefault="00396744" w:rsidP="00C51CE3">
            <w:pPr>
              <w:spacing w:after="0" w:line="276" w:lineRule="auto"/>
              <w:jc w:val="left"/>
            </w:pPr>
            <w:r>
              <w:t>APO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EB60755" w14:textId="3E9DEB12" w:rsidR="00396744" w:rsidRPr="00912766" w:rsidRDefault="00396744" w:rsidP="00C51CE3">
            <w:pPr>
              <w:spacing w:after="0" w:line="276" w:lineRule="auto"/>
              <w:jc w:val="left"/>
            </w:pPr>
            <w:r>
              <w:t>Authorised Position</w:t>
            </w:r>
          </w:p>
        </w:tc>
      </w:tr>
      <w:tr w:rsidR="00852F48" w:rsidRPr="00912766" w14:paraId="7F12600D" w14:textId="77777777" w:rsidTr="00DA0F8C">
        <w:trPr>
          <w:trHeight w:val="61"/>
        </w:trPr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104A316" w14:textId="6021A290" w:rsidR="00852F48" w:rsidRPr="00912766" w:rsidRDefault="00852F48" w:rsidP="00C51CE3">
            <w:pPr>
              <w:spacing w:after="0" w:line="276" w:lineRule="auto"/>
              <w:jc w:val="left"/>
            </w:pPr>
            <w:r>
              <w:t>CCO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9F17496" w14:textId="28281CDF" w:rsidR="00852F48" w:rsidRPr="00912766" w:rsidRDefault="003A54D6" w:rsidP="00C51CE3">
            <w:pPr>
              <w:spacing w:after="0" w:line="276" w:lineRule="auto"/>
              <w:jc w:val="left"/>
            </w:pPr>
            <w:r>
              <w:t>Consolidated Comments</w:t>
            </w:r>
          </w:p>
        </w:tc>
      </w:tr>
      <w:tr w:rsidR="00A04EAD" w:rsidRPr="00912766" w14:paraId="3778EA68" w14:textId="77777777" w:rsidTr="00FC58C3">
        <w:trPr>
          <w:trHeight w:val="61"/>
        </w:trPr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02C7EDB" w14:textId="22DACC34" w:rsidR="00A04EAD" w:rsidRPr="00FC58C3" w:rsidRDefault="00A04EAD" w:rsidP="00141DC0">
            <w:pPr>
              <w:spacing w:after="0" w:line="276" w:lineRule="auto"/>
              <w:jc w:val="lef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DDCOM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60B383A" w14:textId="2B2BD26B" w:rsidR="00A04EAD" w:rsidRPr="00FC58C3" w:rsidRDefault="001640C3" w:rsidP="00141DC0">
            <w:pPr>
              <w:spacing w:after="0" w:line="276" w:lineRule="auto"/>
              <w:jc w:val="left"/>
              <w:rPr>
                <w:szCs w:val="22"/>
                <w:lang w:val="en-US"/>
              </w:rPr>
            </w:pPr>
            <w:r w:rsidRPr="00DF4C53">
              <w:rPr>
                <w:szCs w:val="22"/>
              </w:rPr>
              <w:t>Design Document for Common Operations and Methods</w:t>
            </w:r>
          </w:p>
        </w:tc>
      </w:tr>
      <w:tr w:rsidR="00D15083" w:rsidRPr="00912766" w14:paraId="56C91D18" w14:textId="77777777" w:rsidTr="00CB4449">
        <w:trPr>
          <w:trHeight w:val="61"/>
        </w:trPr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2C454D" w14:textId="23D0ECF1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DDNXA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56B7736" w14:textId="211EA0F6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Design Document for National Export Applications</w:t>
            </w:r>
          </w:p>
        </w:tc>
      </w:tr>
      <w:tr w:rsidR="00D15083" w:rsidRPr="00912766" w14:paraId="34C74DA1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9501324" w14:textId="6B8FB1E5" w:rsidR="00D15083" w:rsidRPr="00912766" w:rsidRDefault="00D15083" w:rsidP="00D15083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912766">
              <w:t>DG TAXUD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FFB3FB2" w14:textId="02A89DA6" w:rsidR="00D15083" w:rsidRPr="00912766" w:rsidRDefault="00D15083" w:rsidP="00D15083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912766">
              <w:t>Directorate-General Taxation and Customs Union</w:t>
            </w:r>
          </w:p>
        </w:tc>
      </w:tr>
      <w:tr w:rsidR="00D15083" w:rsidRPr="00912766" w14:paraId="5EED87B0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CF9FBA5" w14:textId="19B49BBC" w:rsidR="00D15083" w:rsidRPr="00912766" w:rsidRDefault="00D15083" w:rsidP="00D15083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912766">
              <w:t>DLV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D37C0D4" w14:textId="40C73824" w:rsidR="00D15083" w:rsidRPr="00912766" w:rsidRDefault="00D15083" w:rsidP="00D15083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912766">
              <w:t>Deliverable</w:t>
            </w:r>
          </w:p>
        </w:tc>
      </w:tr>
      <w:tr w:rsidR="00965161" w:rsidRPr="00912766" w:rsidDel="00D93EE9" w14:paraId="1997F355" w14:textId="77777777" w:rsidTr="00CB4449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CA4318D" w14:textId="3F70F634" w:rsidR="00965161" w:rsidDel="00D93EE9" w:rsidRDefault="00965161" w:rsidP="00D15083">
            <w:pPr>
              <w:spacing w:after="0" w:line="276" w:lineRule="auto"/>
              <w:jc w:val="left"/>
            </w:pPr>
            <w:r>
              <w:t>EMCS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20DE1AF" w14:textId="3C76D814" w:rsidR="00965161" w:rsidDel="00D93EE9" w:rsidRDefault="00965161" w:rsidP="00D15083">
            <w:pPr>
              <w:spacing w:after="0" w:line="276" w:lineRule="auto"/>
              <w:jc w:val="left"/>
            </w:pPr>
            <w:r>
              <w:t>Excise Movements Control System</w:t>
            </w:r>
          </w:p>
        </w:tc>
      </w:tr>
      <w:tr w:rsidR="00D15083" w:rsidRPr="00912766" w14:paraId="4C7FD0C2" w14:textId="77777777" w:rsidTr="00CB4449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924C6E2" w14:textId="76978C69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IAR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2EEC170" w14:textId="2EF28A90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Impact Analysis Report</w:t>
            </w:r>
          </w:p>
        </w:tc>
      </w:tr>
      <w:tr w:rsidR="00D15083" w:rsidRPr="00912766" w14:paraId="626C9E50" w14:textId="3EEEB41E" w:rsidTr="00CB4449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F1994D1" w14:textId="02BFCBEC" w:rsidR="00D15083" w:rsidRPr="00912766" w:rsidRDefault="00D15083" w:rsidP="00D15083">
            <w:pPr>
              <w:spacing w:after="0" w:line="276" w:lineRule="auto"/>
              <w:jc w:val="left"/>
            </w:pPr>
            <w:r>
              <w:t>IMP</w:t>
            </w:r>
            <w:r w:rsidR="00065B98">
              <w:t>L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36EF2FC" w14:textId="23F31162" w:rsidR="00D15083" w:rsidRPr="00912766" w:rsidRDefault="00D15083" w:rsidP="00D15083">
            <w:pPr>
              <w:spacing w:after="0" w:line="276" w:lineRule="auto"/>
              <w:jc w:val="left"/>
            </w:pPr>
            <w:r>
              <w:t>Implementation Details</w:t>
            </w:r>
          </w:p>
        </w:tc>
      </w:tr>
      <w:tr w:rsidR="00ED3F99" w:rsidRPr="00912766" w14:paraId="1C99AFBF" w14:textId="77777777" w:rsidTr="00CB4449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95C817E" w14:textId="2A5CE970" w:rsidR="00ED3F99" w:rsidRDefault="00ED3F99" w:rsidP="00D15083">
            <w:pPr>
              <w:spacing w:after="0" w:line="276" w:lineRule="auto"/>
              <w:jc w:val="left"/>
            </w:pPr>
            <w:r>
              <w:t>INV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CE086A2" w14:textId="3C693850" w:rsidR="00ED3F99" w:rsidRDefault="00ED3F99" w:rsidP="00D15083">
            <w:pPr>
              <w:spacing w:after="0" w:line="276" w:lineRule="auto"/>
              <w:jc w:val="left"/>
            </w:pPr>
            <w:r>
              <w:t>Invalidation</w:t>
            </w:r>
          </w:p>
        </w:tc>
      </w:tr>
      <w:tr w:rsidR="00D15083" w:rsidRPr="00912766" w14:paraId="673AB7F5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5BFD12F" w14:textId="52B01B5A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QA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AC8DFB3" w14:textId="4916345F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Quality Assurance</w:t>
            </w:r>
          </w:p>
        </w:tc>
      </w:tr>
      <w:tr w:rsidR="001640C3" w:rsidRPr="00912766" w14:paraId="33C7A596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5B95DCC" w14:textId="58A60858" w:rsidR="001640C3" w:rsidRDefault="001640C3" w:rsidP="00D15083">
            <w:pPr>
              <w:spacing w:after="0" w:line="276" w:lineRule="auto"/>
              <w:jc w:val="left"/>
            </w:pPr>
            <w:r>
              <w:t>NA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3501F26" w14:textId="73927520" w:rsidR="001640C3" w:rsidRDefault="001640C3" w:rsidP="00D15083">
            <w:pPr>
              <w:spacing w:after="0" w:line="276" w:lineRule="auto"/>
              <w:jc w:val="left"/>
            </w:pPr>
            <w:r>
              <w:t>National Administration</w:t>
            </w:r>
          </w:p>
        </w:tc>
      </w:tr>
      <w:tr w:rsidR="000B14DC" w:rsidRPr="00912766" w14:paraId="1264288D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ED9DBD2" w14:textId="35E8B822" w:rsidR="000B14DC" w:rsidRDefault="00990A4F" w:rsidP="00D15083">
            <w:pPr>
              <w:spacing w:after="0" w:line="276" w:lineRule="auto"/>
              <w:jc w:val="left"/>
            </w:pPr>
            <w:r>
              <w:t>NCTS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6D2DC8E" w14:textId="60A5BD9C" w:rsidR="000B14DC" w:rsidRDefault="00172B4C" w:rsidP="00D15083">
            <w:pPr>
              <w:spacing w:after="0" w:line="276" w:lineRule="auto"/>
              <w:jc w:val="left"/>
            </w:pPr>
            <w:r>
              <w:t>New Computerised Transit System</w:t>
            </w:r>
          </w:p>
        </w:tc>
      </w:tr>
      <w:tr w:rsidR="00D15083" w:rsidRPr="00912766" w14:paraId="7A2F1C14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DB492E6" w14:textId="773A4FF7" w:rsidR="00D15083" w:rsidRPr="00912766" w:rsidRDefault="00D15083" w:rsidP="00D15083">
            <w:pPr>
              <w:spacing w:after="0" w:line="276" w:lineRule="auto"/>
              <w:jc w:val="left"/>
            </w:pPr>
            <w:r>
              <w:t>NPM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37427FE" w14:textId="73E51F1C" w:rsidR="00D15083" w:rsidRPr="00912766" w:rsidRDefault="00D15083" w:rsidP="00D15083">
            <w:pPr>
              <w:spacing w:after="0" w:line="276" w:lineRule="auto"/>
              <w:jc w:val="left"/>
            </w:pPr>
            <w:r>
              <w:t>National Project Managers</w:t>
            </w:r>
          </w:p>
        </w:tc>
      </w:tr>
      <w:tr w:rsidR="008A72E1" w:rsidRPr="003A57F1" w14:paraId="147B0E9B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C11823D" w14:textId="06970F9A" w:rsidR="008A72E1" w:rsidRPr="00912766" w:rsidRDefault="008A72E1" w:rsidP="008A72E1">
            <w:pPr>
              <w:spacing w:after="0" w:line="276" w:lineRule="auto"/>
              <w:jc w:val="left"/>
            </w:pPr>
            <w:r>
              <w:t>OLAF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6BE1011" w14:textId="6C3E47AE" w:rsidR="008A72E1" w:rsidRPr="003A57F1" w:rsidRDefault="008A72E1" w:rsidP="008A72E1">
            <w:pPr>
              <w:spacing w:after="0" w:line="276" w:lineRule="auto"/>
              <w:jc w:val="left"/>
              <w:rPr>
                <w:lang w:val="fr-BE"/>
              </w:rPr>
            </w:pPr>
            <w:r w:rsidRPr="003A57F1">
              <w:rPr>
                <w:lang w:val="fr-BE"/>
              </w:rPr>
              <w:t>European Anti-Fraud Office / Office de Lutte Anti-Fraude</w:t>
            </w:r>
          </w:p>
        </w:tc>
      </w:tr>
      <w:tr w:rsidR="00D15083" w:rsidRPr="00912766" w14:paraId="6282C51E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B603FE2" w14:textId="1AC4BEC4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RfC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67F739B" w14:textId="0FA8106A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Request for Change</w:t>
            </w:r>
          </w:p>
        </w:tc>
      </w:tr>
      <w:tr w:rsidR="00D15083" w:rsidRPr="00912766" w14:paraId="7769DAC9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59B8C81" w14:textId="799726A1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Rf</w:t>
            </w:r>
            <w:r w:rsidR="00065B98">
              <w:t>A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B69DDAD" w14:textId="36B1D55E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 xml:space="preserve">Request for </w:t>
            </w:r>
            <w:r w:rsidR="00ED75DD">
              <w:t>Acceptance</w:t>
            </w:r>
          </w:p>
        </w:tc>
      </w:tr>
      <w:tr w:rsidR="00D15083" w:rsidRPr="00912766" w14:paraId="6DD8839C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DB2F6BC" w14:textId="263DF375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RNO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5B0772B" w14:textId="31B185AE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Release Note</w:t>
            </w:r>
          </w:p>
        </w:tc>
      </w:tr>
      <w:tr w:rsidR="00D15083" w:rsidRPr="00912766" w14:paraId="7624488A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9E3D474" w14:textId="68FFE013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SfA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45A455F" w14:textId="3B44222D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Submit for Acceptance</w:t>
            </w:r>
          </w:p>
        </w:tc>
      </w:tr>
      <w:tr w:rsidR="00D15083" w:rsidRPr="00912766" w14:paraId="7692ADA0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F289315" w14:textId="741BDC9E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SfI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29F5BD4" w14:textId="6BEB7F39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Submit for Information</w:t>
            </w:r>
          </w:p>
        </w:tc>
      </w:tr>
      <w:tr w:rsidR="00D15083" w:rsidRPr="00912766" w14:paraId="494928D2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9108DFF" w14:textId="16AFDFFA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SfR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B2443C8" w14:textId="74302B92" w:rsidR="00D15083" w:rsidRPr="00912766" w:rsidRDefault="00D15083" w:rsidP="00D15083">
            <w:pPr>
              <w:spacing w:after="0" w:line="276" w:lineRule="auto"/>
              <w:jc w:val="left"/>
            </w:pPr>
            <w:r w:rsidRPr="00912766">
              <w:t>Submit for Review</w:t>
            </w:r>
          </w:p>
        </w:tc>
      </w:tr>
      <w:tr w:rsidR="00C32478" w:rsidRPr="00912766" w14:paraId="12B03756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9040D86" w14:textId="2DF98B5E" w:rsidR="00C32478" w:rsidRPr="00912766" w:rsidRDefault="00C32478" w:rsidP="00D15083">
            <w:pPr>
              <w:spacing w:after="0" w:line="276" w:lineRule="auto"/>
              <w:jc w:val="left"/>
            </w:pPr>
            <w:r>
              <w:rPr>
                <w:szCs w:val="22"/>
                <w:lang w:val="en-US"/>
              </w:rPr>
              <w:t>SOFT</w:t>
            </w:r>
            <w:r w:rsidR="004878A0">
              <w:rPr>
                <w:szCs w:val="22"/>
                <w:lang w:val="en-US"/>
              </w:rPr>
              <w:t>-</w:t>
            </w:r>
            <w:r>
              <w:rPr>
                <w:szCs w:val="22"/>
                <w:lang w:val="en-US"/>
              </w:rPr>
              <w:t>DEV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B87C57E" w14:textId="47D184F5" w:rsidR="00C32478" w:rsidRPr="00912766" w:rsidRDefault="00C32478" w:rsidP="00D15083">
            <w:pPr>
              <w:spacing w:after="0" w:line="276" w:lineRule="auto"/>
              <w:jc w:val="left"/>
            </w:pPr>
            <w:r>
              <w:t>Software Development (DG TAXUD Contractor)</w:t>
            </w:r>
          </w:p>
        </w:tc>
      </w:tr>
      <w:tr w:rsidR="00D15083" w:rsidRPr="00912766" w14:paraId="2FB9AFAE" w14:textId="77777777" w:rsidTr="00FC58C3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95DF7DC" w14:textId="1AD69065" w:rsidR="00D15083" w:rsidRPr="00912766" w:rsidRDefault="00D15083" w:rsidP="00D15083">
            <w:pPr>
              <w:spacing w:after="0" w:line="276" w:lineRule="auto"/>
              <w:jc w:val="left"/>
            </w:pPr>
            <w:r w:rsidRPr="00F62B1A">
              <w:t>TAXUD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4FAAC88" w14:textId="346E4317" w:rsidR="00D15083" w:rsidRPr="00912766" w:rsidRDefault="00D15083" w:rsidP="00D15083">
            <w:pPr>
              <w:spacing w:after="0" w:line="276" w:lineRule="auto"/>
              <w:jc w:val="left"/>
            </w:pPr>
            <w:r w:rsidRPr="00F62B1A">
              <w:t>TAXation and Customs Union DG</w:t>
            </w:r>
          </w:p>
        </w:tc>
      </w:tr>
      <w:tr w:rsidR="00D15083" w:rsidRPr="00912766" w14:paraId="71A569E1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B0136AD" w14:textId="3E383674" w:rsidR="00D15083" w:rsidRPr="00912766" w:rsidRDefault="00D15083" w:rsidP="00D15083">
            <w:pPr>
              <w:spacing w:after="0" w:line="276" w:lineRule="auto"/>
              <w:jc w:val="left"/>
            </w:pPr>
            <w:r>
              <w:t>UCC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89B8761" w14:textId="06A7F355" w:rsidR="00D15083" w:rsidRPr="00912766" w:rsidRDefault="00D15083" w:rsidP="00D15083">
            <w:pPr>
              <w:spacing w:after="0" w:line="276" w:lineRule="auto"/>
              <w:jc w:val="left"/>
            </w:pPr>
            <w:r>
              <w:t>Union Customs Code</w:t>
            </w:r>
          </w:p>
        </w:tc>
      </w:tr>
      <w:tr w:rsidR="00965161" w:rsidRPr="00912766" w14:paraId="67B0C507" w14:textId="77777777" w:rsidTr="00DA0F8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F26556F" w14:textId="724CD23D" w:rsidR="00965161" w:rsidRDefault="00B655CE" w:rsidP="00D15083">
            <w:pPr>
              <w:spacing w:after="0" w:line="276" w:lineRule="auto"/>
              <w:jc w:val="left"/>
            </w:pPr>
            <w:r>
              <w:t>XSD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CA882D9" w14:textId="1C8FA419" w:rsidR="00965161" w:rsidRDefault="00ED75DD" w:rsidP="00D15083">
            <w:pPr>
              <w:spacing w:after="0" w:line="276" w:lineRule="auto"/>
              <w:jc w:val="left"/>
            </w:pPr>
            <w:r>
              <w:t>XML Schema Definition</w:t>
            </w:r>
          </w:p>
        </w:tc>
      </w:tr>
    </w:tbl>
    <w:p w14:paraId="4A6C198F" w14:textId="5113D112" w:rsidR="00024A37" w:rsidRPr="00912766" w:rsidRDefault="001F03D8" w:rsidP="001F03D8">
      <w:pPr>
        <w:pStyle w:val="Caption"/>
        <w:keepNext/>
      </w:pPr>
      <w:bookmarkStart w:id="19" w:name="_Reference_Documents"/>
      <w:bookmarkStart w:id="20" w:name="_Toc11335282"/>
      <w:bookmarkStart w:id="21" w:name="_Toc129098127"/>
      <w:bookmarkEnd w:id="19"/>
      <w:r w:rsidRPr="00912766">
        <w:rPr>
          <w:szCs w:val="22"/>
        </w:rPr>
        <w:t xml:space="preserve">Table </w:t>
      </w:r>
      <w:r w:rsidR="00CF6094">
        <w:rPr>
          <w:szCs w:val="22"/>
        </w:rPr>
        <w:fldChar w:fldCharType="begin"/>
      </w:r>
      <w:r w:rsidR="00CF6094">
        <w:rPr>
          <w:szCs w:val="22"/>
        </w:rPr>
        <w:instrText xml:space="preserve"> SEQ Table \* ARABIC </w:instrText>
      </w:r>
      <w:r w:rsidR="00CF6094">
        <w:rPr>
          <w:szCs w:val="22"/>
        </w:rPr>
        <w:fldChar w:fldCharType="separate"/>
      </w:r>
      <w:r w:rsidR="00CF6094">
        <w:rPr>
          <w:noProof/>
          <w:szCs w:val="22"/>
        </w:rPr>
        <w:t>3</w:t>
      </w:r>
      <w:r w:rsidR="00CF6094">
        <w:rPr>
          <w:szCs w:val="22"/>
        </w:rPr>
        <w:fldChar w:fldCharType="end"/>
      </w:r>
      <w:r w:rsidRPr="00912766">
        <w:rPr>
          <w:szCs w:val="22"/>
        </w:rPr>
        <w:t>: A</w:t>
      </w:r>
      <w:r w:rsidRPr="00912766">
        <w:t>bbreviations and acronyms</w:t>
      </w:r>
      <w:bookmarkEnd w:id="20"/>
      <w:bookmarkEnd w:id="21"/>
    </w:p>
    <w:p w14:paraId="244CD449" w14:textId="5B28CF2D" w:rsidR="001F03D8" w:rsidRPr="00912766" w:rsidRDefault="00024A37" w:rsidP="00024A37">
      <w:pPr>
        <w:spacing w:after="0" w:line="240" w:lineRule="auto"/>
        <w:jc w:val="left"/>
        <w:rPr>
          <w:b/>
        </w:rPr>
      </w:pPr>
      <w:r w:rsidRPr="00912766">
        <w:br w:type="page"/>
      </w:r>
    </w:p>
    <w:p w14:paraId="03CF2EDC" w14:textId="77777777" w:rsidR="00D25D31" w:rsidRPr="003F1C4A" w:rsidRDefault="00D25D31" w:rsidP="00D25D31">
      <w:pPr>
        <w:pStyle w:val="Heading1"/>
        <w:rPr>
          <w:bCs/>
        </w:rPr>
      </w:pPr>
      <w:bookmarkStart w:id="22" w:name="_Toc413846051"/>
      <w:bookmarkStart w:id="23" w:name="_Toc14789295"/>
      <w:bookmarkStart w:id="24" w:name="_Toc9860210"/>
      <w:bookmarkStart w:id="25" w:name="_Toc8827075"/>
      <w:bookmarkStart w:id="26" w:name="_Toc1745119"/>
      <w:bookmarkStart w:id="27" w:name="_Ref42002982"/>
      <w:bookmarkStart w:id="28" w:name="_Ref42003001"/>
      <w:bookmarkStart w:id="29" w:name="_Ref42004238"/>
      <w:bookmarkStart w:id="30" w:name="_Ref42004275"/>
      <w:bookmarkStart w:id="31" w:name="_Toc129098120"/>
      <w:r w:rsidRPr="003F1C4A">
        <w:rPr>
          <w:bCs/>
        </w:rPr>
        <w:lastRenderedPageBreak/>
        <w:t>Delivery contents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1515B808" w14:textId="190FE9C4" w:rsidR="00D116EA" w:rsidRDefault="00B52B87" w:rsidP="00D116EA">
      <w:pPr>
        <w:rPr>
          <w:bCs/>
          <w:lang w:val="en-US"/>
        </w:rPr>
      </w:pPr>
      <w:bookmarkStart w:id="32" w:name="_Toc532829251"/>
      <w:bookmarkStart w:id="33" w:name="_Toc413846052"/>
      <w:bookmarkStart w:id="34" w:name="_Toc1745120"/>
      <w:bookmarkStart w:id="35" w:name="_Toc8827076"/>
      <w:bookmarkStart w:id="36" w:name="_Toc9860211"/>
      <w:bookmarkStart w:id="37" w:name="_Toc14789296"/>
      <w:bookmarkEnd w:id="32"/>
      <w:r w:rsidRPr="00912766">
        <w:rPr>
          <w:lang w:val="en-US"/>
        </w:rPr>
        <w:t xml:space="preserve">This is the delivery of the </w:t>
      </w:r>
      <w:fldSimple w:instr=" DOCPROPERTY  Title ">
        <w:r w:rsidR="00CC4B32">
          <w:t>DDNXA Main Document, Annexes and CSE Export 5.15.1</w:t>
        </w:r>
      </w:fldSimple>
      <w:r w:rsidRPr="00912766">
        <w:rPr>
          <w:lang w:val="en-US"/>
        </w:rPr>
        <w:t xml:space="preserve"> release package.</w:t>
      </w:r>
      <w:r w:rsidR="00D116EA">
        <w:rPr>
          <w:lang w:val="en-US"/>
        </w:rPr>
        <w:t xml:space="preserve"> Actions applicable to this delivery are included in </w:t>
      </w:r>
      <w:r w:rsidR="00DF75A5" w:rsidRPr="00DF75A5">
        <w:rPr>
          <w:bCs/>
          <w:lang w:val="en-US"/>
        </w:rPr>
        <w:t>DDNXA 5.15.1_Action_List</w:t>
      </w:r>
      <w:r w:rsidR="00D116EA" w:rsidRPr="00AE72E0">
        <w:rPr>
          <w:bCs/>
          <w:lang w:val="en-US"/>
        </w:rPr>
        <w:t>file.</w:t>
      </w:r>
    </w:p>
    <w:p w14:paraId="037BAB85" w14:textId="77777777" w:rsidR="00194546" w:rsidRPr="005E25F4" w:rsidRDefault="00194546" w:rsidP="00194546">
      <w:pPr>
        <w:rPr>
          <w:lang w:val="en-US"/>
        </w:rPr>
      </w:pPr>
      <w:r w:rsidRPr="00794DB1">
        <w:t>The delivery consists of:</w:t>
      </w:r>
    </w:p>
    <w:p w14:paraId="3A9B4715" w14:textId="06B431D5" w:rsidR="005543BB" w:rsidRPr="008A72E1" w:rsidRDefault="00AA3F43" w:rsidP="005543BB">
      <w:pPr>
        <w:pStyle w:val="ListParagraph"/>
        <w:numPr>
          <w:ilvl w:val="0"/>
          <w:numId w:val="37"/>
        </w:numPr>
        <w:rPr>
          <w:lang w:val="fr-BE"/>
        </w:rPr>
      </w:pPr>
      <w:r w:rsidRPr="008A72E1">
        <w:rPr>
          <w:lang w:val="fr-BE"/>
        </w:rPr>
        <w:t>SDEV-AES P1-</w:t>
      </w:r>
      <w:r w:rsidR="005543BB" w:rsidRPr="008A72E1">
        <w:rPr>
          <w:lang w:val="fr-BE"/>
        </w:rPr>
        <w:t>DDNXA</w:t>
      </w:r>
      <w:r w:rsidR="0061693E" w:rsidRPr="008A72E1">
        <w:rPr>
          <w:lang w:val="fr-BE"/>
        </w:rPr>
        <w:t>-Main Document-5.15.</w:t>
      </w:r>
      <w:r w:rsidR="004B00D9" w:rsidRPr="008A72E1">
        <w:rPr>
          <w:lang w:val="fr-BE"/>
        </w:rPr>
        <w:t>1</w:t>
      </w:r>
      <w:r w:rsidR="0061693E" w:rsidRPr="008A72E1">
        <w:rPr>
          <w:lang w:val="fr-BE"/>
        </w:rPr>
        <w:t>-v</w:t>
      </w:r>
      <w:r w:rsidR="00964F43" w:rsidRPr="008A72E1">
        <w:rPr>
          <w:lang w:val="fr-BE"/>
        </w:rPr>
        <w:t>1.00</w:t>
      </w:r>
      <w:r w:rsidR="0061693E" w:rsidRPr="008A72E1">
        <w:rPr>
          <w:lang w:val="fr-BE"/>
        </w:rPr>
        <w:t>.docx;</w:t>
      </w:r>
    </w:p>
    <w:p w14:paraId="12AE1773" w14:textId="237AD71D" w:rsidR="005543BB" w:rsidRDefault="005543BB" w:rsidP="005543BB">
      <w:pPr>
        <w:pStyle w:val="ListParagraph"/>
        <w:numPr>
          <w:ilvl w:val="0"/>
          <w:numId w:val="37"/>
        </w:numPr>
      </w:pPr>
      <w:r>
        <w:t>DDNXA PDF Appendices (</w:t>
      </w:r>
      <w:r w:rsidRPr="002E2902">
        <w:t>J,</w:t>
      </w:r>
      <w:r w:rsidRPr="003650D3">
        <w:rPr>
          <w:lang w:val="en-US"/>
        </w:rPr>
        <w:t xml:space="preserve"> </w:t>
      </w:r>
      <w:r>
        <w:rPr>
          <w:lang w:val="en-US"/>
        </w:rPr>
        <w:t>K,</w:t>
      </w:r>
      <w:r w:rsidRPr="002E2902">
        <w:t xml:space="preserve"> Q2, R,</w:t>
      </w:r>
      <w:r>
        <w:t xml:space="preserve"> S,</w:t>
      </w:r>
      <w:r w:rsidRPr="002E2902">
        <w:t xml:space="preserve"> Y, Z</w:t>
      </w:r>
      <w:r>
        <w:t xml:space="preserve">), Appendix X (XSD), Appendix </w:t>
      </w:r>
      <w:r>
        <w:rPr>
          <w:lang w:val="en-US"/>
        </w:rPr>
        <w:t>C_BusinessCodelistValidation.xml, Appendix Q2 R_C.xlsx</w:t>
      </w:r>
      <w:r>
        <w:t xml:space="preserve"> and Appendices A, B, M, N for AES;</w:t>
      </w:r>
    </w:p>
    <w:p w14:paraId="0614BFB0" w14:textId="486EB624" w:rsidR="008D6414" w:rsidRPr="00383594" w:rsidRDefault="005543BB" w:rsidP="005543BB">
      <w:pPr>
        <w:pStyle w:val="ListParagraph"/>
        <w:numPr>
          <w:ilvl w:val="0"/>
          <w:numId w:val="37"/>
        </w:numPr>
      </w:pPr>
      <w:r w:rsidRPr="00383594">
        <w:t xml:space="preserve">DDNA </w:t>
      </w:r>
      <w:r w:rsidRPr="00383089">
        <w:t>CSE Database- v5</w:t>
      </w:r>
      <w:r w:rsidRPr="00383089">
        <w:rPr>
          <w:lang w:val="el-GR"/>
        </w:rPr>
        <w:t>1</w:t>
      </w:r>
      <w:r w:rsidRPr="00383089">
        <w:t>.</w:t>
      </w:r>
      <w:r w:rsidRPr="00383089">
        <w:rPr>
          <w:lang w:val="en-US"/>
        </w:rPr>
        <w:t>8</w:t>
      </w:r>
      <w:r w:rsidRPr="00383089">
        <w:rPr>
          <w:lang w:val="el-GR"/>
        </w:rPr>
        <w:t>.</w:t>
      </w:r>
      <w:r w:rsidR="00D31C15">
        <w:rPr>
          <w:lang w:val="en-US"/>
        </w:rPr>
        <w:t>2</w:t>
      </w:r>
      <w:r w:rsidR="00BC3427">
        <w:t>;</w:t>
      </w:r>
    </w:p>
    <w:p w14:paraId="687F3BFF" w14:textId="06F92F9D" w:rsidR="009877D0" w:rsidRPr="00D116EA" w:rsidRDefault="00933B84" w:rsidP="00787ED1">
      <w:pPr>
        <w:pStyle w:val="ListParagraph"/>
        <w:numPr>
          <w:ilvl w:val="0"/>
          <w:numId w:val="37"/>
        </w:numPr>
        <w:rPr>
          <w:lang w:val="en-US"/>
        </w:rPr>
      </w:pPr>
      <w:r>
        <w:t>DDNXA Supporting Documents (</w:t>
      </w:r>
      <w:r w:rsidR="00F8228A" w:rsidRPr="00F8228A">
        <w:t>DDNXA 5.15.1_Action_List.xlsx</w:t>
      </w:r>
      <w:r>
        <w:t xml:space="preserve"> and EMCS IEs).</w:t>
      </w:r>
    </w:p>
    <w:p w14:paraId="1DBEBBEC" w14:textId="77777777" w:rsidR="007824E0" w:rsidRDefault="007824E0" w:rsidP="007824E0">
      <w:r w:rsidRPr="001321EE">
        <w:t xml:space="preserve">For any additional information, please contact: </w:t>
      </w:r>
      <w:hyperlink r:id="rId15" w:history="1">
        <w:r w:rsidRPr="00AD137E">
          <w:rPr>
            <w:rStyle w:val="Hyperlink"/>
          </w:rPr>
          <w:t>support@itsmtaxud.europa.eu</w:t>
        </w:r>
      </w:hyperlink>
      <w:r w:rsidRPr="001321EE">
        <w:t xml:space="preserve"> </w:t>
      </w:r>
    </w:p>
    <w:p w14:paraId="15F5E317" w14:textId="77777777" w:rsidR="00D116EA" w:rsidRPr="00D116EA" w:rsidRDefault="00D116EA" w:rsidP="00B52B87"/>
    <w:p w14:paraId="06C44BEA" w14:textId="3728F5CF" w:rsidR="001321EE" w:rsidRPr="00912766" w:rsidRDefault="00806148" w:rsidP="00B52B87">
      <w:r w:rsidRPr="00912766">
        <w:br w:type="page"/>
      </w:r>
    </w:p>
    <w:p w14:paraId="4A0DA414" w14:textId="77777777" w:rsidR="001321EE" w:rsidRPr="00912766" w:rsidRDefault="001321EE" w:rsidP="001321EE">
      <w:pPr>
        <w:pStyle w:val="Heading1"/>
        <w:tabs>
          <w:tab w:val="clear" w:pos="510"/>
          <w:tab w:val="num" w:pos="432"/>
        </w:tabs>
        <w:spacing w:before="240" w:after="240" w:line="240" w:lineRule="auto"/>
        <w:ind w:left="431" w:right="862" w:hanging="431"/>
      </w:pPr>
      <w:bookmarkStart w:id="38" w:name="_Toc413846058"/>
      <w:bookmarkStart w:id="39" w:name="_Ref469907843"/>
      <w:bookmarkStart w:id="40" w:name="_Ref469907871"/>
      <w:bookmarkStart w:id="41" w:name="_Toc526355322"/>
      <w:bookmarkStart w:id="42" w:name="_Toc526355400"/>
      <w:bookmarkStart w:id="43" w:name="_Toc40787816"/>
      <w:bookmarkStart w:id="44" w:name="_Toc129098121"/>
      <w:r w:rsidRPr="00912766">
        <w:lastRenderedPageBreak/>
        <w:t>Release Scope</w:t>
      </w:r>
      <w:bookmarkEnd w:id="38"/>
      <w:bookmarkEnd w:id="39"/>
      <w:bookmarkEnd w:id="40"/>
      <w:bookmarkEnd w:id="41"/>
      <w:bookmarkEnd w:id="42"/>
      <w:bookmarkEnd w:id="43"/>
      <w:bookmarkEnd w:id="44"/>
    </w:p>
    <w:p w14:paraId="03E7F90D" w14:textId="49493BFC" w:rsidR="00E81888" w:rsidRDefault="00E81888" w:rsidP="00247A5B">
      <w:r>
        <w:t xml:space="preserve">The deliverable includes the DDNXA which is the implementation </w:t>
      </w:r>
      <w:r w:rsidR="00A7107D">
        <w:t xml:space="preserve">of </w:t>
      </w:r>
      <w:r>
        <w:t>the IARs included in the RFC-List.3</w:t>
      </w:r>
      <w:r w:rsidR="0011553E">
        <w:t>7</w:t>
      </w:r>
      <w:r w:rsidR="00364AE2">
        <w:t xml:space="preserve"> [</w:t>
      </w:r>
      <w:r w:rsidR="00CF6094">
        <w:fldChar w:fldCharType="begin"/>
      </w:r>
      <w:r w:rsidR="00CF6094">
        <w:instrText xml:space="preserve"> REF R02 \h </w:instrText>
      </w:r>
      <w:r w:rsidR="00CF6094">
        <w:fldChar w:fldCharType="separate"/>
      </w:r>
      <w:r w:rsidR="00CF6094" w:rsidRPr="00912766">
        <w:t>R</w:t>
      </w:r>
      <w:r w:rsidR="00CF6094">
        <w:rPr>
          <w:noProof/>
        </w:rPr>
        <w:t>02</w:t>
      </w:r>
      <w:r w:rsidR="00CF6094">
        <w:fldChar w:fldCharType="end"/>
      </w:r>
      <w:r w:rsidR="00364AE2">
        <w:t>]</w:t>
      </w:r>
      <w:r>
        <w:t xml:space="preserve">. </w:t>
      </w:r>
      <w:r w:rsidR="00A12090" w:rsidRPr="003F1C4A">
        <w:t>T</w:t>
      </w:r>
      <w:r w:rsidR="00A12090" w:rsidRPr="003F1C4A">
        <w:rPr>
          <w:lang w:val="en-US"/>
        </w:rPr>
        <w:t xml:space="preserve">he </w:t>
      </w:r>
      <w:r w:rsidR="00A12090" w:rsidRPr="00F40382">
        <w:rPr>
          <w:lang w:val="en-US"/>
        </w:rPr>
        <w:t>file</w:t>
      </w:r>
      <w:r w:rsidR="00A12090" w:rsidRPr="00787ED1">
        <w:rPr>
          <w:b/>
          <w:lang w:val="en-US"/>
        </w:rPr>
        <w:t xml:space="preserve"> “</w:t>
      </w:r>
      <w:r w:rsidR="006267F3" w:rsidRPr="00787ED1">
        <w:rPr>
          <w:b/>
        </w:rPr>
        <w:t>DDNXA 5.15.1_Action_List.</w:t>
      </w:r>
      <w:r w:rsidR="00A12090" w:rsidRPr="00787ED1" w:rsidDel="006267F3">
        <w:rPr>
          <w:b/>
        </w:rPr>
        <w:t>xlsx</w:t>
      </w:r>
      <w:r w:rsidR="00A12090" w:rsidRPr="00787ED1">
        <w:rPr>
          <w:b/>
          <w:lang w:val="en-US"/>
        </w:rPr>
        <w:t>”</w:t>
      </w:r>
      <w:r w:rsidR="00A12090" w:rsidRPr="003F1C4A">
        <w:rPr>
          <w:lang w:val="en-US"/>
        </w:rPr>
        <w:t xml:space="preserve"> (included in the </w:t>
      </w:r>
      <w:r w:rsidR="00A12090" w:rsidRPr="003F1C4A">
        <w:t xml:space="preserve">delivery </w:t>
      </w:r>
      <w:r w:rsidR="00A12090" w:rsidRPr="003F1C4A">
        <w:rPr>
          <w:lang w:val="en-US"/>
        </w:rPr>
        <w:t xml:space="preserve">package) </w:t>
      </w:r>
      <w:r w:rsidR="00A12090" w:rsidRPr="003F1C4A">
        <w:t>lists the changes.</w:t>
      </w:r>
    </w:p>
    <w:p w14:paraId="43381611" w14:textId="150B39EB" w:rsidR="00BE7658" w:rsidRDefault="00BE7658" w:rsidP="00BE7658">
      <w:r>
        <w:t xml:space="preserve">In addition to the above, </w:t>
      </w:r>
      <w:bookmarkStart w:id="45" w:name="_Hlk533028582"/>
      <w:r>
        <w:t xml:space="preserve">this delivery incorporates </w:t>
      </w:r>
      <w:bookmarkEnd w:id="45"/>
      <w:r>
        <w:t xml:space="preserve">the “To be implemented” comments from </w:t>
      </w:r>
      <w:r w:rsidRPr="00CB4C1F">
        <w:rPr>
          <w:lang w:val="en-US"/>
        </w:rPr>
        <w:t xml:space="preserve">CCO </w:t>
      </w:r>
      <w:r w:rsidR="00792A28">
        <w:rPr>
          <w:lang w:val="en-US"/>
        </w:rPr>
        <w:t>(</w:t>
      </w:r>
      <w:r w:rsidR="00792A28" w:rsidRPr="00792A28">
        <w:rPr>
          <w:lang w:val="en-US"/>
        </w:rPr>
        <w:t>QC48291-QA5 SC02_SDEV DLV-259-6-6-1-4 SDEV-AES-P1-DDNXA-5.15.1_APO</w:t>
      </w:r>
      <w:r w:rsidR="00792A28">
        <w:rPr>
          <w:lang w:val="en-US"/>
        </w:rPr>
        <w:t>)</w:t>
      </w:r>
      <w:r w:rsidRPr="00CB4C1F">
        <w:rPr>
          <w:lang w:val="en-US"/>
        </w:rPr>
        <w:t xml:space="preserve"> raised by </w:t>
      </w:r>
      <w:r w:rsidR="00871023">
        <w:t>QA</w:t>
      </w:r>
      <w:r w:rsidR="003869CC">
        <w:t>C</w:t>
      </w:r>
      <w:r>
        <w:t xml:space="preserve"> and DG TAXUD</w:t>
      </w:r>
      <w:r w:rsidRPr="00CB4C1F">
        <w:rPr>
          <w:lang w:val="en-US"/>
        </w:rPr>
        <w:t xml:space="preserve"> to</w:t>
      </w:r>
      <w:r>
        <w:t xml:space="preserve"> the SfR delivery of the DDNXA</w:t>
      </w:r>
      <w:r w:rsidR="00871023">
        <w:t>-</w:t>
      </w:r>
      <w:r w:rsidRPr="004477EA">
        <w:rPr>
          <w:lang w:val="en-US"/>
        </w:rPr>
        <w:t>5.15.1</w:t>
      </w:r>
      <w:r>
        <w:t xml:space="preserve">. </w:t>
      </w:r>
    </w:p>
    <w:p w14:paraId="57956425" w14:textId="4831314C" w:rsidR="000D31C8" w:rsidRDefault="009F3087" w:rsidP="000D31C8">
      <w:pPr>
        <w:pStyle w:val="ListParagraph"/>
        <w:numPr>
          <w:ilvl w:val="0"/>
          <w:numId w:val="57"/>
        </w:numPr>
        <w:rPr>
          <w:rStyle w:val="normaltextrun"/>
          <w:color w:val="000000"/>
          <w:shd w:val="clear" w:color="auto" w:fill="FFFFFF"/>
          <w:lang w:val="en-US"/>
        </w:rPr>
      </w:pPr>
      <w:r w:rsidRPr="00FF48F6">
        <w:rPr>
          <w:rStyle w:val="normaltextrun"/>
          <w:color w:val="000000"/>
          <w:shd w:val="clear" w:color="auto" w:fill="FFFFFF"/>
          <w:lang w:val="en-US"/>
        </w:rPr>
        <w:t>In terms of the DDN</w:t>
      </w:r>
      <w:r>
        <w:rPr>
          <w:rStyle w:val="normaltextrun"/>
          <w:color w:val="000000"/>
          <w:shd w:val="clear" w:color="auto" w:fill="FFFFFF"/>
          <w:lang w:val="en-US"/>
        </w:rPr>
        <w:t>XA Appendices, t</w:t>
      </w:r>
      <w:r w:rsidR="00072CEF">
        <w:rPr>
          <w:rStyle w:val="normaltextrun"/>
          <w:color w:val="000000"/>
          <w:shd w:val="clear" w:color="auto" w:fill="FFFFFF"/>
          <w:lang w:val="en-US"/>
        </w:rPr>
        <w:t xml:space="preserve">he following </w:t>
      </w:r>
      <w:r w:rsidR="0070657F">
        <w:rPr>
          <w:rStyle w:val="normaltextrun"/>
          <w:color w:val="000000"/>
          <w:shd w:val="clear" w:color="auto" w:fill="FFFFFF"/>
          <w:lang w:val="en-US"/>
        </w:rPr>
        <w:t xml:space="preserve">appendices have been modified based on the </w:t>
      </w:r>
      <w:r w:rsidR="000D31C8">
        <w:rPr>
          <w:rStyle w:val="normaltextrun"/>
          <w:color w:val="000000"/>
          <w:shd w:val="clear" w:color="auto" w:fill="FFFFFF"/>
          <w:lang w:val="en-US"/>
        </w:rPr>
        <w:t xml:space="preserve">received comments: </w:t>
      </w:r>
      <w:r w:rsidR="00195806">
        <w:rPr>
          <w:rStyle w:val="normaltextrun"/>
          <w:color w:val="000000"/>
          <w:shd w:val="clear" w:color="auto" w:fill="FFFFFF"/>
          <w:lang w:val="en-US"/>
        </w:rPr>
        <w:t>Appendix A</w:t>
      </w:r>
      <w:r w:rsidR="00220190">
        <w:rPr>
          <w:rStyle w:val="normaltextrun"/>
          <w:color w:val="000000"/>
          <w:shd w:val="clear" w:color="auto" w:fill="FFFFFF"/>
          <w:lang w:val="en-US"/>
        </w:rPr>
        <w:t>;</w:t>
      </w:r>
    </w:p>
    <w:p w14:paraId="7F3BD7DF" w14:textId="73E05747" w:rsidR="00C01C91" w:rsidRDefault="00195806" w:rsidP="000D31C8">
      <w:pPr>
        <w:pStyle w:val="ListParagraph"/>
        <w:numPr>
          <w:ilvl w:val="0"/>
          <w:numId w:val="57"/>
        </w:numPr>
        <w:rPr>
          <w:rStyle w:val="normaltextrun"/>
          <w:color w:val="000000"/>
          <w:shd w:val="clear" w:color="auto" w:fill="FFFFFF"/>
          <w:lang w:val="en-US"/>
        </w:rPr>
      </w:pPr>
      <w:r>
        <w:rPr>
          <w:rStyle w:val="normaltextrun"/>
          <w:color w:val="000000"/>
          <w:shd w:val="clear" w:color="auto" w:fill="FFFFFF"/>
          <w:lang w:val="en-US"/>
        </w:rPr>
        <w:t xml:space="preserve">Appendix </w:t>
      </w:r>
      <w:r w:rsidR="00C01C91">
        <w:rPr>
          <w:rStyle w:val="normaltextrun"/>
          <w:color w:val="000000"/>
          <w:shd w:val="clear" w:color="auto" w:fill="FFFFFF"/>
          <w:lang w:val="en-US"/>
        </w:rPr>
        <w:t>B</w:t>
      </w:r>
      <w:r w:rsidR="00220190">
        <w:rPr>
          <w:rStyle w:val="normaltextrun"/>
          <w:color w:val="000000"/>
          <w:shd w:val="clear" w:color="auto" w:fill="FFFFFF"/>
          <w:lang w:val="en-US"/>
        </w:rPr>
        <w:t>;</w:t>
      </w:r>
    </w:p>
    <w:p w14:paraId="46B8C5BC" w14:textId="0922620F" w:rsidR="00195806" w:rsidRDefault="00C01C91" w:rsidP="000D31C8">
      <w:pPr>
        <w:pStyle w:val="ListParagraph"/>
        <w:numPr>
          <w:ilvl w:val="0"/>
          <w:numId w:val="57"/>
        </w:numPr>
        <w:rPr>
          <w:rStyle w:val="normaltextrun"/>
          <w:color w:val="000000"/>
          <w:shd w:val="clear" w:color="auto" w:fill="FFFFFF"/>
          <w:lang w:val="en-US"/>
        </w:rPr>
      </w:pPr>
      <w:r>
        <w:rPr>
          <w:rStyle w:val="normaltextrun"/>
          <w:color w:val="000000"/>
          <w:shd w:val="clear" w:color="auto" w:fill="FFFFFF"/>
          <w:lang w:val="en-US"/>
        </w:rPr>
        <w:t xml:space="preserve">Appendix </w:t>
      </w:r>
      <w:r w:rsidR="00195806">
        <w:rPr>
          <w:rStyle w:val="normaltextrun"/>
          <w:color w:val="000000"/>
          <w:shd w:val="clear" w:color="auto" w:fill="FFFFFF"/>
          <w:lang w:val="en-US"/>
        </w:rPr>
        <w:t>K</w:t>
      </w:r>
      <w:r w:rsidR="00220190">
        <w:rPr>
          <w:rStyle w:val="normaltextrun"/>
          <w:color w:val="000000"/>
          <w:shd w:val="clear" w:color="auto" w:fill="FFFFFF"/>
          <w:lang w:val="en-US"/>
        </w:rPr>
        <w:t>;</w:t>
      </w:r>
    </w:p>
    <w:p w14:paraId="2ACC7C8D" w14:textId="0718952C" w:rsidR="00672CA6" w:rsidRDefault="00672CA6" w:rsidP="000D31C8">
      <w:pPr>
        <w:pStyle w:val="ListParagraph"/>
        <w:numPr>
          <w:ilvl w:val="0"/>
          <w:numId w:val="57"/>
        </w:numPr>
        <w:rPr>
          <w:rStyle w:val="normaltextrun"/>
          <w:color w:val="000000"/>
          <w:shd w:val="clear" w:color="auto" w:fill="FFFFFF"/>
          <w:lang w:val="en-US"/>
        </w:rPr>
      </w:pPr>
      <w:r>
        <w:rPr>
          <w:rStyle w:val="normaltextrun"/>
          <w:color w:val="000000"/>
          <w:shd w:val="clear" w:color="auto" w:fill="FFFFFF"/>
          <w:lang w:val="en-US"/>
        </w:rPr>
        <w:t>Appendix M</w:t>
      </w:r>
      <w:r w:rsidR="00220190">
        <w:rPr>
          <w:rStyle w:val="normaltextrun"/>
          <w:color w:val="000000"/>
          <w:shd w:val="clear" w:color="auto" w:fill="FFFFFF"/>
          <w:lang w:val="en-US"/>
        </w:rPr>
        <w:t>;</w:t>
      </w:r>
    </w:p>
    <w:p w14:paraId="1E075498" w14:textId="5A9E8594" w:rsidR="00195806" w:rsidRDefault="00C01C91" w:rsidP="000D31C8">
      <w:pPr>
        <w:pStyle w:val="ListParagraph"/>
        <w:numPr>
          <w:ilvl w:val="0"/>
          <w:numId w:val="57"/>
        </w:numPr>
        <w:rPr>
          <w:rStyle w:val="normaltextrun"/>
          <w:color w:val="000000"/>
          <w:shd w:val="clear" w:color="auto" w:fill="FFFFFF"/>
          <w:lang w:val="en-US"/>
        </w:rPr>
      </w:pPr>
      <w:r>
        <w:rPr>
          <w:rStyle w:val="normaltextrun"/>
          <w:color w:val="000000"/>
          <w:shd w:val="clear" w:color="auto" w:fill="FFFFFF"/>
          <w:lang w:val="en-US"/>
        </w:rPr>
        <w:t>Appendix S</w:t>
      </w:r>
      <w:r w:rsidR="00220190">
        <w:rPr>
          <w:rStyle w:val="normaltextrun"/>
          <w:color w:val="000000"/>
          <w:shd w:val="clear" w:color="auto" w:fill="FFFFFF"/>
          <w:lang w:val="en-US"/>
        </w:rPr>
        <w:t>;</w:t>
      </w:r>
    </w:p>
    <w:p w14:paraId="0AC4FECD" w14:textId="47E6F0CD" w:rsidR="002931BE" w:rsidRPr="00FF48F6" w:rsidRDefault="002931BE" w:rsidP="00FF48F6">
      <w:pPr>
        <w:pStyle w:val="ListParagraph"/>
        <w:numPr>
          <w:ilvl w:val="0"/>
          <w:numId w:val="57"/>
        </w:numPr>
        <w:rPr>
          <w:rStyle w:val="normaltextrun"/>
          <w:color w:val="000000"/>
          <w:shd w:val="clear" w:color="auto" w:fill="FFFFFF"/>
          <w:lang w:val="en-US"/>
        </w:rPr>
      </w:pPr>
      <w:r>
        <w:rPr>
          <w:rStyle w:val="normaltextrun"/>
          <w:color w:val="000000"/>
          <w:shd w:val="clear" w:color="auto" w:fill="FFFFFF"/>
          <w:lang w:val="en-US"/>
        </w:rPr>
        <w:t>Appendix Q2</w:t>
      </w:r>
      <w:r w:rsidR="00220190">
        <w:rPr>
          <w:rStyle w:val="normaltextrun"/>
          <w:color w:val="000000"/>
          <w:shd w:val="clear" w:color="auto" w:fill="FFFFFF"/>
          <w:lang w:val="en-US"/>
        </w:rPr>
        <w:t>.</w:t>
      </w:r>
    </w:p>
    <w:p w14:paraId="153CE846" w14:textId="3CE5DD73" w:rsidR="003867AA" w:rsidRDefault="00912766" w:rsidP="00FC58C3">
      <w:pPr>
        <w:autoSpaceDE w:val="0"/>
        <w:autoSpaceDN w:val="0"/>
        <w:adjustRightInd w:val="0"/>
      </w:pPr>
      <w:r w:rsidRPr="00912766">
        <w:rPr>
          <w:rFonts w:eastAsia="Calibri"/>
          <w:color w:val="000000"/>
        </w:rPr>
        <w:t xml:space="preserve">In terms of the </w:t>
      </w:r>
      <w:fldSimple w:instr=" DOCPROPERTY  Title ">
        <w:r w:rsidR="003F1C4A">
          <w:t>DDNXA Main Document</w:t>
        </w:r>
      </w:fldSimple>
      <w:r w:rsidRPr="00912766">
        <w:t xml:space="preserve"> artefact, </w:t>
      </w:r>
      <w:r w:rsidR="00726D18">
        <w:t>comments received under the DDNXA Main Document led to the modification of the following DDNXA Main Document sections:</w:t>
      </w:r>
    </w:p>
    <w:p w14:paraId="03A28E31" w14:textId="65B01799" w:rsidR="00557765" w:rsidRPr="008E5A9A" w:rsidRDefault="00557765" w:rsidP="00557765">
      <w:pPr>
        <w:pStyle w:val="ListParagraph"/>
        <w:numPr>
          <w:ilvl w:val="0"/>
          <w:numId w:val="49"/>
        </w:numPr>
      </w:pPr>
      <w:r>
        <w:t xml:space="preserve">I.1.8.1 </w:t>
      </w:r>
      <w:r w:rsidR="00B059EF">
        <w:tab/>
      </w:r>
      <w:r w:rsidR="00B059EF">
        <w:tab/>
      </w:r>
      <w:r w:rsidRPr="008E5A9A">
        <w:t>Changes in DDNXA Release 5.15.1 – version 1.00</w:t>
      </w:r>
      <w:r w:rsidR="00B059EF">
        <w:t>;</w:t>
      </w:r>
    </w:p>
    <w:p w14:paraId="229CB2A6" w14:textId="0DA6039C" w:rsidR="00B0175C" w:rsidRPr="00B0175C" w:rsidRDefault="00B0175C" w:rsidP="00FC58C3">
      <w:pPr>
        <w:pStyle w:val="ListParagraph"/>
        <w:numPr>
          <w:ilvl w:val="0"/>
          <w:numId w:val="49"/>
        </w:numPr>
      </w:pPr>
      <w:r>
        <w:t>I.2</w:t>
      </w:r>
      <w:r>
        <w:tab/>
      </w:r>
      <w:r w:rsidR="00340879">
        <w:tab/>
      </w:r>
      <w:r w:rsidRPr="00B0175C">
        <w:t>Applicable and reference documents</w:t>
      </w:r>
      <w:r w:rsidR="002C2CE4">
        <w:t>;</w:t>
      </w:r>
    </w:p>
    <w:p w14:paraId="31C8FE78" w14:textId="53444379" w:rsidR="00B15A60" w:rsidRPr="00B0175C" w:rsidRDefault="00B15A60" w:rsidP="00D81F19">
      <w:pPr>
        <w:pStyle w:val="ListParagraph"/>
        <w:numPr>
          <w:ilvl w:val="0"/>
          <w:numId w:val="49"/>
        </w:numPr>
        <w:autoSpaceDE w:val="0"/>
        <w:autoSpaceDN w:val="0"/>
        <w:adjustRightInd w:val="0"/>
      </w:pPr>
      <w:r w:rsidRPr="003F7793">
        <w:t>I.</w:t>
      </w:r>
      <w:r>
        <w:t>2</w:t>
      </w:r>
      <w:r w:rsidRPr="003F7793">
        <w:t>.</w:t>
      </w:r>
      <w:r>
        <w:t>4</w:t>
      </w:r>
      <w:r w:rsidRPr="003F7793">
        <w:tab/>
      </w:r>
      <w:r>
        <w:tab/>
        <w:t>Alignment to UCC Data Annex B;</w:t>
      </w:r>
    </w:p>
    <w:p w14:paraId="0DA7CEEA" w14:textId="2619F7A7" w:rsidR="00713371" w:rsidRDefault="00713371" w:rsidP="00D81F19">
      <w:pPr>
        <w:pStyle w:val="ListParagraph"/>
        <w:numPr>
          <w:ilvl w:val="0"/>
          <w:numId w:val="49"/>
        </w:numPr>
        <w:jc w:val="left"/>
      </w:pPr>
      <w:r>
        <w:t>III.4.1.</w:t>
      </w:r>
      <w:r w:rsidR="006F2B83">
        <w:t>4</w:t>
      </w:r>
      <w:r w:rsidR="00614092">
        <w:t>.7</w:t>
      </w:r>
      <w:r>
        <w:tab/>
      </w:r>
      <w:r w:rsidR="00B15A60" w:rsidRPr="00B15A60">
        <w:t>E-EXP-INV-A-006 Invalidation of an export declaration lodged under centralised clearance</w:t>
      </w:r>
      <w:r w:rsidR="00B059EF">
        <w:t>;</w:t>
      </w:r>
    </w:p>
    <w:p w14:paraId="67F8A4C7" w14:textId="34332A8E" w:rsidR="008E5A9A" w:rsidRPr="008E5A9A" w:rsidRDefault="00BC3E0F" w:rsidP="008E5A9A">
      <w:pPr>
        <w:pStyle w:val="ListParagraph"/>
        <w:numPr>
          <w:ilvl w:val="0"/>
          <w:numId w:val="49"/>
        </w:numPr>
      </w:pPr>
      <w:r>
        <w:t xml:space="preserve">III.4.1.4.8 </w:t>
      </w:r>
      <w:r w:rsidR="00B059EF">
        <w:tab/>
      </w:r>
      <w:r w:rsidR="008E5A9A" w:rsidRPr="008E5A9A">
        <w:t>E-EXP-INV-A-007 Invalidation with Supplementary Declaration lodged under centralised clearance</w:t>
      </w:r>
      <w:r w:rsidR="00B059EF">
        <w:t>.</w:t>
      </w:r>
    </w:p>
    <w:p w14:paraId="1201C1EB" w14:textId="77777777" w:rsidR="008E5A9A" w:rsidRPr="00713371" w:rsidRDefault="008E5A9A" w:rsidP="00FF48F6">
      <w:pPr>
        <w:pStyle w:val="ListParagraph"/>
        <w:jc w:val="left"/>
      </w:pPr>
    </w:p>
    <w:p w14:paraId="4C6248AB" w14:textId="77777777" w:rsidR="0018181C" w:rsidRDefault="0018181C" w:rsidP="008F3F17"/>
    <w:p w14:paraId="6F4FCC10" w14:textId="7BA416B5" w:rsidR="00A017AC" w:rsidRPr="0094035D" w:rsidRDefault="0018181C" w:rsidP="008F3F17">
      <w:r w:rsidRPr="0018181C">
        <w:t>The deliverable includes the DDNXA Appendices</w:t>
      </w:r>
      <w:r w:rsidR="009B70B4">
        <w:t xml:space="preserve"> and Main Document</w:t>
      </w:r>
      <w:r w:rsidRPr="0018181C">
        <w:t xml:space="preserve"> Sf</w:t>
      </w:r>
      <w:r w:rsidR="00233AF8">
        <w:t>A</w:t>
      </w:r>
      <w:r w:rsidRPr="0018181C">
        <w:t xml:space="preserve"> which is the implementation of the IARs</w:t>
      </w:r>
      <w:r w:rsidR="009B70B4">
        <w:t xml:space="preserve"> presented in the table below</w:t>
      </w:r>
      <w:r w:rsidR="00F40382">
        <w:t>:</w:t>
      </w:r>
    </w:p>
    <w:tbl>
      <w:tblPr>
        <w:tblW w:w="909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5"/>
      </w:tblGrid>
      <w:tr w:rsidR="00F9485C" w:rsidRPr="000173C8" w14:paraId="6E79B2C1" w14:textId="77777777" w:rsidTr="00880F13">
        <w:trPr>
          <w:trHeight w:val="300"/>
        </w:trPr>
        <w:tc>
          <w:tcPr>
            <w:tcW w:w="9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9AEB59A" w14:textId="77777777" w:rsidR="00F9485C" w:rsidRPr="000173C8" w:rsidRDefault="00F9485C" w:rsidP="00880F13">
            <w:pPr>
              <w:pStyle w:val="TableHeading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0173C8">
              <w:rPr>
                <w:rFonts w:ascii="Times New Roman" w:hAnsi="Times New Roman"/>
                <w:color w:val="000000" w:themeColor="text1"/>
                <w:szCs w:val="22"/>
              </w:rPr>
              <w:t>RfC IAR Title &amp; Version</w:t>
            </w:r>
          </w:p>
        </w:tc>
      </w:tr>
      <w:tr w:rsidR="00F9485C" w:rsidRPr="000173C8" w14:paraId="12F419F9" w14:textId="77777777" w:rsidTr="00880F13">
        <w:trPr>
          <w:trHeight w:val="300"/>
        </w:trPr>
        <w:tc>
          <w:tcPr>
            <w:tcW w:w="9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B7FD6" w14:textId="430FB128" w:rsidR="00F9485C" w:rsidRPr="000173C8" w:rsidRDefault="00564064" w:rsidP="00880F13">
            <w:pPr>
              <w:spacing w:after="0"/>
              <w:jc w:val="left"/>
              <w:rPr>
                <w:szCs w:val="22"/>
              </w:rPr>
            </w:pPr>
            <w:r w:rsidRPr="00564064">
              <w:rPr>
                <w:color w:val="000000"/>
                <w:szCs w:val="22"/>
              </w:rPr>
              <w:t>RFC_AES_0133_SDEV-RFC-IAR-UCCAES1620-v1.10 (SfA-NPM+IMPL)</w:t>
            </w:r>
          </w:p>
        </w:tc>
      </w:tr>
      <w:tr w:rsidR="00F9485C" w:rsidRPr="000173C8" w14:paraId="2A31E03F" w14:textId="77777777" w:rsidTr="00880F13">
        <w:trPr>
          <w:trHeight w:val="300"/>
        </w:trPr>
        <w:tc>
          <w:tcPr>
            <w:tcW w:w="9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52825" w14:textId="4C0C2BBD" w:rsidR="00F9485C" w:rsidRPr="000173C8" w:rsidRDefault="00B302AE" w:rsidP="00880F13">
            <w:pPr>
              <w:spacing w:after="0"/>
              <w:jc w:val="left"/>
              <w:rPr>
                <w:color w:val="000000"/>
                <w:szCs w:val="22"/>
              </w:rPr>
            </w:pPr>
            <w:r w:rsidRPr="00B302AE">
              <w:rPr>
                <w:color w:val="000000"/>
                <w:szCs w:val="22"/>
              </w:rPr>
              <w:t>RFC_AES_0134_SDEV-RFC-IAR-UCCAES1342-v1.10 (SfA-NPM+IMPL)</w:t>
            </w:r>
          </w:p>
        </w:tc>
      </w:tr>
      <w:tr w:rsidR="00F9485C" w:rsidRPr="000173C8" w14:paraId="5012096E" w14:textId="77777777" w:rsidTr="00880F13">
        <w:trPr>
          <w:trHeight w:val="300"/>
        </w:trPr>
        <w:tc>
          <w:tcPr>
            <w:tcW w:w="9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48B54" w14:textId="293FCFB1" w:rsidR="00F9485C" w:rsidRPr="00D81F19" w:rsidRDefault="00052D48" w:rsidP="00880F13">
            <w:pPr>
              <w:spacing w:after="0"/>
              <w:jc w:val="left"/>
              <w:rPr>
                <w:color w:val="000000"/>
                <w:szCs w:val="22"/>
              </w:rPr>
            </w:pPr>
            <w:r w:rsidRPr="00D81F19">
              <w:rPr>
                <w:color w:val="000000"/>
                <w:szCs w:val="22"/>
              </w:rPr>
              <w:t>RFC_AES_0135_SDEV-RFC-IAR-UCCAES1677-v1.10 (SfA-NPM+IMPL)</w:t>
            </w:r>
          </w:p>
        </w:tc>
      </w:tr>
      <w:tr w:rsidR="00F9485C" w:rsidRPr="000173C8" w14:paraId="353C9C46" w14:textId="77777777" w:rsidTr="00880F13">
        <w:trPr>
          <w:trHeight w:val="300"/>
        </w:trPr>
        <w:tc>
          <w:tcPr>
            <w:tcW w:w="9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9AB9" w14:textId="100F8CA0" w:rsidR="00F9485C" w:rsidRPr="000173C8" w:rsidRDefault="00F64D3B" w:rsidP="00880F13">
            <w:pPr>
              <w:spacing w:after="0"/>
              <w:jc w:val="left"/>
              <w:rPr>
                <w:color w:val="000000"/>
                <w:szCs w:val="22"/>
              </w:rPr>
            </w:pPr>
            <w:r w:rsidRPr="00F64D3B">
              <w:rPr>
                <w:color w:val="000000"/>
                <w:szCs w:val="22"/>
              </w:rPr>
              <w:t>RFC_AES_0136_SDEV-RFC-IAR-UCCAES1678-v1.10 (SfA-NPM+IMPL)</w:t>
            </w:r>
          </w:p>
        </w:tc>
      </w:tr>
      <w:tr w:rsidR="00F9485C" w:rsidRPr="000173C8" w14:paraId="59CB1966" w14:textId="77777777" w:rsidTr="00880F13">
        <w:trPr>
          <w:trHeight w:val="300"/>
        </w:trPr>
        <w:tc>
          <w:tcPr>
            <w:tcW w:w="9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06F0" w14:textId="292BF9AA" w:rsidR="00F9485C" w:rsidRPr="00D81F19" w:rsidRDefault="00F64D3B" w:rsidP="00880F13">
            <w:pPr>
              <w:spacing w:after="0"/>
              <w:jc w:val="left"/>
              <w:rPr>
                <w:color w:val="000000"/>
                <w:szCs w:val="22"/>
              </w:rPr>
            </w:pPr>
            <w:r w:rsidRPr="00D81F19">
              <w:rPr>
                <w:color w:val="000000"/>
                <w:szCs w:val="22"/>
              </w:rPr>
              <w:t>RFC_AES_0137_SDEV-RFC-IAR-UCCAES1733-v1.10 (SfA-NPM+IMPL)</w:t>
            </w:r>
          </w:p>
        </w:tc>
      </w:tr>
      <w:tr w:rsidR="00F9485C" w:rsidRPr="000173C8" w14:paraId="3E8C6DC1" w14:textId="77777777" w:rsidTr="00880F13">
        <w:trPr>
          <w:trHeight w:val="300"/>
        </w:trPr>
        <w:tc>
          <w:tcPr>
            <w:tcW w:w="9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A53C4" w14:textId="20D2C337" w:rsidR="00F9485C" w:rsidRPr="00D81F19" w:rsidRDefault="007C435D" w:rsidP="00880F13">
            <w:pPr>
              <w:spacing w:after="0"/>
              <w:jc w:val="left"/>
              <w:rPr>
                <w:color w:val="000000"/>
                <w:szCs w:val="22"/>
              </w:rPr>
            </w:pPr>
            <w:r w:rsidRPr="00D81F19">
              <w:rPr>
                <w:color w:val="000000"/>
                <w:szCs w:val="22"/>
              </w:rPr>
              <w:t>RFC_NCTS_0204_AES0138_IAR-UCCNCTS3151-UCCAES1627-v1.10 (SfA-NPM+IMPL)</w:t>
            </w:r>
          </w:p>
        </w:tc>
      </w:tr>
      <w:tr w:rsidR="00F9485C" w:rsidRPr="000173C8" w14:paraId="487EC680" w14:textId="77777777" w:rsidTr="00880F13">
        <w:trPr>
          <w:trHeight w:val="300"/>
        </w:trPr>
        <w:tc>
          <w:tcPr>
            <w:tcW w:w="9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B6001" w14:textId="5097E740" w:rsidR="00F9485C" w:rsidRPr="000173C8" w:rsidRDefault="007C435D" w:rsidP="00880F13">
            <w:pPr>
              <w:spacing w:after="0"/>
              <w:jc w:val="left"/>
              <w:rPr>
                <w:color w:val="000000"/>
                <w:szCs w:val="22"/>
              </w:rPr>
            </w:pPr>
            <w:r w:rsidRPr="007C435D">
              <w:rPr>
                <w:color w:val="000000"/>
                <w:szCs w:val="22"/>
              </w:rPr>
              <w:t>RFC_AES_0139_SDEV-RFC-IAR-UCCAES1776-v1.10 (SfA-NPM+IMPL)</w:t>
            </w:r>
          </w:p>
        </w:tc>
      </w:tr>
      <w:tr w:rsidR="00F9485C" w:rsidRPr="000173C8" w14:paraId="776D1934" w14:textId="77777777" w:rsidTr="00880F13">
        <w:trPr>
          <w:trHeight w:val="300"/>
        </w:trPr>
        <w:tc>
          <w:tcPr>
            <w:tcW w:w="9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208EC" w14:textId="6E8F6D05" w:rsidR="00F9485C" w:rsidRPr="000173C8" w:rsidRDefault="0027720C" w:rsidP="00880F13">
            <w:pPr>
              <w:spacing w:after="0"/>
              <w:jc w:val="left"/>
              <w:rPr>
                <w:color w:val="000000"/>
                <w:szCs w:val="22"/>
              </w:rPr>
            </w:pPr>
            <w:r w:rsidRPr="0027720C">
              <w:rPr>
                <w:color w:val="000000"/>
                <w:szCs w:val="22"/>
              </w:rPr>
              <w:t>RFC_AES_0140_SDEV-RFC-IAR-UCCAES1807-v1.10 (SfA-NPM+IMPL</w:t>
            </w:r>
            <w:r>
              <w:rPr>
                <w:color w:val="000000"/>
                <w:szCs w:val="22"/>
              </w:rPr>
              <w:t>)</w:t>
            </w:r>
          </w:p>
        </w:tc>
      </w:tr>
      <w:tr w:rsidR="00F9485C" w:rsidRPr="000173C8" w14:paraId="7B1DB5A8" w14:textId="77777777" w:rsidTr="00880F13">
        <w:trPr>
          <w:trHeight w:val="300"/>
        </w:trPr>
        <w:tc>
          <w:tcPr>
            <w:tcW w:w="9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CC711" w14:textId="7DB35138" w:rsidR="00F9485C" w:rsidRPr="000173C8" w:rsidRDefault="0027720C" w:rsidP="00880F13">
            <w:pPr>
              <w:spacing w:after="0"/>
              <w:jc w:val="left"/>
              <w:rPr>
                <w:color w:val="000000"/>
                <w:szCs w:val="22"/>
              </w:rPr>
            </w:pPr>
            <w:r w:rsidRPr="0027720C">
              <w:rPr>
                <w:color w:val="000000"/>
                <w:szCs w:val="22"/>
              </w:rPr>
              <w:t>RFC_AES_0141_SDEV-RFC-IAR-UCCAES1795-v1.10 (SfA-NPM+IMPL)</w:t>
            </w:r>
          </w:p>
        </w:tc>
      </w:tr>
      <w:tr w:rsidR="00F9485C" w:rsidRPr="000173C8" w14:paraId="46DE223C" w14:textId="77777777" w:rsidTr="00880F13">
        <w:trPr>
          <w:trHeight w:val="300"/>
        </w:trPr>
        <w:tc>
          <w:tcPr>
            <w:tcW w:w="9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EF01B" w14:textId="633FCDDF" w:rsidR="00F9485C" w:rsidRPr="000173C8" w:rsidRDefault="00EE575F" w:rsidP="00880F13">
            <w:pPr>
              <w:spacing w:after="0"/>
              <w:jc w:val="left"/>
              <w:rPr>
                <w:color w:val="000000"/>
                <w:szCs w:val="22"/>
              </w:rPr>
            </w:pPr>
            <w:r w:rsidRPr="00EE575F">
              <w:rPr>
                <w:color w:val="000000"/>
                <w:szCs w:val="22"/>
              </w:rPr>
              <w:t>RFC_AES_0142_SDEV-RFC-IAR-UCCAES1718-v1.10 (SfA-NPM+IMPL)</w:t>
            </w:r>
          </w:p>
        </w:tc>
      </w:tr>
      <w:tr w:rsidR="00F9485C" w:rsidRPr="000173C8" w14:paraId="333E97D8" w14:textId="77777777" w:rsidTr="00880F13">
        <w:trPr>
          <w:trHeight w:val="300"/>
        </w:trPr>
        <w:tc>
          <w:tcPr>
            <w:tcW w:w="9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3D40" w14:textId="21C9E005" w:rsidR="00F9485C" w:rsidRPr="000173C8" w:rsidRDefault="00EE575F" w:rsidP="00880F13">
            <w:pPr>
              <w:keepNext/>
              <w:spacing w:after="0"/>
              <w:jc w:val="left"/>
              <w:rPr>
                <w:color w:val="000000"/>
                <w:szCs w:val="22"/>
              </w:rPr>
            </w:pPr>
            <w:r w:rsidRPr="00EE575F">
              <w:rPr>
                <w:color w:val="000000"/>
                <w:szCs w:val="22"/>
              </w:rPr>
              <w:t>RFC_AES_0143_SDEV-RFC-IAR-UCCAES1851_v1.10 (SfA-NPM+IMPL)</w:t>
            </w:r>
          </w:p>
        </w:tc>
      </w:tr>
    </w:tbl>
    <w:p w14:paraId="51939878" w14:textId="5F77A219" w:rsidR="008F3F17" w:rsidRDefault="00CF6094" w:rsidP="00787ED1">
      <w:pPr>
        <w:pStyle w:val="Caption"/>
      </w:pPr>
      <w:bookmarkStart w:id="46" w:name="_Toc129098128"/>
      <w:r>
        <w:t xml:space="preserve">Table </w:t>
      </w:r>
      <w:fldSimple w:instr=" SEQ Table \* ARABIC ">
        <w:r>
          <w:rPr>
            <w:noProof/>
          </w:rPr>
          <w:t>4</w:t>
        </w:r>
      </w:fldSimple>
      <w:r>
        <w:t xml:space="preserve">: </w:t>
      </w:r>
      <w:r w:rsidRPr="00F3381D">
        <w:t>Scope of RfC list .37</w:t>
      </w:r>
      <w:bookmarkEnd w:id="46"/>
    </w:p>
    <w:p w14:paraId="0A1D31B1" w14:textId="77777777" w:rsidR="00155147" w:rsidRPr="00912766" w:rsidRDefault="00155147" w:rsidP="00F844A6">
      <w:pPr>
        <w:spacing w:after="0" w:line="240" w:lineRule="auto"/>
        <w:jc w:val="left"/>
      </w:pPr>
    </w:p>
    <w:p w14:paraId="0779660F" w14:textId="14ABE300" w:rsidR="001321EE" w:rsidRPr="00912766" w:rsidRDefault="00F844A6" w:rsidP="00F844A6">
      <w:pPr>
        <w:spacing w:after="0" w:line="240" w:lineRule="auto"/>
        <w:jc w:val="left"/>
      </w:pPr>
      <w:r w:rsidRPr="00912766">
        <w:br w:type="page"/>
      </w:r>
    </w:p>
    <w:p w14:paraId="4DB08EDA" w14:textId="77777777" w:rsidR="001321EE" w:rsidRPr="00912766" w:rsidRDefault="001321EE" w:rsidP="001321EE">
      <w:pPr>
        <w:pStyle w:val="Heading1"/>
        <w:tabs>
          <w:tab w:val="clear" w:pos="510"/>
          <w:tab w:val="num" w:pos="432"/>
        </w:tabs>
        <w:spacing w:before="240" w:after="240" w:line="240" w:lineRule="auto"/>
        <w:ind w:left="431" w:right="862" w:hanging="431"/>
      </w:pPr>
      <w:bookmarkStart w:id="47" w:name="_Ref526239872"/>
      <w:bookmarkStart w:id="48" w:name="_Ref526239878"/>
      <w:bookmarkStart w:id="49" w:name="_Toc526355323"/>
      <w:bookmarkStart w:id="50" w:name="_Toc526355401"/>
      <w:bookmarkStart w:id="51" w:name="_Toc40787817"/>
      <w:bookmarkStart w:id="52" w:name="_Toc129098122"/>
      <w:r w:rsidRPr="00912766">
        <w:lastRenderedPageBreak/>
        <w:t>Review Instructions</w:t>
      </w:r>
      <w:bookmarkEnd w:id="47"/>
      <w:bookmarkEnd w:id="48"/>
      <w:bookmarkEnd w:id="49"/>
      <w:bookmarkEnd w:id="50"/>
      <w:bookmarkEnd w:id="51"/>
      <w:bookmarkEnd w:id="52"/>
    </w:p>
    <w:p w14:paraId="7230A9AC" w14:textId="435B5315" w:rsidR="00F86B25" w:rsidRPr="00293F5F" w:rsidRDefault="00F86B25" w:rsidP="00F86B25">
      <w:pPr>
        <w:rPr>
          <w:lang w:val="en-US" w:eastAsia="ko-KR"/>
        </w:rPr>
      </w:pPr>
      <w:r>
        <w:rPr>
          <w:lang w:val="en-US" w:eastAsia="ko-KR"/>
        </w:rPr>
        <w:t>The reviewers are invited to v</w:t>
      </w:r>
      <w:r w:rsidRPr="00293F5F">
        <w:rPr>
          <w:lang w:val="en-US" w:eastAsia="ko-KR"/>
        </w:rPr>
        <w:t>erify that the RFC-List.3</w:t>
      </w:r>
      <w:r w:rsidR="00EE575F">
        <w:rPr>
          <w:lang w:val="en-US" w:eastAsia="ko-KR"/>
        </w:rPr>
        <w:t>7</w:t>
      </w:r>
      <w:r w:rsidRPr="00293F5F">
        <w:rPr>
          <w:lang w:val="en-US" w:eastAsia="ko-KR"/>
        </w:rPr>
        <w:t xml:space="preserve"> </w:t>
      </w:r>
      <w:r w:rsidR="00CF6094">
        <w:rPr>
          <w:lang w:val="en-US" w:eastAsia="ko-KR"/>
        </w:rPr>
        <w:t>[</w:t>
      </w:r>
      <w:r w:rsidR="00CF6094">
        <w:rPr>
          <w:lang w:val="en-US" w:eastAsia="ko-KR"/>
        </w:rPr>
        <w:fldChar w:fldCharType="begin"/>
      </w:r>
      <w:r w:rsidR="00CF6094">
        <w:rPr>
          <w:lang w:val="en-US" w:eastAsia="ko-KR"/>
        </w:rPr>
        <w:instrText xml:space="preserve"> REF R02 \h </w:instrText>
      </w:r>
      <w:r w:rsidR="00CF6094">
        <w:rPr>
          <w:lang w:val="en-US" w:eastAsia="ko-KR"/>
        </w:rPr>
      </w:r>
      <w:r w:rsidR="00CF6094">
        <w:rPr>
          <w:lang w:val="en-US" w:eastAsia="ko-KR"/>
        </w:rPr>
        <w:fldChar w:fldCharType="separate"/>
      </w:r>
      <w:r w:rsidR="00CF6094" w:rsidRPr="00912766">
        <w:t>R</w:t>
      </w:r>
      <w:r w:rsidR="00CF6094">
        <w:rPr>
          <w:noProof/>
        </w:rPr>
        <w:t>02</w:t>
      </w:r>
      <w:r w:rsidR="00CF6094">
        <w:rPr>
          <w:lang w:val="en-US" w:eastAsia="ko-KR"/>
        </w:rPr>
        <w:fldChar w:fldCharType="end"/>
      </w:r>
      <w:r w:rsidR="00CF6094">
        <w:rPr>
          <w:lang w:val="en-US" w:eastAsia="ko-KR"/>
        </w:rPr>
        <w:t>]</w:t>
      </w:r>
      <w:r w:rsidR="00E73C55">
        <w:rPr>
          <w:lang w:val="en-US" w:eastAsia="ko-KR"/>
        </w:rPr>
        <w:t xml:space="preserve"> </w:t>
      </w:r>
      <w:r w:rsidRPr="00293F5F">
        <w:rPr>
          <w:lang w:val="en-US" w:eastAsia="ko-KR"/>
        </w:rPr>
        <w:t>was correctly implemented in the DDN</w:t>
      </w:r>
      <w:r>
        <w:rPr>
          <w:lang w:val="en-US" w:eastAsia="ko-KR"/>
        </w:rPr>
        <w:t>X</w:t>
      </w:r>
      <w:r w:rsidRPr="00293F5F">
        <w:rPr>
          <w:lang w:val="en-US" w:eastAsia="ko-KR"/>
        </w:rPr>
        <w:t>A</w:t>
      </w:r>
      <w:r w:rsidR="00A04AA7">
        <w:rPr>
          <w:lang w:val="en-US" w:eastAsia="ko-KR"/>
        </w:rPr>
        <w:t xml:space="preserve"> as well as the received comments on the SfR of the DDNXA-5.15.1 release package.</w:t>
      </w:r>
    </w:p>
    <w:p w14:paraId="4FEA0FBD" w14:textId="33261565" w:rsidR="00F86B25" w:rsidRPr="00293F5F" w:rsidRDefault="00F86B25" w:rsidP="00F86B25">
      <w:pPr>
        <w:rPr>
          <w:lang w:val="en-US" w:eastAsia="ko-KR"/>
        </w:rPr>
      </w:pPr>
      <w:r w:rsidRPr="00293F5F">
        <w:rPr>
          <w:lang w:val="en-US" w:eastAsia="ko-KR"/>
        </w:rPr>
        <w:t xml:space="preserve">We kindly invite the reviewers NOT </w:t>
      </w:r>
      <w:r>
        <w:rPr>
          <w:lang w:val="en-US" w:eastAsia="ko-KR"/>
        </w:rPr>
        <w:t xml:space="preserve">to </w:t>
      </w:r>
      <w:r w:rsidRPr="00293F5F">
        <w:rPr>
          <w:lang w:val="en-US" w:eastAsia="ko-KR"/>
        </w:rPr>
        <w:t>create any new comment that would not be linked directly to the RFC-List.3</w:t>
      </w:r>
      <w:r w:rsidR="00EE575F">
        <w:rPr>
          <w:lang w:val="en-US" w:eastAsia="ko-KR"/>
        </w:rPr>
        <w:t>7</w:t>
      </w:r>
      <w:r w:rsidRPr="00293F5F">
        <w:rPr>
          <w:lang w:val="en-US" w:eastAsia="ko-KR"/>
        </w:rPr>
        <w:t xml:space="preserve">. </w:t>
      </w:r>
    </w:p>
    <w:p w14:paraId="616AA0FF" w14:textId="49119B0A" w:rsidR="00F86B25" w:rsidRPr="008520E8" w:rsidRDefault="00F86B25" w:rsidP="00F86B25">
      <w:pPr>
        <w:rPr>
          <w:lang w:val="en-US" w:eastAsia="ko-KR"/>
        </w:rPr>
      </w:pPr>
      <w:r w:rsidRPr="00293F5F">
        <w:rPr>
          <w:lang w:val="en-US" w:eastAsia="ko-KR"/>
        </w:rPr>
        <w:t xml:space="preserve">Of course, any ‘new’ defect identified in this release will be recorded in SYNERGIA and an RFC-Proposal will be drafted. </w:t>
      </w:r>
    </w:p>
    <w:p w14:paraId="7F21EF3B" w14:textId="77777777" w:rsidR="00D14A49" w:rsidRDefault="00D14A49" w:rsidP="00F86B25">
      <w:pPr>
        <w:rPr>
          <w:lang w:val="en-US" w:eastAsia="ko-KR"/>
        </w:rPr>
      </w:pPr>
    </w:p>
    <w:p w14:paraId="77969998" w14:textId="77777777" w:rsidR="00D14A49" w:rsidRDefault="00D14A49" w:rsidP="00F86B25">
      <w:pPr>
        <w:rPr>
          <w:lang w:val="en-US" w:eastAsia="ko-KR"/>
        </w:rPr>
      </w:pPr>
    </w:p>
    <w:p w14:paraId="030CFF39" w14:textId="77777777" w:rsidR="00D14A49" w:rsidRDefault="00D14A49" w:rsidP="00F86B25">
      <w:pPr>
        <w:rPr>
          <w:lang w:val="en-US" w:eastAsia="ko-KR"/>
        </w:rPr>
      </w:pPr>
    </w:p>
    <w:p w14:paraId="56A4C330" w14:textId="77777777" w:rsidR="00D14A49" w:rsidRDefault="00D14A49" w:rsidP="00F86B25">
      <w:pPr>
        <w:rPr>
          <w:lang w:val="en-US" w:eastAsia="ko-KR"/>
        </w:rPr>
      </w:pPr>
    </w:p>
    <w:p w14:paraId="15CDF304" w14:textId="77777777" w:rsidR="00D14A49" w:rsidRDefault="00D14A49" w:rsidP="00F86B25">
      <w:pPr>
        <w:rPr>
          <w:lang w:val="en-US" w:eastAsia="ko-KR"/>
        </w:rPr>
      </w:pPr>
    </w:p>
    <w:p w14:paraId="62730B98" w14:textId="77777777" w:rsidR="00D14A49" w:rsidRDefault="00D14A49" w:rsidP="00F86B25">
      <w:pPr>
        <w:rPr>
          <w:lang w:val="en-US" w:eastAsia="ko-KR"/>
        </w:rPr>
      </w:pPr>
    </w:p>
    <w:p w14:paraId="33DD1427" w14:textId="77777777" w:rsidR="00D14A49" w:rsidRDefault="00D14A49" w:rsidP="00F86B25">
      <w:pPr>
        <w:rPr>
          <w:lang w:val="en-US" w:eastAsia="ko-KR"/>
        </w:rPr>
      </w:pPr>
    </w:p>
    <w:p w14:paraId="1335010F" w14:textId="77777777" w:rsidR="00D14A49" w:rsidRDefault="00D14A49" w:rsidP="00F86B25">
      <w:pPr>
        <w:rPr>
          <w:lang w:val="en-US" w:eastAsia="ko-KR"/>
        </w:rPr>
      </w:pPr>
    </w:p>
    <w:p w14:paraId="1C105258" w14:textId="77777777" w:rsidR="00D14A49" w:rsidRDefault="00D14A49" w:rsidP="00F86B25">
      <w:pPr>
        <w:rPr>
          <w:lang w:val="en-US" w:eastAsia="ko-KR"/>
        </w:rPr>
      </w:pPr>
    </w:p>
    <w:p w14:paraId="0E35C43A" w14:textId="77777777" w:rsidR="00D14A49" w:rsidRDefault="00D14A49" w:rsidP="00F86B25">
      <w:pPr>
        <w:rPr>
          <w:lang w:val="en-US" w:eastAsia="ko-KR"/>
        </w:rPr>
      </w:pPr>
    </w:p>
    <w:p w14:paraId="371CA857" w14:textId="77777777" w:rsidR="00D14A49" w:rsidRDefault="00D14A49" w:rsidP="00F86B25">
      <w:pPr>
        <w:rPr>
          <w:lang w:val="en-US" w:eastAsia="ko-KR"/>
        </w:rPr>
      </w:pPr>
    </w:p>
    <w:p w14:paraId="0E46E28A" w14:textId="77777777" w:rsidR="00D14A49" w:rsidRDefault="00D14A49" w:rsidP="00F86B25">
      <w:pPr>
        <w:rPr>
          <w:lang w:val="en-US" w:eastAsia="ko-KR"/>
        </w:rPr>
      </w:pPr>
    </w:p>
    <w:p w14:paraId="16BDF839" w14:textId="77777777" w:rsidR="00D14A49" w:rsidRDefault="00D14A49" w:rsidP="00F86B25">
      <w:pPr>
        <w:rPr>
          <w:lang w:val="en-US" w:eastAsia="ko-KR"/>
        </w:rPr>
      </w:pPr>
    </w:p>
    <w:p w14:paraId="3B422621" w14:textId="77777777" w:rsidR="00D14A49" w:rsidRDefault="00D14A49" w:rsidP="00F86B25">
      <w:pPr>
        <w:rPr>
          <w:lang w:val="en-US" w:eastAsia="ko-KR"/>
        </w:rPr>
      </w:pPr>
    </w:p>
    <w:p w14:paraId="488D10AD" w14:textId="77777777" w:rsidR="00D14A49" w:rsidRDefault="00D14A49" w:rsidP="00F86B25">
      <w:pPr>
        <w:rPr>
          <w:lang w:val="en-US" w:eastAsia="ko-KR"/>
        </w:rPr>
      </w:pPr>
    </w:p>
    <w:p w14:paraId="576783AE" w14:textId="77777777" w:rsidR="00D14A49" w:rsidRDefault="00D14A49" w:rsidP="00F86B25">
      <w:pPr>
        <w:rPr>
          <w:lang w:val="en-US" w:eastAsia="ko-KR"/>
        </w:rPr>
      </w:pPr>
    </w:p>
    <w:p w14:paraId="5D215605" w14:textId="77777777" w:rsidR="00D14A49" w:rsidRDefault="00D14A49" w:rsidP="00F86B25">
      <w:pPr>
        <w:rPr>
          <w:lang w:val="en-US" w:eastAsia="ko-KR"/>
        </w:rPr>
      </w:pPr>
    </w:p>
    <w:p w14:paraId="7010F684" w14:textId="77777777" w:rsidR="00D14A49" w:rsidRDefault="00D14A49" w:rsidP="00F86B25">
      <w:pPr>
        <w:rPr>
          <w:lang w:val="en-US" w:eastAsia="ko-KR"/>
        </w:rPr>
      </w:pPr>
    </w:p>
    <w:p w14:paraId="14475B50" w14:textId="77777777" w:rsidR="00D14A49" w:rsidRDefault="00D14A49" w:rsidP="00F86B25">
      <w:pPr>
        <w:rPr>
          <w:lang w:val="en-US" w:eastAsia="ko-KR"/>
        </w:rPr>
      </w:pPr>
    </w:p>
    <w:p w14:paraId="5303026C" w14:textId="77777777" w:rsidR="00D14A49" w:rsidRDefault="00D14A49" w:rsidP="00F86B25">
      <w:pPr>
        <w:rPr>
          <w:lang w:val="en-US" w:eastAsia="ko-KR"/>
        </w:rPr>
      </w:pPr>
    </w:p>
    <w:p w14:paraId="0BCCEA52" w14:textId="77777777" w:rsidR="00D14A49" w:rsidRDefault="00D14A49" w:rsidP="00F86B25">
      <w:pPr>
        <w:rPr>
          <w:lang w:val="en-US" w:eastAsia="ko-KR"/>
        </w:rPr>
      </w:pPr>
    </w:p>
    <w:p w14:paraId="160FF551" w14:textId="77777777" w:rsidR="00D14A49" w:rsidRDefault="00D14A49" w:rsidP="00F86B25">
      <w:pPr>
        <w:rPr>
          <w:lang w:val="en-US" w:eastAsia="ko-KR"/>
        </w:rPr>
      </w:pPr>
    </w:p>
    <w:p w14:paraId="7BDE4CF0" w14:textId="77777777" w:rsidR="00D14A49" w:rsidRDefault="00D14A49" w:rsidP="00F86B25">
      <w:pPr>
        <w:rPr>
          <w:lang w:val="en-US" w:eastAsia="ko-KR"/>
        </w:rPr>
      </w:pPr>
    </w:p>
    <w:p w14:paraId="02564F64" w14:textId="77777777" w:rsidR="00D14A49" w:rsidRDefault="00D14A49" w:rsidP="00F86B25">
      <w:pPr>
        <w:rPr>
          <w:lang w:val="en-US" w:eastAsia="ko-KR"/>
        </w:rPr>
      </w:pPr>
    </w:p>
    <w:p w14:paraId="1E8E3498" w14:textId="77777777" w:rsidR="00B359EA" w:rsidRPr="008520E8" w:rsidRDefault="00B359EA" w:rsidP="00F86B25">
      <w:pPr>
        <w:rPr>
          <w:lang w:val="en-US" w:eastAsia="ko-KR"/>
        </w:rPr>
      </w:pPr>
    </w:p>
    <w:p w14:paraId="6B5C4785" w14:textId="4E30A2E4" w:rsidR="00155147" w:rsidRPr="00912766" w:rsidRDefault="00155147" w:rsidP="00155147">
      <w:pPr>
        <w:pStyle w:val="Text1"/>
        <w:spacing w:after="0"/>
        <w:jc w:val="left"/>
        <w:rPr>
          <w:rFonts w:ascii="Times New Roman" w:hAnsi="Times New Roman"/>
          <w:lang w:val="en-US"/>
        </w:rPr>
      </w:pPr>
    </w:p>
    <w:p w14:paraId="5EED3F0C" w14:textId="23695050" w:rsidR="00155147" w:rsidRPr="00912766" w:rsidRDefault="00CB3244" w:rsidP="00155147">
      <w:pPr>
        <w:pStyle w:val="Heading1"/>
        <w:tabs>
          <w:tab w:val="clear" w:pos="510"/>
          <w:tab w:val="num" w:pos="432"/>
        </w:tabs>
        <w:spacing w:before="240" w:after="240" w:line="240" w:lineRule="auto"/>
        <w:ind w:left="431" w:right="862" w:hanging="431"/>
        <w:rPr>
          <w:lang w:val="en-US"/>
        </w:rPr>
      </w:pPr>
      <w:bookmarkStart w:id="53" w:name="_Ref97299662"/>
      <w:bookmarkStart w:id="54" w:name="_Toc129098123"/>
      <w:r>
        <w:rPr>
          <w:lang w:val="en-US"/>
        </w:rPr>
        <w:lastRenderedPageBreak/>
        <w:t>Deviations Note</w:t>
      </w:r>
      <w:bookmarkEnd w:id="53"/>
      <w:bookmarkEnd w:id="54"/>
    </w:p>
    <w:p w14:paraId="11188368" w14:textId="227946CA" w:rsidR="001237E2" w:rsidRDefault="0058529B" w:rsidP="00A93119">
      <w:pPr>
        <w:rPr>
          <w:szCs w:val="22"/>
          <w:lang w:val="en-US" w:eastAsia="en-US"/>
        </w:rPr>
      </w:pPr>
      <w:r>
        <w:rPr>
          <w:szCs w:val="22"/>
          <w:lang w:val="en-US" w:eastAsia="en-US"/>
        </w:rPr>
        <w:t>As per the comments received in the DDNXA-5.15.1 SfR release package</w:t>
      </w:r>
      <w:r w:rsidR="00F64DF5">
        <w:rPr>
          <w:szCs w:val="22"/>
          <w:lang w:val="en-US" w:eastAsia="en-US"/>
        </w:rPr>
        <w:t xml:space="preserve">, the </w:t>
      </w:r>
      <w:r w:rsidR="00506726" w:rsidRPr="00506726">
        <w:rPr>
          <w:szCs w:val="22"/>
          <w:lang w:val="en-US" w:eastAsia="en-US"/>
        </w:rPr>
        <w:t>G0825 shall be detached from &lt;CONSIGNMENT-TRANSPORT DOCUMENT&gt; in messages CC570C, CC573C, CC615C, CC613C, CD601C, CD603C</w:t>
      </w:r>
      <w:r w:rsidR="00A5403B">
        <w:rPr>
          <w:szCs w:val="22"/>
          <w:lang w:val="en-US" w:eastAsia="en-US"/>
        </w:rPr>
        <w:t xml:space="preserve"> and its wording shall be updated</w:t>
      </w:r>
      <w:r w:rsidR="00506726" w:rsidRPr="00506726">
        <w:rPr>
          <w:szCs w:val="22"/>
          <w:lang w:val="en-US" w:eastAsia="en-US"/>
        </w:rPr>
        <w:t>. This leads to a deviation from RFC_AES_0135 (UCCAES1677)</w:t>
      </w:r>
      <w:r w:rsidR="00366FFF">
        <w:rPr>
          <w:szCs w:val="22"/>
          <w:lang w:val="en-US" w:eastAsia="en-US"/>
        </w:rPr>
        <w:t>.</w:t>
      </w:r>
    </w:p>
    <w:p w14:paraId="1C980912" w14:textId="669C02E1" w:rsidR="00196ECC" w:rsidRDefault="001237E2" w:rsidP="00A93119">
      <w:pPr>
        <w:rPr>
          <w:szCs w:val="22"/>
          <w:lang w:val="en-US" w:eastAsia="en-US"/>
        </w:rPr>
      </w:pPr>
      <w:r>
        <w:rPr>
          <w:szCs w:val="22"/>
          <w:lang w:val="en-US" w:eastAsia="en-US"/>
        </w:rPr>
        <w:t xml:space="preserve">Additionally, in terms of </w:t>
      </w:r>
      <w:r w:rsidR="00441E2C">
        <w:rPr>
          <w:szCs w:val="22"/>
          <w:lang w:val="en-US" w:eastAsia="en-US"/>
        </w:rPr>
        <w:t xml:space="preserve">the </w:t>
      </w:r>
      <w:fldSimple w:instr=" DOCPROPERTY  Title ">
        <w:r w:rsidR="00E642FD">
          <w:t>DDNXA Main Document, Annexes and CSE Export 5.15.1</w:t>
        </w:r>
      </w:fldSimple>
      <w:r w:rsidR="00441E2C" w:rsidRPr="00912766">
        <w:rPr>
          <w:lang w:val="en-US"/>
        </w:rPr>
        <w:t xml:space="preserve"> release package</w:t>
      </w:r>
      <w:r>
        <w:rPr>
          <w:szCs w:val="22"/>
          <w:lang w:val="en-US" w:eastAsia="en-US"/>
        </w:rPr>
        <w:t xml:space="preserve">, the EMCS IEs folder is included. The EMCS IEs </w:t>
      </w:r>
      <w:r w:rsidR="009F2D47">
        <w:rPr>
          <w:szCs w:val="22"/>
          <w:lang w:val="en-US" w:eastAsia="en-US"/>
        </w:rPr>
        <w:t>has been updated to include</w:t>
      </w:r>
      <w:r>
        <w:rPr>
          <w:szCs w:val="22"/>
          <w:lang w:val="en-US" w:eastAsia="en-US"/>
        </w:rPr>
        <w:t xml:space="preserve"> t</w:t>
      </w:r>
      <w:r w:rsidRPr="001237E2">
        <w:rPr>
          <w:szCs w:val="22"/>
          <w:lang w:val="en-US" w:eastAsia="en-US"/>
        </w:rPr>
        <w:t xml:space="preserve">he </w:t>
      </w:r>
      <w:r w:rsidR="009F2D47" w:rsidRPr="001237E2">
        <w:rPr>
          <w:szCs w:val="22"/>
          <w:lang w:val="en-US" w:eastAsia="en-US"/>
        </w:rPr>
        <w:t>latest valid specifications</w:t>
      </w:r>
      <w:r w:rsidR="009F2D47">
        <w:rPr>
          <w:szCs w:val="22"/>
          <w:lang w:val="en-US" w:eastAsia="en-US"/>
        </w:rPr>
        <w:t xml:space="preserve"> </w:t>
      </w:r>
      <w:r w:rsidRPr="001237E2">
        <w:rPr>
          <w:szCs w:val="22"/>
          <w:lang w:val="en-US" w:eastAsia="en-US"/>
        </w:rPr>
        <w:t xml:space="preserve">of the ‘e-AD’ N_EAD_VAL (IE801) </w:t>
      </w:r>
      <w:r w:rsidR="009F2D47">
        <w:rPr>
          <w:szCs w:val="22"/>
          <w:lang w:val="en-US" w:eastAsia="en-US"/>
        </w:rPr>
        <w:t>(as defined in the ‘</w:t>
      </w:r>
      <w:r w:rsidR="009F2D47" w:rsidRPr="009F2D47">
        <w:rPr>
          <w:szCs w:val="22"/>
          <w:lang w:val="en-US" w:eastAsia="en-US"/>
        </w:rPr>
        <w:t>SDEV-EMCS-P4-DDNEA_APP_D_TECHNICAL_MESSAGE_STRUCTURE</w:t>
      </w:r>
      <w:r w:rsidR="009F2D47">
        <w:rPr>
          <w:szCs w:val="22"/>
          <w:lang w:val="en-US" w:eastAsia="en-US"/>
        </w:rPr>
        <w:t xml:space="preserve">’) </w:t>
      </w:r>
      <w:r w:rsidRPr="001237E2">
        <w:rPr>
          <w:szCs w:val="22"/>
          <w:lang w:val="en-US" w:eastAsia="en-US"/>
        </w:rPr>
        <w:t>and ‘e-AD Request Rejection’ N_EAD_REJ (IE832)</w:t>
      </w:r>
      <w:r w:rsidR="00A07CDE">
        <w:rPr>
          <w:szCs w:val="22"/>
          <w:lang w:val="en-US" w:eastAsia="en-US"/>
        </w:rPr>
        <w:t xml:space="preserve"> [</w:t>
      </w:r>
      <w:r w:rsidR="00A07CDE">
        <w:rPr>
          <w:szCs w:val="22"/>
          <w:lang w:val="en-US" w:eastAsia="en-US"/>
        </w:rPr>
        <w:fldChar w:fldCharType="begin"/>
      </w:r>
      <w:r w:rsidR="00A07CDE">
        <w:rPr>
          <w:szCs w:val="22"/>
          <w:lang w:val="en-US" w:eastAsia="en-US"/>
        </w:rPr>
        <w:instrText xml:space="preserve"> REF R04 \h </w:instrText>
      </w:r>
      <w:r w:rsidR="00A07CDE">
        <w:rPr>
          <w:szCs w:val="22"/>
          <w:lang w:val="en-US" w:eastAsia="en-US"/>
        </w:rPr>
      </w:r>
      <w:r w:rsidR="00A07CDE">
        <w:rPr>
          <w:szCs w:val="22"/>
          <w:lang w:val="en-US" w:eastAsia="en-US"/>
        </w:rPr>
        <w:fldChar w:fldCharType="separate"/>
      </w:r>
      <w:r w:rsidR="00A07CDE" w:rsidRPr="00912766">
        <w:t>R</w:t>
      </w:r>
      <w:r w:rsidR="00A07CDE">
        <w:rPr>
          <w:noProof/>
        </w:rPr>
        <w:t>04</w:t>
      </w:r>
      <w:r w:rsidR="00A07CDE">
        <w:rPr>
          <w:szCs w:val="22"/>
          <w:lang w:val="en-US" w:eastAsia="en-US"/>
        </w:rPr>
        <w:fldChar w:fldCharType="end"/>
      </w:r>
      <w:r w:rsidR="00A07CDE">
        <w:rPr>
          <w:szCs w:val="22"/>
          <w:lang w:val="en-US" w:eastAsia="en-US"/>
        </w:rPr>
        <w:t>]</w:t>
      </w:r>
      <w:r w:rsidR="009F2D47">
        <w:rPr>
          <w:szCs w:val="22"/>
          <w:lang w:val="en-US" w:eastAsia="en-US"/>
        </w:rPr>
        <w:t>.</w:t>
      </w:r>
      <w:r w:rsidRPr="001237E2">
        <w:rPr>
          <w:szCs w:val="22"/>
          <w:lang w:val="en-US" w:eastAsia="en-US"/>
        </w:rPr>
        <w:t xml:space="preserve"> </w:t>
      </w:r>
      <w:r w:rsidR="00A07CDE">
        <w:rPr>
          <w:szCs w:val="22"/>
          <w:lang w:val="en-US" w:eastAsia="en-US"/>
        </w:rPr>
        <w:t xml:space="preserve">The above </w:t>
      </w:r>
      <w:r w:rsidR="00005558">
        <w:rPr>
          <w:szCs w:val="22"/>
          <w:lang w:val="en-US" w:eastAsia="en-US"/>
        </w:rPr>
        <w:t xml:space="preserve">EMCS IEs </w:t>
      </w:r>
      <w:r w:rsidR="00A07CDE">
        <w:rPr>
          <w:szCs w:val="22"/>
          <w:lang w:val="en-US" w:eastAsia="en-US"/>
        </w:rPr>
        <w:t>are provided</w:t>
      </w:r>
      <w:r w:rsidRPr="001237E2">
        <w:rPr>
          <w:szCs w:val="22"/>
          <w:lang w:val="en-US" w:eastAsia="en-US"/>
        </w:rPr>
        <w:t xml:space="preserve"> for demonstration purposes only.</w:t>
      </w:r>
    </w:p>
    <w:p w14:paraId="0722C78D" w14:textId="77777777" w:rsidR="00430ECF" w:rsidRDefault="00430ECF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  <w:bookmarkStart w:id="55" w:name="_Toc127981294"/>
      <w:bookmarkEnd w:id="55"/>
    </w:p>
    <w:p w14:paraId="2F6EFF1B" w14:textId="77777777" w:rsidR="00430ECF" w:rsidRDefault="00430ECF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74758F05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7B3687B8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3635EE40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3708D1B0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70D1C0B5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1867BE73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6AC59DCA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41059ADE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66951DCD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3709F2BE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3703F0DD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75AE7E62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4A3E3CF7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620C50AB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75012451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3C34B860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78E69A00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70D357F2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515BFDAD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4B3B9B3A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5A816AEC" w14:textId="77777777" w:rsidR="00644CB8" w:rsidRDefault="00644CB8" w:rsidP="00787ED1">
      <w:pPr>
        <w:autoSpaceDE w:val="0"/>
        <w:autoSpaceDN w:val="0"/>
        <w:adjustRightInd w:val="0"/>
        <w:rPr>
          <w:szCs w:val="22"/>
          <w:lang w:val="en-US" w:eastAsia="en-US"/>
        </w:rPr>
      </w:pPr>
    </w:p>
    <w:p w14:paraId="21DB3164" w14:textId="77777777" w:rsidR="00FD24C0" w:rsidRPr="00713371" w:rsidDel="00E95297" w:rsidRDefault="00FD24C0" w:rsidP="00787ED1">
      <w:pPr>
        <w:autoSpaceDE w:val="0"/>
        <w:autoSpaceDN w:val="0"/>
        <w:adjustRightInd w:val="0"/>
      </w:pPr>
    </w:p>
    <w:p w14:paraId="24718562" w14:textId="77777777" w:rsidR="001321EE" w:rsidRPr="00A93119" w:rsidRDefault="001321EE" w:rsidP="00A93119">
      <w:pPr>
        <w:pStyle w:val="Heading1"/>
        <w:tabs>
          <w:tab w:val="clear" w:pos="510"/>
          <w:tab w:val="num" w:pos="432"/>
        </w:tabs>
        <w:spacing w:before="240" w:after="240" w:line="240" w:lineRule="auto"/>
        <w:ind w:left="431" w:right="862" w:hanging="431"/>
        <w:rPr>
          <w:lang w:val="en-US"/>
        </w:rPr>
      </w:pPr>
      <w:bookmarkStart w:id="56" w:name="_Toc99966567"/>
      <w:bookmarkStart w:id="57" w:name="_Toc99966581"/>
      <w:bookmarkStart w:id="58" w:name="_Toc99980219"/>
      <w:bookmarkStart w:id="59" w:name="_Ref526239885"/>
      <w:bookmarkStart w:id="60" w:name="_Ref526239890"/>
      <w:bookmarkStart w:id="61" w:name="_Toc526355324"/>
      <w:bookmarkStart w:id="62" w:name="_Toc526355402"/>
      <w:bookmarkStart w:id="63" w:name="_Toc40787818"/>
      <w:bookmarkStart w:id="64" w:name="_Toc129098124"/>
      <w:bookmarkEnd w:id="56"/>
      <w:bookmarkEnd w:id="57"/>
      <w:bookmarkEnd w:id="58"/>
      <w:r w:rsidRPr="00A93119">
        <w:rPr>
          <w:lang w:val="en-US"/>
        </w:rPr>
        <w:lastRenderedPageBreak/>
        <w:t>Other Useful Information</w:t>
      </w:r>
      <w:bookmarkEnd w:id="59"/>
      <w:bookmarkEnd w:id="60"/>
      <w:bookmarkEnd w:id="61"/>
      <w:bookmarkEnd w:id="62"/>
      <w:bookmarkEnd w:id="63"/>
      <w:bookmarkEnd w:id="64"/>
    </w:p>
    <w:bookmarkEnd w:id="33"/>
    <w:bookmarkEnd w:id="34"/>
    <w:bookmarkEnd w:id="35"/>
    <w:bookmarkEnd w:id="36"/>
    <w:bookmarkEnd w:id="37"/>
    <w:p w14:paraId="6FF84881" w14:textId="30073C2A" w:rsidR="00CD174F" w:rsidRPr="00414F90" w:rsidRDefault="007B5CDB" w:rsidP="00CD174F">
      <w:pPr>
        <w:spacing w:after="0" w:line="240" w:lineRule="auto"/>
        <w:rPr>
          <w:lang w:val="en-US"/>
        </w:rPr>
      </w:pPr>
      <w:r>
        <w:rPr>
          <w:lang w:val="en-US"/>
        </w:rPr>
        <w:t>N/A</w:t>
      </w:r>
    </w:p>
    <w:p w14:paraId="30F9628E" w14:textId="77777777" w:rsidR="00A17A64" w:rsidRDefault="00A17A64" w:rsidP="001321EE">
      <w:pPr>
        <w:rPr>
          <w:szCs w:val="22"/>
          <w:lang w:val="en-US"/>
        </w:rPr>
      </w:pPr>
    </w:p>
    <w:p w14:paraId="6AEC2BFD" w14:textId="77777777" w:rsidR="00A17A64" w:rsidRPr="00912766" w:rsidRDefault="00A17A64" w:rsidP="001321EE">
      <w:pPr>
        <w:rPr>
          <w:szCs w:val="22"/>
          <w:lang w:val="en-US"/>
        </w:rPr>
      </w:pPr>
    </w:p>
    <w:sectPr w:rsidR="00A17A64" w:rsidRPr="00912766" w:rsidSect="00880F13">
      <w:headerReference w:type="even" r:id="rId16"/>
      <w:footerReference w:type="even" r:id="rId17"/>
      <w:footerReference w:type="default" r:id="rId18"/>
      <w:footerReference w:type="first" r:id="rId19"/>
      <w:pgSz w:w="11907" w:h="16840" w:code="9"/>
      <w:pgMar w:top="1417" w:right="1417" w:bottom="1417" w:left="1417" w:header="709" w:footer="1059" w:gutter="0"/>
      <w:paperSrc w:first="15" w:other="15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43DC0" w14:textId="77777777" w:rsidR="006B3F55" w:rsidRDefault="006B3F55">
      <w:pPr>
        <w:spacing w:after="0" w:line="240" w:lineRule="auto"/>
      </w:pPr>
      <w:r>
        <w:separator/>
      </w:r>
    </w:p>
  </w:endnote>
  <w:endnote w:type="continuationSeparator" w:id="0">
    <w:p w14:paraId="4CF51663" w14:textId="77777777" w:rsidR="006B3F55" w:rsidRDefault="006B3F55">
      <w:pPr>
        <w:spacing w:after="0" w:line="240" w:lineRule="auto"/>
      </w:pPr>
      <w:r>
        <w:continuationSeparator/>
      </w:r>
    </w:p>
  </w:endnote>
  <w:endnote w:type="continuationNotice" w:id="1">
    <w:p w14:paraId="5B0B2509" w14:textId="77777777" w:rsidR="006B3F55" w:rsidRDefault="006B3F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Footer - Footer"/>
      <w:tag w:val="tkgx793blqwVsfMzIs5ka6-Aa3Kt4ltWaoVXwcSq1qvk0"/>
      <w:id w:val="-66499086"/>
    </w:sdtPr>
    <w:sdtContent>
      <w:p w14:paraId="2D2540D0" w14:textId="39D8B112" w:rsidR="004E0623" w:rsidRPr="004364D8" w:rsidRDefault="00000000">
        <w:pPr>
          <w:pStyle w:val="FooterLine"/>
          <w:rPr>
            <w:lang w:val="fr-BE"/>
          </w:rPr>
        </w:pPr>
        <w:sdt>
          <w:sdtPr>
            <w:rPr>
              <w:lang w:val="fr-BE"/>
            </w:rPr>
            <w:id w:val="-1714572210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424C20">
              <w:rPr>
                <w:lang w:val="fr-BE"/>
              </w:rPr>
              <w:t>DDNXA Main Document, Annexes and CSE Export 5.15.1</w:t>
            </w:r>
          </w:sdtContent>
        </w:sdt>
        <w:r w:rsidR="004E0623" w:rsidRPr="004364D8">
          <w:rPr>
            <w:lang w:val="fr-BE"/>
          </w:rPr>
          <w:t xml:space="preserve"> - </w:t>
        </w:r>
        <w:sdt>
          <w:sdtPr>
            <w:rPr>
              <w:lang w:val="fr-BE"/>
            </w:rPr>
            <w:id w:val="-1999875607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4E0623" w:rsidRPr="004364D8">
              <w:rPr>
                <w:lang w:val="fr-BE"/>
              </w:rPr>
              <w:t>Release Note</w:t>
            </w:r>
          </w:sdtContent>
        </w:sdt>
        <w:r w:rsidR="004E0623" w:rsidRPr="004364D8">
          <w:rPr>
            <w:lang w:val="fr-BE"/>
          </w:rPr>
          <w:tab/>
          <w:t xml:space="preserve">Page </w:t>
        </w:r>
        <w:r w:rsidR="004E0623">
          <w:fldChar w:fldCharType="begin"/>
        </w:r>
        <w:r w:rsidR="004E0623" w:rsidRPr="004364D8">
          <w:rPr>
            <w:lang w:val="fr-BE"/>
          </w:rPr>
          <w:instrText>PAGE</w:instrText>
        </w:r>
        <w:r w:rsidR="004E0623">
          <w:fldChar w:fldCharType="separate"/>
        </w:r>
        <w:r w:rsidR="004E0623" w:rsidRPr="004364D8">
          <w:rPr>
            <w:noProof/>
            <w:lang w:val="fr-BE"/>
          </w:rPr>
          <w:t>6</w:t>
        </w:r>
        <w:r w:rsidR="004E0623">
          <w:fldChar w:fldCharType="end"/>
        </w:r>
        <w:r w:rsidR="004E0623" w:rsidRPr="004364D8">
          <w:rPr>
            <w:lang w:val="fr-BE"/>
          </w:rPr>
          <w:t xml:space="preserve"> / </w:t>
        </w:r>
        <w:r w:rsidR="004E0623">
          <w:fldChar w:fldCharType="begin"/>
        </w:r>
        <w:r w:rsidR="004E0623" w:rsidRPr="004364D8">
          <w:rPr>
            <w:lang w:val="fr-BE"/>
          </w:rPr>
          <w:instrText>NUMPAGES</w:instrText>
        </w:r>
        <w:r w:rsidR="004E0623">
          <w:fldChar w:fldCharType="separate"/>
        </w:r>
        <w:r w:rsidR="004E0623" w:rsidRPr="004364D8">
          <w:rPr>
            <w:noProof/>
            <w:lang w:val="fr-BE"/>
          </w:rPr>
          <w:t>2</w:t>
        </w:r>
        <w:r w:rsidR="004E0623">
          <w:fldChar w:fldCharType="end"/>
        </w:r>
      </w:p>
      <w:p w14:paraId="0934336C" w14:textId="71E96B48" w:rsidR="004E0623" w:rsidRPr="004364D8" w:rsidRDefault="00000000">
        <w:pPr>
          <w:pStyle w:val="Footer"/>
          <w:rPr>
            <w:lang w:val="fr-BE"/>
          </w:rPr>
        </w:pPr>
        <w:sdt>
          <w:sdtPr>
            <w:rPr>
              <w:noProof/>
              <w:lang w:val="fr-BE"/>
            </w:rPr>
            <w:id w:val="-1646350973"/>
            <w:dataBinding w:xpath="/Texts/TechFooterVersion" w:storeItemID="{4EF90DE6-88B6-4264-9629-4D8DFDFE87D2}"/>
            <w:text w:multiLine="1"/>
          </w:sdtPr>
          <w:sdtContent>
            <w:r w:rsidR="004E0623">
              <w:rPr>
                <w:noProof/>
                <w:lang w:val="fr-BE"/>
              </w:rPr>
              <w:t>Document version</w:t>
            </w:r>
          </w:sdtContent>
        </w:sdt>
        <w:r w:rsidR="004E0623" w:rsidRPr="004364D8">
          <w:rPr>
            <w:lang w:val="fr-BE"/>
          </w:rPr>
          <w:t xml:space="preserve"> </w:t>
        </w:r>
        <w:sdt>
          <w:sdtPr>
            <w:rPr>
              <w:lang w:val="fr-BE"/>
            </w:rPr>
            <w:alias w:val="Version"/>
            <w:id w:val="-581447756"/>
            <w:dataBinding w:xpath="/EurolookProperties/DocumentVersion" w:storeItemID="{D3EA5527-7367-4268-9D83-5125C98D0ED2}"/>
            <w:text w:multiLine="1"/>
          </w:sdtPr>
          <w:sdtContent>
            <w:r w:rsidR="000A5637">
              <w:rPr>
                <w:lang w:val="fr-BE"/>
              </w:rPr>
              <w:t>0.03 EN</w:t>
            </w:r>
          </w:sdtContent>
        </w:sdt>
        <w:r w:rsidR="004E0623" w:rsidRPr="004364D8">
          <w:rPr>
            <w:lang w:val="fr-BE"/>
          </w:rPr>
          <w:t xml:space="preserve"> </w:t>
        </w:r>
        <w:sdt>
          <w:sdtPr>
            <w:rPr>
              <w:noProof/>
              <w:lang w:val="fr-BE"/>
            </w:rPr>
            <w:id w:val="-1738384756"/>
            <w:dataBinding w:xpath="/Texts/TechFooterDated" w:storeItemID="{4EF90DE6-88B6-4264-9629-4D8DFDFE87D2}"/>
            <w:text w:multiLine="1"/>
          </w:sdtPr>
          <w:sdtContent>
            <w:r w:rsidR="004E0623" w:rsidRPr="004364D8">
              <w:rPr>
                <w:noProof/>
                <w:lang w:val="fr-BE"/>
              </w:rPr>
              <w:t>dated</w:t>
            </w:r>
          </w:sdtContent>
        </w:sdt>
        <w:r w:rsidR="004E0623" w:rsidRPr="004364D8">
          <w:rPr>
            <w:lang w:val="fr-BE"/>
          </w:rPr>
          <w:t xml:space="preserve"> </w:t>
        </w:r>
        <w:sdt>
          <w:sdtPr>
            <w:rPr>
              <w:lang w:val="fr-BE"/>
            </w:rPr>
            <w:alias w:val=""/>
            <w:id w:val="-64425944"/>
            <w:dataBinding w:xpath="/EurolookProperties/DocumentDate" w:storeItemID="{D3EA5527-7367-4268-9D83-5125C98D0ED2}"/>
            <w:date w:fullDate="2023-03-07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0A5637" w:rsidRPr="008A72E1">
              <w:rPr>
                <w:lang w:val="fr-BE"/>
              </w:rPr>
              <w:t>07/03/2023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Footer - Footer"/>
      <w:tag w:val="tkgx793blqwVsfMzIs5ka6-Aa3Kt4ltWaoVXwcSq1qvk0"/>
      <w:id w:val="1051889446"/>
    </w:sdtPr>
    <w:sdtContent>
      <w:p w14:paraId="016CF4A0" w14:textId="0A2E05FD" w:rsidR="004E0623" w:rsidRPr="008A72E1" w:rsidRDefault="00000000" w:rsidP="001F03D8">
        <w:pPr>
          <w:pStyle w:val="FooterLine"/>
          <w:rPr>
            <w:lang w:val="fr-BE"/>
          </w:rPr>
        </w:pPr>
        <w:sdt>
          <w:sdtPr>
            <w:rPr>
              <w:lang w:val="fr-BE"/>
            </w:rPr>
            <w:id w:val="-21017909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Content>
            <w:r w:rsidR="00424C20" w:rsidRPr="008A72E1">
              <w:rPr>
                <w:lang w:val="fr-BE"/>
              </w:rPr>
              <w:t>DDNXA Main Document, Annexes and CSE Export 5.15.1</w:t>
            </w:r>
          </w:sdtContent>
        </w:sdt>
        <w:r w:rsidR="004E0623" w:rsidRPr="008A72E1">
          <w:rPr>
            <w:lang w:val="fr-BE"/>
          </w:rPr>
          <w:t xml:space="preserve"> - </w:t>
        </w:r>
        <w:sdt>
          <w:sdtPr>
            <w:rPr>
              <w:lang w:val="fr-BE"/>
            </w:rPr>
            <w:id w:val="-1703004640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Content>
            <w:r w:rsidR="004E0623" w:rsidRPr="008A72E1">
              <w:rPr>
                <w:lang w:val="fr-BE"/>
              </w:rPr>
              <w:t>Release Note</w:t>
            </w:r>
          </w:sdtContent>
        </w:sdt>
        <w:r w:rsidR="004E0623" w:rsidRPr="008A72E1">
          <w:rPr>
            <w:lang w:val="fr-BE"/>
          </w:rPr>
          <w:tab/>
          <w:t xml:space="preserve">Page </w:t>
        </w:r>
        <w:r w:rsidR="004E0623">
          <w:fldChar w:fldCharType="begin"/>
        </w:r>
        <w:r w:rsidR="004E0623" w:rsidRPr="008A72E1">
          <w:rPr>
            <w:lang w:val="fr-BE"/>
          </w:rPr>
          <w:instrText>PAGE</w:instrText>
        </w:r>
        <w:r w:rsidR="004E0623">
          <w:fldChar w:fldCharType="separate"/>
        </w:r>
        <w:r w:rsidR="00BA2653" w:rsidRPr="008A72E1">
          <w:rPr>
            <w:noProof/>
            <w:lang w:val="fr-BE"/>
          </w:rPr>
          <w:t>10</w:t>
        </w:r>
        <w:r w:rsidR="004E0623">
          <w:fldChar w:fldCharType="end"/>
        </w:r>
        <w:r w:rsidR="004E0623" w:rsidRPr="008A72E1">
          <w:rPr>
            <w:lang w:val="fr-BE"/>
          </w:rPr>
          <w:t xml:space="preserve"> / </w:t>
        </w:r>
        <w:r w:rsidR="004E0623">
          <w:fldChar w:fldCharType="begin"/>
        </w:r>
        <w:r w:rsidR="004E0623" w:rsidRPr="008A72E1">
          <w:rPr>
            <w:lang w:val="fr-BE"/>
          </w:rPr>
          <w:instrText>NUMPAGES</w:instrText>
        </w:r>
        <w:r w:rsidR="004E0623">
          <w:fldChar w:fldCharType="separate"/>
        </w:r>
        <w:r w:rsidR="00BA2653" w:rsidRPr="008A72E1">
          <w:rPr>
            <w:noProof/>
            <w:lang w:val="fr-BE"/>
          </w:rPr>
          <w:t>10</w:t>
        </w:r>
        <w:r w:rsidR="004E0623">
          <w:fldChar w:fldCharType="end"/>
        </w:r>
      </w:p>
      <w:p w14:paraId="01852AD5" w14:textId="12CE4DE1" w:rsidR="004E0623" w:rsidRPr="008A72E1" w:rsidRDefault="00000000">
        <w:pPr>
          <w:pStyle w:val="Footer"/>
          <w:rPr>
            <w:lang w:val="fr-BE"/>
          </w:rPr>
        </w:pPr>
        <w:sdt>
          <w:sdtPr>
            <w:rPr>
              <w:noProof/>
              <w:lang w:val="fr-BE"/>
            </w:rPr>
            <w:id w:val="-1203323583"/>
            <w:dataBinding w:xpath="/Texts/TechFooterVersion" w:storeItemID="{4EF90DE6-88B6-4264-9629-4D8DFDFE87D2}"/>
            <w:text w:multiLine="1"/>
          </w:sdtPr>
          <w:sdtContent>
            <w:r w:rsidR="004E0623" w:rsidRPr="008A72E1">
              <w:rPr>
                <w:noProof/>
                <w:lang w:val="fr-BE"/>
              </w:rPr>
              <w:t>Document version</w:t>
            </w:r>
          </w:sdtContent>
        </w:sdt>
        <w:r w:rsidR="004E0623" w:rsidRPr="008A72E1">
          <w:rPr>
            <w:lang w:val="fr-BE"/>
          </w:rPr>
          <w:t xml:space="preserve"> </w:t>
        </w:r>
        <w:sdt>
          <w:sdtPr>
            <w:rPr>
              <w:lang w:val="fr-BE"/>
            </w:rPr>
            <w:alias w:val="Version"/>
            <w:id w:val="-807239695"/>
            <w:dataBinding w:xpath="/EurolookProperties/DocumentVersion" w:storeItemID="{D3EA5527-7367-4268-9D83-5125C98D0ED2}"/>
            <w:text w:multiLine="1"/>
          </w:sdtPr>
          <w:sdtContent>
            <w:r w:rsidR="000A5637" w:rsidRPr="008A72E1">
              <w:rPr>
                <w:lang w:val="fr-BE"/>
              </w:rPr>
              <w:t>0.03 EN</w:t>
            </w:r>
          </w:sdtContent>
        </w:sdt>
        <w:r w:rsidR="004E0623" w:rsidRPr="008A72E1">
          <w:rPr>
            <w:lang w:val="fr-BE"/>
          </w:rPr>
          <w:t xml:space="preserve"> </w:t>
        </w:r>
        <w:sdt>
          <w:sdtPr>
            <w:rPr>
              <w:noProof/>
              <w:lang w:val="fr-BE"/>
            </w:rPr>
            <w:id w:val="-1750648157"/>
            <w:dataBinding w:xpath="/Texts/TechFooterDated" w:storeItemID="{4EF90DE6-88B6-4264-9629-4D8DFDFE87D2}"/>
            <w:text w:multiLine="1"/>
          </w:sdtPr>
          <w:sdtContent>
            <w:r w:rsidR="004E0623" w:rsidRPr="008A72E1">
              <w:rPr>
                <w:noProof/>
                <w:lang w:val="fr-BE"/>
              </w:rPr>
              <w:t>dated</w:t>
            </w:r>
          </w:sdtContent>
        </w:sdt>
        <w:r w:rsidR="004E0623" w:rsidRPr="008A72E1">
          <w:rPr>
            <w:lang w:val="fr-BE"/>
          </w:rPr>
          <w:t xml:space="preserve"> </w:t>
        </w:r>
        <w:sdt>
          <w:sdtPr>
            <w:rPr>
              <w:lang w:val="fr-BE"/>
            </w:rPr>
            <w:alias w:val=""/>
            <w:id w:val="-642578304"/>
            <w:dataBinding w:xpath="/EurolookProperties/DocumentDate" w:storeItemID="{D3EA5527-7367-4268-9D83-5125C98D0ED2}"/>
            <w:date w:fullDate="2023-03-07T00:00:00Z">
              <w:dateFormat w:val="dd/MM/yyyy"/>
              <w:lid w:val="en-GB"/>
              <w:storeMappedDataAs w:val="dateTime"/>
              <w:calendar w:val="gregorian"/>
            </w:date>
          </w:sdtPr>
          <w:sdtContent>
            <w:r w:rsidR="000A5637" w:rsidRPr="008A72E1">
              <w:rPr>
                <w:lang w:val="fr-BE"/>
              </w:rPr>
              <w:t>07/03/2023</w:t>
            </w:r>
          </w:sdtContent>
        </w:sdt>
      </w:p>
      <w:p w14:paraId="09E1B7BF" w14:textId="0F391979" w:rsidR="004E0623" w:rsidRPr="001F03D8" w:rsidRDefault="004E0623">
        <w:pPr>
          <w:pStyle w:val="Footer"/>
          <w:rPr>
            <w:lang w:val="en-US"/>
          </w:rPr>
        </w:pPr>
        <w:r w:rsidRPr="00D049F7">
          <w:t>Confidentiality</w:t>
        </w:r>
        <w:r w:rsidRPr="005D331A">
          <w:rPr>
            <w:lang w:val="en-US"/>
          </w:rPr>
          <w:t xml:space="preserve">: </w:t>
        </w:r>
        <w:sdt>
          <w:sdtPr>
            <w:rPr>
              <w:bCs/>
              <w:szCs w:val="16"/>
              <w:lang w:eastAsia="en-US"/>
            </w:rPr>
            <w:alias w:val="Confidentiality"/>
            <w:tag w:val="Confidentiality"/>
            <w:id w:val="-312867792"/>
            <w:placeholder>
              <w:docPart w:val="FCC66B9EFA894F46B974EF6C9DFE9CE4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Commission use (CU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Content>
            <w:r w:rsidR="000004D1">
              <w:rPr>
                <w:bCs/>
                <w:szCs w:val="16"/>
                <w:lang w:eastAsia="en-US"/>
              </w:rPr>
              <w:t>Commission use (CU)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EC Footers - EC Standard Footer "/>
      <w:tag w:val="SVoGAZ38gakDmzcHmLly90-Uz5BECj2qQF70SGAMzDdI0"/>
      <w:id w:val="-1471894362"/>
    </w:sdtPr>
    <w:sdtContent>
      <w:p w14:paraId="71BDB680" w14:textId="7C7874CA" w:rsidR="004E0623" w:rsidRDefault="00000000">
        <w:pPr>
          <w:pStyle w:val="Footer"/>
        </w:pPr>
        <w:sdt>
          <w:sdtPr>
            <w:rPr>
              <w:noProof/>
              <w:lang w:val="fr-BE"/>
            </w:rPr>
            <w:id w:val="-796519606"/>
            <w:dataBinding w:xpath="/Author/Addresses/Address[Id = 'f03b5801-04c9-4931-aa17-c6d6c70bc579']/Footer" w:storeItemID="{EE044946-5330-43F7-8D16-AA78684F2938}"/>
            <w:text w:multiLine="1"/>
          </w:sdtPr>
          <w:sdtContent>
            <w:r w:rsidR="004E0623" w:rsidRPr="00617D0F">
              <w:rPr>
                <w:noProof/>
                <w:lang w:val="fr-BE"/>
              </w:rPr>
              <w:t>Commission européenne/Europese Commissie, 1049 Bruxelles/Brussel, BELGIQUE/BELGIË - Tel. +32 22991111</w:t>
            </w:r>
          </w:sdtContent>
        </w:sdt>
      </w:p>
      <w:p w14:paraId="3D8B59E8" w14:textId="5609E1BF" w:rsidR="004E0623" w:rsidRPr="001F03D8" w:rsidRDefault="00000000">
        <w:pPr>
          <w:pStyle w:val="Footer"/>
          <w:rPr>
            <w:sz w:val="1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8D7DB" w14:textId="77777777" w:rsidR="006B3F55" w:rsidRDefault="006B3F55">
      <w:pPr>
        <w:spacing w:after="0" w:line="240" w:lineRule="auto"/>
      </w:pPr>
      <w:r>
        <w:separator/>
      </w:r>
    </w:p>
  </w:footnote>
  <w:footnote w:type="continuationSeparator" w:id="0">
    <w:p w14:paraId="0BC4C667" w14:textId="77777777" w:rsidR="006B3F55" w:rsidRDefault="006B3F55">
      <w:pPr>
        <w:spacing w:after="0" w:line="240" w:lineRule="auto"/>
      </w:pPr>
      <w:r>
        <w:continuationSeparator/>
      </w:r>
    </w:p>
  </w:footnote>
  <w:footnote w:type="continuationNotice" w:id="1">
    <w:p w14:paraId="5F716F3E" w14:textId="77777777" w:rsidR="006B3F55" w:rsidRDefault="006B3F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4A954" w14:textId="77777777" w:rsidR="004E0623" w:rsidRDefault="004E0623">
    <w:pPr>
      <w:pStyle w:val="Header"/>
    </w:pPr>
  </w:p>
  <w:p w14:paraId="6A3EA04B" w14:textId="77777777" w:rsidR="004E0623" w:rsidRDefault="004E06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8326206"/>
    <w:lvl w:ilvl="0">
      <w:start w:val="1"/>
      <w:numFmt w:val="bullet"/>
      <w:pStyle w:val="StyleBulletsPatternClearCustomColorRGB238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pStyle w:val="NormalSubitem"/>
      <w:lvlText w:val="*"/>
      <w:lvlJc w:val="left"/>
    </w:lvl>
  </w:abstractNum>
  <w:abstractNum w:abstractNumId="3" w15:restartNumberingAfterBreak="0">
    <w:nsid w:val="04A0285C"/>
    <w:multiLevelType w:val="hybridMultilevel"/>
    <w:tmpl w:val="67940DAE"/>
    <w:lvl w:ilvl="0" w:tplc="3A507340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96AD2"/>
    <w:multiLevelType w:val="hybridMultilevel"/>
    <w:tmpl w:val="78560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E014F"/>
    <w:multiLevelType w:val="singleLevel"/>
    <w:tmpl w:val="E8824D90"/>
    <w:lvl w:ilvl="0">
      <w:start w:val="1"/>
      <w:numFmt w:val="bullet"/>
      <w:pStyle w:val="DoubleIndent"/>
      <w:lvlText w:val="-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</w:rPr>
    </w:lvl>
  </w:abstractNum>
  <w:abstractNum w:abstractNumId="6" w15:restartNumberingAfterBreak="0">
    <w:nsid w:val="09F351B1"/>
    <w:multiLevelType w:val="hybridMultilevel"/>
    <w:tmpl w:val="4DD08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6F623C"/>
    <w:multiLevelType w:val="hybridMultilevel"/>
    <w:tmpl w:val="BD469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D813F8"/>
    <w:multiLevelType w:val="hybridMultilevel"/>
    <w:tmpl w:val="408A77E2"/>
    <w:lvl w:ilvl="0" w:tplc="52AC1C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0A524B"/>
    <w:multiLevelType w:val="hybridMultilevel"/>
    <w:tmpl w:val="91144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0B7201"/>
    <w:multiLevelType w:val="multilevel"/>
    <w:tmpl w:val="D1625A42"/>
    <w:name w:val="ListNumberNumbering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12AC7FDB"/>
    <w:multiLevelType w:val="singleLevel"/>
    <w:tmpl w:val="FCE8006A"/>
    <w:lvl w:ilvl="0">
      <w:start w:val="1"/>
      <w:numFmt w:val="bullet"/>
      <w:pStyle w:val="Pages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2" w15:restartNumberingAfterBreak="0">
    <w:nsid w:val="12FC00DF"/>
    <w:multiLevelType w:val="singleLevel"/>
    <w:tmpl w:val="E3A014D6"/>
    <w:lvl w:ilvl="0">
      <w:start w:val="1"/>
      <w:numFmt w:val="bullet"/>
      <w:pStyle w:val="NormalSubitemLast"/>
      <w:lvlText w:val="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6"/>
      </w:rPr>
    </w:lvl>
  </w:abstractNum>
  <w:abstractNum w:abstractNumId="13" w15:restartNumberingAfterBreak="0">
    <w:nsid w:val="19B90DF8"/>
    <w:multiLevelType w:val="hybridMultilevel"/>
    <w:tmpl w:val="F8C8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D62E22"/>
    <w:multiLevelType w:val="singleLevel"/>
    <w:tmpl w:val="3E0E150E"/>
    <w:lvl w:ilvl="0">
      <w:start w:val="1"/>
      <w:numFmt w:val="bullet"/>
      <w:pStyle w:val="NormalItemLast"/>
      <w:lvlText w:val="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4"/>
      </w:rPr>
    </w:lvl>
  </w:abstractNum>
  <w:abstractNum w:abstractNumId="15" w15:restartNumberingAfterBreak="0">
    <w:nsid w:val="1CAA545C"/>
    <w:multiLevelType w:val="hybridMultilevel"/>
    <w:tmpl w:val="22AEE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B27682"/>
    <w:multiLevelType w:val="hybridMultilevel"/>
    <w:tmpl w:val="6C0463D8"/>
    <w:lvl w:ilvl="0" w:tplc="9B8E187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C96F06"/>
    <w:multiLevelType w:val="hybridMultilevel"/>
    <w:tmpl w:val="04EC4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E0B0E"/>
    <w:multiLevelType w:val="multilevel"/>
    <w:tmpl w:val="68D8C006"/>
    <w:lvl w:ilvl="0">
      <w:start w:val="1"/>
      <w:numFmt w:val="upperRoman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431" w:hanging="864"/>
      </w:pPr>
      <w:rPr>
        <w:b/>
        <w:sz w:val="24"/>
        <w:szCs w:val="24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1FAB0D6C"/>
    <w:multiLevelType w:val="hybridMultilevel"/>
    <w:tmpl w:val="318C2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946177"/>
    <w:multiLevelType w:val="multilevel"/>
    <w:tmpl w:val="CC489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2A417AD"/>
    <w:multiLevelType w:val="hybridMultilevel"/>
    <w:tmpl w:val="CB40FD4C"/>
    <w:lvl w:ilvl="0" w:tplc="FFFFFFFF">
      <w:start w:val="1"/>
      <w:numFmt w:val="bullet"/>
      <w:pStyle w:val="Bullets2"/>
      <w:lvlText w:val="o"/>
      <w:lvlJc w:val="left"/>
      <w:pPr>
        <w:tabs>
          <w:tab w:val="num" w:pos="-122"/>
        </w:tabs>
        <w:ind w:left="-122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598"/>
        </w:tabs>
        <w:ind w:left="5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318"/>
        </w:tabs>
        <w:ind w:left="13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038"/>
        </w:tabs>
        <w:ind w:left="20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</w:abstractNum>
  <w:abstractNum w:abstractNumId="22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23" w15:restartNumberingAfterBreak="0">
    <w:nsid w:val="293503A5"/>
    <w:multiLevelType w:val="hybridMultilevel"/>
    <w:tmpl w:val="0526DC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6E110F"/>
    <w:multiLevelType w:val="multilevel"/>
    <w:tmpl w:val="3EBAB752"/>
    <w:lvl w:ilvl="0">
      <w:start w:val="1"/>
      <w:numFmt w:val="upperLetter"/>
      <w:lvlText w:val="Annex %1"/>
      <w:lvlJc w:val="left"/>
      <w:pPr>
        <w:tabs>
          <w:tab w:val="num" w:pos="431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0" w:firstLine="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2">
      <w:start w:val="1"/>
      <w:numFmt w:val="decimal"/>
      <w:pStyle w:val="CaptionTempo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2C463AFF"/>
    <w:multiLevelType w:val="multilevel"/>
    <w:tmpl w:val="A9327078"/>
    <w:lvl w:ilvl="0">
      <w:start w:val="1"/>
      <w:numFmt w:val="decimal"/>
      <w:pStyle w:val="ListNumbers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600" w:hanging="360"/>
      </w:pPr>
      <w:rPr>
        <w:rFonts w:hint="default"/>
      </w:rPr>
    </w:lvl>
  </w:abstractNum>
  <w:abstractNum w:abstractNumId="26" w15:restartNumberingAfterBreak="0">
    <w:nsid w:val="2C492CC9"/>
    <w:multiLevelType w:val="multilevel"/>
    <w:tmpl w:val="D82EEFC4"/>
    <w:styleLink w:val="Styl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2C8D5AD3"/>
    <w:multiLevelType w:val="singleLevel"/>
    <w:tmpl w:val="697C5A48"/>
    <w:lvl w:ilvl="0">
      <w:start w:val="1"/>
      <w:numFmt w:val="bullet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28" w15:restartNumberingAfterBreak="0">
    <w:nsid w:val="2D293CE3"/>
    <w:multiLevelType w:val="multilevel"/>
    <w:tmpl w:val="4DC8517E"/>
    <w:name w:val="LegalNumParNumbering"/>
    <w:lvl w:ilvl="0">
      <w:start w:val="1"/>
      <w:numFmt w:val="decimal"/>
      <w:pStyle w:val="LegalNumPar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76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476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857"/>
        </w:tabs>
        <w:ind w:left="2857" w:hanging="47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34"/>
        </w:tabs>
        <w:ind w:left="3334" w:hanging="47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0"/>
        </w:tabs>
        <w:ind w:left="3810" w:hanging="47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286"/>
        </w:tabs>
        <w:ind w:left="4286" w:hanging="476"/>
      </w:pPr>
      <w:rPr>
        <w:rFonts w:hint="default"/>
      </w:rPr>
    </w:lvl>
  </w:abstractNum>
  <w:abstractNum w:abstractNumId="29" w15:restartNumberingAfterBreak="0">
    <w:nsid w:val="2D4441D1"/>
    <w:multiLevelType w:val="hybridMultilevel"/>
    <w:tmpl w:val="458C63B0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0" w15:restartNumberingAfterBreak="0">
    <w:nsid w:val="336909D7"/>
    <w:multiLevelType w:val="hybridMultilevel"/>
    <w:tmpl w:val="470E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4B4721"/>
    <w:multiLevelType w:val="hybridMultilevel"/>
    <w:tmpl w:val="FA1A6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A95FCD"/>
    <w:multiLevelType w:val="hybridMultilevel"/>
    <w:tmpl w:val="4F90A6F8"/>
    <w:lvl w:ilvl="0" w:tplc="9B8E187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CC3146"/>
    <w:multiLevelType w:val="multilevel"/>
    <w:tmpl w:val="C1D6A922"/>
    <w:lvl w:ilvl="0">
      <w:start w:val="1"/>
      <w:numFmt w:val="decimal"/>
      <w:pStyle w:val="ListNumber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ListNumber1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3E0053AD"/>
    <w:multiLevelType w:val="hybridMultilevel"/>
    <w:tmpl w:val="148CB10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F474C6A"/>
    <w:multiLevelType w:val="hybridMultilevel"/>
    <w:tmpl w:val="76925114"/>
    <w:lvl w:ilvl="0" w:tplc="08090001">
      <w:start w:val="1"/>
      <w:numFmt w:val="bullet"/>
      <w:pStyle w:val="StyleBulletsLevel3Left317cmHanging063cm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26C8491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6" w15:restartNumberingAfterBreak="0">
    <w:nsid w:val="440E12E5"/>
    <w:multiLevelType w:val="hybridMultilevel"/>
    <w:tmpl w:val="398E8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EB1FD8"/>
    <w:multiLevelType w:val="hybridMultilevel"/>
    <w:tmpl w:val="7EAE4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922302"/>
    <w:multiLevelType w:val="singleLevel"/>
    <w:tmpl w:val="4840124C"/>
    <w:lvl w:ilvl="0">
      <w:start w:val="1"/>
      <w:numFmt w:val="bullet"/>
      <w:pStyle w:val="NormalArrow"/>
      <w:lvlText w:val=""/>
      <w:lvlJc w:val="left"/>
      <w:pPr>
        <w:tabs>
          <w:tab w:val="num" w:pos="2174"/>
        </w:tabs>
        <w:ind w:left="2155" w:hanging="341"/>
      </w:pPr>
      <w:rPr>
        <w:rFonts w:ascii="Wingdings" w:hAnsi="Wingdings" w:hint="default"/>
        <w:sz w:val="24"/>
      </w:rPr>
    </w:lvl>
  </w:abstractNum>
  <w:abstractNum w:abstractNumId="39" w15:restartNumberingAfterBreak="0">
    <w:nsid w:val="465D172F"/>
    <w:multiLevelType w:val="multilevel"/>
    <w:tmpl w:val="6AEE9BA4"/>
    <w:lvl w:ilvl="0">
      <w:start w:val="1"/>
      <w:numFmt w:val="decimal"/>
      <w:pStyle w:val="FooterText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FooterBottom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StyleBodyTextJustified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Bullet1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46600E84"/>
    <w:multiLevelType w:val="hybridMultilevel"/>
    <w:tmpl w:val="C4F2F128"/>
    <w:lvl w:ilvl="0" w:tplc="257C685E">
      <w:start w:val="3"/>
      <w:numFmt w:val="bullet"/>
      <w:pStyle w:val="ListDash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70784E"/>
    <w:multiLevelType w:val="multilevel"/>
    <w:tmpl w:val="2B62B30A"/>
    <w:lvl w:ilvl="0">
      <w:start w:val="1"/>
      <w:numFmt w:val="upperRoman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431" w:hanging="864"/>
      </w:pPr>
      <w:rPr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4B067343"/>
    <w:multiLevelType w:val="hybridMultilevel"/>
    <w:tmpl w:val="AB768010"/>
    <w:lvl w:ilvl="0" w:tplc="36023F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1A982C"/>
    <w:multiLevelType w:val="multilevel"/>
    <w:tmpl w:val="73EA311E"/>
    <w:name w:val="ListBulletNumbering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/>
      </w:rPr>
    </w:lvl>
    <w:lvl w:ilvl="2">
      <w:start w:val="1"/>
      <w:numFmt w:val="bullet"/>
      <w:pStyle w:val="AnnexHeading3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44" w15:restartNumberingAfterBreak="0">
    <w:nsid w:val="5072619B"/>
    <w:multiLevelType w:val="multilevel"/>
    <w:tmpl w:val="16E016D6"/>
    <w:name w:val="ListDashNumbering"/>
    <w:lvl w:ilvl="0">
      <w:start w:val="1"/>
      <w:numFmt w:val="bullet"/>
      <w:lvlText w:val="–"/>
      <w:lvlJc w:val="left"/>
      <w:pPr>
        <w:tabs>
          <w:tab w:val="num" w:pos="454"/>
        </w:tabs>
        <w:ind w:left="454" w:hanging="454"/>
      </w:pPr>
      <w:rPr>
        <w:rFonts w:ascii="Times New Roman" w:hAnsi="Times New Roman"/>
      </w:rPr>
    </w:lvl>
    <w:lvl w:ilvl="1">
      <w:start w:val="1"/>
      <w:numFmt w:val="bullet"/>
      <w:pStyle w:val="ListDashLevel2"/>
      <w:lvlText w:val="–"/>
      <w:lvlJc w:val="left"/>
      <w:pPr>
        <w:tabs>
          <w:tab w:val="num" w:pos="907"/>
        </w:tabs>
        <w:ind w:left="907" w:hanging="453"/>
      </w:pPr>
      <w:rPr>
        <w:rFonts w:ascii="Times New Roman" w:hAnsi="Times New Roman"/>
      </w:rPr>
    </w:lvl>
    <w:lvl w:ilvl="2">
      <w:start w:val="1"/>
      <w:numFmt w:val="bullet"/>
      <w:pStyle w:val="ListDash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DashLevel4"/>
      <w:lvlText w:val="–"/>
      <w:lvlJc w:val="left"/>
      <w:pPr>
        <w:tabs>
          <w:tab w:val="num" w:pos="1814"/>
        </w:tabs>
        <w:ind w:left="1814" w:hanging="453"/>
      </w:pPr>
      <w:rPr>
        <w:rFonts w:ascii="Times New Roman" w:hAnsi="Times New Roman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45" w15:restartNumberingAfterBreak="0">
    <w:nsid w:val="568C0A31"/>
    <w:multiLevelType w:val="hybridMultilevel"/>
    <w:tmpl w:val="288E34FE"/>
    <w:lvl w:ilvl="0" w:tplc="616CECF6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903898"/>
    <w:multiLevelType w:val="hybridMultilevel"/>
    <w:tmpl w:val="D938E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7B1BE2"/>
    <w:multiLevelType w:val="hybridMultilevel"/>
    <w:tmpl w:val="3B7094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TableLef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486164"/>
    <w:multiLevelType w:val="multilevel"/>
    <w:tmpl w:val="D82EEFC4"/>
    <w:numStyleLink w:val="Style7"/>
  </w:abstractNum>
  <w:abstractNum w:abstractNumId="51" w15:restartNumberingAfterBreak="0">
    <w:nsid w:val="7C65145E"/>
    <w:multiLevelType w:val="multilevel"/>
    <w:tmpl w:val="4186458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2" w15:restartNumberingAfterBreak="0">
    <w:nsid w:val="7C651460"/>
    <w:multiLevelType w:val="multilevel"/>
    <w:tmpl w:val="DCAA060D"/>
    <w:name w:val="AnnexNumbering"/>
    <w:lvl w:ilvl="0">
      <w:start w:val="1"/>
      <w:numFmt w:val="upperRoman"/>
      <w:pStyle w:val="Annex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upperRoman"/>
      <w:pStyle w:val="BulletsLevel2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53" w15:restartNumberingAfterBreak="0">
    <w:nsid w:val="7C651461"/>
    <w:multiLevelType w:val="multilevel"/>
    <w:tmpl w:val="DCAA060E"/>
    <w:name w:val="AnnexHeading"/>
    <w:lvl w:ilvl="0">
      <w:start w:val="1"/>
      <w:numFmt w:val="decimal"/>
      <w:pStyle w:val="Annex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 w16cid:durableId="1959483910">
    <w:abstractNumId w:val="51"/>
  </w:num>
  <w:num w:numId="2" w16cid:durableId="918636615">
    <w:abstractNumId w:val="43"/>
  </w:num>
  <w:num w:numId="3" w16cid:durableId="1415661745">
    <w:abstractNumId w:val="10"/>
  </w:num>
  <w:num w:numId="4" w16cid:durableId="39747579">
    <w:abstractNumId w:val="44"/>
  </w:num>
  <w:num w:numId="5" w16cid:durableId="181818995">
    <w:abstractNumId w:val="28"/>
  </w:num>
  <w:num w:numId="6" w16cid:durableId="368575056">
    <w:abstractNumId w:val="52"/>
  </w:num>
  <w:num w:numId="7" w16cid:durableId="392586217">
    <w:abstractNumId w:val="53"/>
  </w:num>
  <w:num w:numId="8" w16cid:durableId="607201902">
    <w:abstractNumId w:val="2"/>
    <w:lvlOverride w:ilvl="0">
      <w:lvl w:ilvl="0">
        <w:start w:val="1"/>
        <w:numFmt w:val="bullet"/>
        <w:pStyle w:val="NormalSubitem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916749438">
    <w:abstractNumId w:val="33"/>
  </w:num>
  <w:num w:numId="10" w16cid:durableId="152768054">
    <w:abstractNumId w:val="46"/>
  </w:num>
  <w:num w:numId="11" w16cid:durableId="1572036819">
    <w:abstractNumId w:val="0"/>
  </w:num>
  <w:num w:numId="12" w16cid:durableId="1040713665">
    <w:abstractNumId w:val="49"/>
  </w:num>
  <w:num w:numId="13" w16cid:durableId="1025255790">
    <w:abstractNumId w:val="39"/>
  </w:num>
  <w:num w:numId="14" w16cid:durableId="1289429248">
    <w:abstractNumId w:val="1"/>
  </w:num>
  <w:num w:numId="15" w16cid:durableId="1610359203">
    <w:abstractNumId w:val="24"/>
  </w:num>
  <w:num w:numId="16" w16cid:durableId="84151423">
    <w:abstractNumId w:val="48"/>
  </w:num>
  <w:num w:numId="17" w16cid:durableId="255328553">
    <w:abstractNumId w:val="11"/>
  </w:num>
  <w:num w:numId="18" w16cid:durableId="62339814">
    <w:abstractNumId w:val="5"/>
  </w:num>
  <w:num w:numId="19" w16cid:durableId="27800103">
    <w:abstractNumId w:val="35"/>
  </w:num>
  <w:num w:numId="20" w16cid:durableId="1265185880">
    <w:abstractNumId w:val="38"/>
  </w:num>
  <w:num w:numId="21" w16cid:durableId="1020931535">
    <w:abstractNumId w:val="21"/>
  </w:num>
  <w:num w:numId="22" w16cid:durableId="1845701343">
    <w:abstractNumId w:val="14"/>
  </w:num>
  <w:num w:numId="23" w16cid:durableId="1177109592">
    <w:abstractNumId w:val="12"/>
  </w:num>
  <w:num w:numId="24" w16cid:durableId="795223782">
    <w:abstractNumId w:val="45"/>
  </w:num>
  <w:num w:numId="25" w16cid:durableId="290943000">
    <w:abstractNumId w:val="40"/>
  </w:num>
  <w:num w:numId="26" w16cid:durableId="1072387404">
    <w:abstractNumId w:val="45"/>
  </w:num>
  <w:num w:numId="27" w16cid:durableId="1755660978">
    <w:abstractNumId w:val="3"/>
  </w:num>
  <w:num w:numId="28" w16cid:durableId="172572278">
    <w:abstractNumId w:val="25"/>
  </w:num>
  <w:num w:numId="29" w16cid:durableId="1177429521">
    <w:abstractNumId w:val="26"/>
  </w:num>
  <w:num w:numId="30" w16cid:durableId="894777165">
    <w:abstractNumId w:val="50"/>
  </w:num>
  <w:num w:numId="31" w16cid:durableId="184247931">
    <w:abstractNumId w:val="42"/>
  </w:num>
  <w:num w:numId="32" w16cid:durableId="1998802402">
    <w:abstractNumId w:val="8"/>
  </w:num>
  <w:num w:numId="33" w16cid:durableId="190279039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68149660">
    <w:abstractNumId w:val="34"/>
  </w:num>
  <w:num w:numId="35" w16cid:durableId="1130692">
    <w:abstractNumId w:val="17"/>
  </w:num>
  <w:num w:numId="36" w16cid:durableId="1490055290">
    <w:abstractNumId w:val="15"/>
  </w:num>
  <w:num w:numId="37" w16cid:durableId="628361222">
    <w:abstractNumId w:val="13"/>
  </w:num>
  <w:num w:numId="38" w16cid:durableId="125903020">
    <w:abstractNumId w:val="31"/>
  </w:num>
  <w:num w:numId="39" w16cid:durableId="535971277">
    <w:abstractNumId w:val="27"/>
  </w:num>
  <w:num w:numId="40" w16cid:durableId="134220528">
    <w:abstractNumId w:val="23"/>
  </w:num>
  <w:num w:numId="41" w16cid:durableId="1447627048">
    <w:abstractNumId w:val="9"/>
  </w:num>
  <w:num w:numId="42" w16cid:durableId="1675838822">
    <w:abstractNumId w:val="30"/>
  </w:num>
  <w:num w:numId="43" w16cid:durableId="1900896785">
    <w:abstractNumId w:val="30"/>
  </w:num>
  <w:num w:numId="44" w16cid:durableId="1196850447">
    <w:abstractNumId w:val="30"/>
  </w:num>
  <w:num w:numId="45" w16cid:durableId="1566916128">
    <w:abstractNumId w:val="37"/>
  </w:num>
  <w:num w:numId="46" w16cid:durableId="1918593409">
    <w:abstractNumId w:val="22"/>
  </w:num>
  <w:num w:numId="47" w16cid:durableId="20132029">
    <w:abstractNumId w:val="7"/>
  </w:num>
  <w:num w:numId="48" w16cid:durableId="1995183558">
    <w:abstractNumId w:val="6"/>
  </w:num>
  <w:num w:numId="49" w16cid:durableId="1256132258">
    <w:abstractNumId w:val="19"/>
  </w:num>
  <w:num w:numId="50" w16cid:durableId="1614821091">
    <w:abstractNumId w:val="36"/>
  </w:num>
  <w:num w:numId="51" w16cid:durableId="448397549">
    <w:abstractNumId w:val="32"/>
  </w:num>
  <w:num w:numId="52" w16cid:durableId="1350833920">
    <w:abstractNumId w:val="16"/>
  </w:num>
  <w:num w:numId="53" w16cid:durableId="1924414018">
    <w:abstractNumId w:val="51"/>
  </w:num>
  <w:num w:numId="54" w16cid:durableId="1054698697">
    <w:abstractNumId w:val="29"/>
  </w:num>
  <w:num w:numId="55" w16cid:durableId="343751713">
    <w:abstractNumId w:val="20"/>
  </w:num>
  <w:num w:numId="56" w16cid:durableId="10958797">
    <w:abstractNumId w:val="47"/>
  </w:num>
  <w:num w:numId="57" w16cid:durableId="1445542682">
    <w:abstractNumId w:val="4"/>
  </w:num>
  <w:num w:numId="58" w16cid:durableId="17739323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54821389">
    <w:abstractNumId w:val="1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LockTheme/>
  <w:styleLockQFSet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33A"/>
    <w:rsid w:val="000001D6"/>
    <w:rsid w:val="000004D1"/>
    <w:rsid w:val="00000E2E"/>
    <w:rsid w:val="00000FB9"/>
    <w:rsid w:val="00002EBE"/>
    <w:rsid w:val="00005558"/>
    <w:rsid w:val="00006420"/>
    <w:rsid w:val="000068A1"/>
    <w:rsid w:val="00012202"/>
    <w:rsid w:val="00012587"/>
    <w:rsid w:val="00012A03"/>
    <w:rsid w:val="00015A2A"/>
    <w:rsid w:val="000164B7"/>
    <w:rsid w:val="00020F19"/>
    <w:rsid w:val="00020F5B"/>
    <w:rsid w:val="0002338F"/>
    <w:rsid w:val="00024A37"/>
    <w:rsid w:val="0002651B"/>
    <w:rsid w:val="000271DB"/>
    <w:rsid w:val="000323A9"/>
    <w:rsid w:val="000329F7"/>
    <w:rsid w:val="00033517"/>
    <w:rsid w:val="00033CDA"/>
    <w:rsid w:val="0003535B"/>
    <w:rsid w:val="00040028"/>
    <w:rsid w:val="00040C02"/>
    <w:rsid w:val="00041562"/>
    <w:rsid w:val="0004374A"/>
    <w:rsid w:val="00043F6A"/>
    <w:rsid w:val="0004751B"/>
    <w:rsid w:val="00051AD5"/>
    <w:rsid w:val="0005205A"/>
    <w:rsid w:val="00052D48"/>
    <w:rsid w:val="0005477B"/>
    <w:rsid w:val="000561D0"/>
    <w:rsid w:val="000572A2"/>
    <w:rsid w:val="00057725"/>
    <w:rsid w:val="00060FDE"/>
    <w:rsid w:val="0006168D"/>
    <w:rsid w:val="00061F8C"/>
    <w:rsid w:val="00064E73"/>
    <w:rsid w:val="00065B98"/>
    <w:rsid w:val="0006725B"/>
    <w:rsid w:val="00070BF7"/>
    <w:rsid w:val="00072CEF"/>
    <w:rsid w:val="000738EB"/>
    <w:rsid w:val="000740C4"/>
    <w:rsid w:val="00075E98"/>
    <w:rsid w:val="00086BE5"/>
    <w:rsid w:val="00090050"/>
    <w:rsid w:val="0009250E"/>
    <w:rsid w:val="0009593C"/>
    <w:rsid w:val="00095D25"/>
    <w:rsid w:val="000A5637"/>
    <w:rsid w:val="000A704C"/>
    <w:rsid w:val="000A79F0"/>
    <w:rsid w:val="000B14DC"/>
    <w:rsid w:val="000C1CE4"/>
    <w:rsid w:val="000C5D4B"/>
    <w:rsid w:val="000C66DA"/>
    <w:rsid w:val="000C7A7E"/>
    <w:rsid w:val="000D1E13"/>
    <w:rsid w:val="000D31C8"/>
    <w:rsid w:val="000E03DE"/>
    <w:rsid w:val="000E1DFC"/>
    <w:rsid w:val="000E2394"/>
    <w:rsid w:val="000E3CFA"/>
    <w:rsid w:val="000E43C9"/>
    <w:rsid w:val="000E7FCB"/>
    <w:rsid w:val="000F161E"/>
    <w:rsid w:val="000F22F3"/>
    <w:rsid w:val="000F52C3"/>
    <w:rsid w:val="000F636E"/>
    <w:rsid w:val="000F7A53"/>
    <w:rsid w:val="00100606"/>
    <w:rsid w:val="0010590B"/>
    <w:rsid w:val="00107128"/>
    <w:rsid w:val="00110594"/>
    <w:rsid w:val="001111E5"/>
    <w:rsid w:val="001121D9"/>
    <w:rsid w:val="0011553E"/>
    <w:rsid w:val="00120549"/>
    <w:rsid w:val="001208F7"/>
    <w:rsid w:val="00120BA9"/>
    <w:rsid w:val="0012150A"/>
    <w:rsid w:val="00122025"/>
    <w:rsid w:val="0012287E"/>
    <w:rsid w:val="0012324C"/>
    <w:rsid w:val="00123366"/>
    <w:rsid w:val="001237E2"/>
    <w:rsid w:val="00126FC3"/>
    <w:rsid w:val="001321EE"/>
    <w:rsid w:val="0013488F"/>
    <w:rsid w:val="00141DC0"/>
    <w:rsid w:val="00143ED7"/>
    <w:rsid w:val="00144EDD"/>
    <w:rsid w:val="00150877"/>
    <w:rsid w:val="00151D03"/>
    <w:rsid w:val="00153E17"/>
    <w:rsid w:val="00155147"/>
    <w:rsid w:val="00155B19"/>
    <w:rsid w:val="0015674A"/>
    <w:rsid w:val="00163F54"/>
    <w:rsid w:val="001640C3"/>
    <w:rsid w:val="00166989"/>
    <w:rsid w:val="00167994"/>
    <w:rsid w:val="00172B4C"/>
    <w:rsid w:val="0017521C"/>
    <w:rsid w:val="0017523D"/>
    <w:rsid w:val="00180252"/>
    <w:rsid w:val="00180FEB"/>
    <w:rsid w:val="0018181C"/>
    <w:rsid w:val="0018355F"/>
    <w:rsid w:val="001929DA"/>
    <w:rsid w:val="00194546"/>
    <w:rsid w:val="001947D3"/>
    <w:rsid w:val="00195806"/>
    <w:rsid w:val="00196ECC"/>
    <w:rsid w:val="001A0507"/>
    <w:rsid w:val="001A4A17"/>
    <w:rsid w:val="001A4F80"/>
    <w:rsid w:val="001B4DE1"/>
    <w:rsid w:val="001B4EE7"/>
    <w:rsid w:val="001C033D"/>
    <w:rsid w:val="001C23C0"/>
    <w:rsid w:val="001C2D80"/>
    <w:rsid w:val="001C2DFC"/>
    <w:rsid w:val="001C2E82"/>
    <w:rsid w:val="001C38B4"/>
    <w:rsid w:val="001C49A8"/>
    <w:rsid w:val="001C5874"/>
    <w:rsid w:val="001C7C7C"/>
    <w:rsid w:val="001D0DCA"/>
    <w:rsid w:val="001D20FE"/>
    <w:rsid w:val="001D6337"/>
    <w:rsid w:val="001D7476"/>
    <w:rsid w:val="001D7677"/>
    <w:rsid w:val="001E19C5"/>
    <w:rsid w:val="001E589B"/>
    <w:rsid w:val="001F03D8"/>
    <w:rsid w:val="001F0BCE"/>
    <w:rsid w:val="001F30E5"/>
    <w:rsid w:val="001F3701"/>
    <w:rsid w:val="001F399A"/>
    <w:rsid w:val="001F4164"/>
    <w:rsid w:val="001F52A3"/>
    <w:rsid w:val="001F5DD2"/>
    <w:rsid w:val="001F60F8"/>
    <w:rsid w:val="001F6BF4"/>
    <w:rsid w:val="001F6CCE"/>
    <w:rsid w:val="001F7CF8"/>
    <w:rsid w:val="00200E29"/>
    <w:rsid w:val="00202416"/>
    <w:rsid w:val="002055EE"/>
    <w:rsid w:val="00206BBB"/>
    <w:rsid w:val="002115F9"/>
    <w:rsid w:val="002125FF"/>
    <w:rsid w:val="00212AAF"/>
    <w:rsid w:val="00214382"/>
    <w:rsid w:val="00214ABB"/>
    <w:rsid w:val="00220190"/>
    <w:rsid w:val="002209A1"/>
    <w:rsid w:val="00223752"/>
    <w:rsid w:val="00224E5B"/>
    <w:rsid w:val="002322AE"/>
    <w:rsid w:val="00233AF8"/>
    <w:rsid w:val="0023701A"/>
    <w:rsid w:val="00241E01"/>
    <w:rsid w:val="00246967"/>
    <w:rsid w:val="00247A5B"/>
    <w:rsid w:val="00247D4C"/>
    <w:rsid w:val="00252635"/>
    <w:rsid w:val="00254279"/>
    <w:rsid w:val="0025434C"/>
    <w:rsid w:val="0026002D"/>
    <w:rsid w:val="002611D3"/>
    <w:rsid w:val="00262E23"/>
    <w:rsid w:val="002672CD"/>
    <w:rsid w:val="00271D32"/>
    <w:rsid w:val="002758A9"/>
    <w:rsid w:val="0027720C"/>
    <w:rsid w:val="00277683"/>
    <w:rsid w:val="00277F5E"/>
    <w:rsid w:val="0028186F"/>
    <w:rsid w:val="00281B07"/>
    <w:rsid w:val="00284D70"/>
    <w:rsid w:val="00284E57"/>
    <w:rsid w:val="00284F2E"/>
    <w:rsid w:val="002913CF"/>
    <w:rsid w:val="002931BE"/>
    <w:rsid w:val="002A5273"/>
    <w:rsid w:val="002A741D"/>
    <w:rsid w:val="002B03C5"/>
    <w:rsid w:val="002B207B"/>
    <w:rsid w:val="002B2811"/>
    <w:rsid w:val="002B2A0A"/>
    <w:rsid w:val="002B5002"/>
    <w:rsid w:val="002B7DAB"/>
    <w:rsid w:val="002C029F"/>
    <w:rsid w:val="002C146E"/>
    <w:rsid w:val="002C1EAB"/>
    <w:rsid w:val="002C2CE4"/>
    <w:rsid w:val="002C443D"/>
    <w:rsid w:val="002D0E91"/>
    <w:rsid w:val="002D5F43"/>
    <w:rsid w:val="002D6FDF"/>
    <w:rsid w:val="002E1058"/>
    <w:rsid w:val="002E3EB0"/>
    <w:rsid w:val="002E4ED1"/>
    <w:rsid w:val="002E764F"/>
    <w:rsid w:val="002F0C6B"/>
    <w:rsid w:val="002F163A"/>
    <w:rsid w:val="002F51DA"/>
    <w:rsid w:val="00300A83"/>
    <w:rsid w:val="00307002"/>
    <w:rsid w:val="00307AC1"/>
    <w:rsid w:val="00310AC7"/>
    <w:rsid w:val="003160FD"/>
    <w:rsid w:val="00317C85"/>
    <w:rsid w:val="00320E43"/>
    <w:rsid w:val="0032394F"/>
    <w:rsid w:val="003240C0"/>
    <w:rsid w:val="003251C6"/>
    <w:rsid w:val="00325853"/>
    <w:rsid w:val="00325981"/>
    <w:rsid w:val="0032690B"/>
    <w:rsid w:val="00334F39"/>
    <w:rsid w:val="00335048"/>
    <w:rsid w:val="00335DED"/>
    <w:rsid w:val="00336AC9"/>
    <w:rsid w:val="00340879"/>
    <w:rsid w:val="00340EEE"/>
    <w:rsid w:val="00341C9C"/>
    <w:rsid w:val="003449C2"/>
    <w:rsid w:val="003537C3"/>
    <w:rsid w:val="003608EC"/>
    <w:rsid w:val="00364A2F"/>
    <w:rsid w:val="00364AE2"/>
    <w:rsid w:val="00366FFF"/>
    <w:rsid w:val="00383089"/>
    <w:rsid w:val="00384010"/>
    <w:rsid w:val="003867AA"/>
    <w:rsid w:val="003869CC"/>
    <w:rsid w:val="00393CA0"/>
    <w:rsid w:val="00394CAF"/>
    <w:rsid w:val="00395E8C"/>
    <w:rsid w:val="00396744"/>
    <w:rsid w:val="00396CC8"/>
    <w:rsid w:val="0039743F"/>
    <w:rsid w:val="003974E2"/>
    <w:rsid w:val="003976AA"/>
    <w:rsid w:val="00397A0A"/>
    <w:rsid w:val="003A33CD"/>
    <w:rsid w:val="003A4F74"/>
    <w:rsid w:val="003A54D6"/>
    <w:rsid w:val="003A57F1"/>
    <w:rsid w:val="003A5C65"/>
    <w:rsid w:val="003A5FE9"/>
    <w:rsid w:val="003B0600"/>
    <w:rsid w:val="003B2A22"/>
    <w:rsid w:val="003B30B3"/>
    <w:rsid w:val="003C14A2"/>
    <w:rsid w:val="003C3280"/>
    <w:rsid w:val="003C32A9"/>
    <w:rsid w:val="003C3D3B"/>
    <w:rsid w:val="003C408B"/>
    <w:rsid w:val="003C6BED"/>
    <w:rsid w:val="003C6C0F"/>
    <w:rsid w:val="003C7208"/>
    <w:rsid w:val="003D2FE1"/>
    <w:rsid w:val="003D661F"/>
    <w:rsid w:val="003D79BA"/>
    <w:rsid w:val="003E07BB"/>
    <w:rsid w:val="003E1B86"/>
    <w:rsid w:val="003E668A"/>
    <w:rsid w:val="003F1C4A"/>
    <w:rsid w:val="003F6F62"/>
    <w:rsid w:val="003F767D"/>
    <w:rsid w:val="003F7793"/>
    <w:rsid w:val="00400699"/>
    <w:rsid w:val="004011FF"/>
    <w:rsid w:val="004057B7"/>
    <w:rsid w:val="0041430E"/>
    <w:rsid w:val="00417D3E"/>
    <w:rsid w:val="004200DD"/>
    <w:rsid w:val="00424542"/>
    <w:rsid w:val="00424C20"/>
    <w:rsid w:val="00424DA7"/>
    <w:rsid w:val="00425E80"/>
    <w:rsid w:val="00430ECF"/>
    <w:rsid w:val="00433ED8"/>
    <w:rsid w:val="00434769"/>
    <w:rsid w:val="004364D8"/>
    <w:rsid w:val="00436717"/>
    <w:rsid w:val="0044009E"/>
    <w:rsid w:val="00440888"/>
    <w:rsid w:val="00441C62"/>
    <w:rsid w:val="00441E2C"/>
    <w:rsid w:val="004445E7"/>
    <w:rsid w:val="00444EC9"/>
    <w:rsid w:val="00444F59"/>
    <w:rsid w:val="00445962"/>
    <w:rsid w:val="00446D57"/>
    <w:rsid w:val="00451321"/>
    <w:rsid w:val="00452845"/>
    <w:rsid w:val="004538F9"/>
    <w:rsid w:val="0046785A"/>
    <w:rsid w:val="0047176E"/>
    <w:rsid w:val="00471835"/>
    <w:rsid w:val="00471B1C"/>
    <w:rsid w:val="00472A4D"/>
    <w:rsid w:val="00473353"/>
    <w:rsid w:val="004736D5"/>
    <w:rsid w:val="004748CC"/>
    <w:rsid w:val="00474A3D"/>
    <w:rsid w:val="00477714"/>
    <w:rsid w:val="00477EA2"/>
    <w:rsid w:val="00481310"/>
    <w:rsid w:val="00482D0C"/>
    <w:rsid w:val="004878A0"/>
    <w:rsid w:val="00487A48"/>
    <w:rsid w:val="00490EBF"/>
    <w:rsid w:val="00494F4F"/>
    <w:rsid w:val="00495196"/>
    <w:rsid w:val="004A00CD"/>
    <w:rsid w:val="004A127D"/>
    <w:rsid w:val="004A1D5B"/>
    <w:rsid w:val="004A297E"/>
    <w:rsid w:val="004A75B0"/>
    <w:rsid w:val="004B00D9"/>
    <w:rsid w:val="004B0C0C"/>
    <w:rsid w:val="004B27F5"/>
    <w:rsid w:val="004B3DEF"/>
    <w:rsid w:val="004B712C"/>
    <w:rsid w:val="004B716B"/>
    <w:rsid w:val="004C09C4"/>
    <w:rsid w:val="004C3885"/>
    <w:rsid w:val="004C6999"/>
    <w:rsid w:val="004D0293"/>
    <w:rsid w:val="004D2822"/>
    <w:rsid w:val="004D637A"/>
    <w:rsid w:val="004E0623"/>
    <w:rsid w:val="004E1732"/>
    <w:rsid w:val="004E2767"/>
    <w:rsid w:val="004E4806"/>
    <w:rsid w:val="004E4FA3"/>
    <w:rsid w:val="004F49CF"/>
    <w:rsid w:val="004F6F95"/>
    <w:rsid w:val="005033EF"/>
    <w:rsid w:val="00503A6D"/>
    <w:rsid w:val="00506726"/>
    <w:rsid w:val="00512F0C"/>
    <w:rsid w:val="005146B4"/>
    <w:rsid w:val="0051742A"/>
    <w:rsid w:val="00521522"/>
    <w:rsid w:val="005248AB"/>
    <w:rsid w:val="005310A8"/>
    <w:rsid w:val="00531150"/>
    <w:rsid w:val="0053196B"/>
    <w:rsid w:val="00535195"/>
    <w:rsid w:val="00535EFF"/>
    <w:rsid w:val="00536054"/>
    <w:rsid w:val="00536B3D"/>
    <w:rsid w:val="00537A20"/>
    <w:rsid w:val="00537D8D"/>
    <w:rsid w:val="00541B7A"/>
    <w:rsid w:val="00542039"/>
    <w:rsid w:val="005450E5"/>
    <w:rsid w:val="00547C68"/>
    <w:rsid w:val="0055164B"/>
    <w:rsid w:val="005543BB"/>
    <w:rsid w:val="005550A9"/>
    <w:rsid w:val="00556B1B"/>
    <w:rsid w:val="00557765"/>
    <w:rsid w:val="0056390F"/>
    <w:rsid w:val="00564064"/>
    <w:rsid w:val="0056717A"/>
    <w:rsid w:val="005671C0"/>
    <w:rsid w:val="00574072"/>
    <w:rsid w:val="00580828"/>
    <w:rsid w:val="00580F69"/>
    <w:rsid w:val="00581AB1"/>
    <w:rsid w:val="00581F6A"/>
    <w:rsid w:val="00584FEB"/>
    <w:rsid w:val="0058529B"/>
    <w:rsid w:val="00585A55"/>
    <w:rsid w:val="0058755D"/>
    <w:rsid w:val="00590775"/>
    <w:rsid w:val="005948A2"/>
    <w:rsid w:val="00595C6A"/>
    <w:rsid w:val="005A09FF"/>
    <w:rsid w:val="005A0C51"/>
    <w:rsid w:val="005A1331"/>
    <w:rsid w:val="005B0558"/>
    <w:rsid w:val="005B0AF7"/>
    <w:rsid w:val="005B13F8"/>
    <w:rsid w:val="005B4956"/>
    <w:rsid w:val="005B49B9"/>
    <w:rsid w:val="005B52E5"/>
    <w:rsid w:val="005B5F6A"/>
    <w:rsid w:val="005C3460"/>
    <w:rsid w:val="005C42AD"/>
    <w:rsid w:val="005C772B"/>
    <w:rsid w:val="005D2D90"/>
    <w:rsid w:val="005D2F82"/>
    <w:rsid w:val="005D331A"/>
    <w:rsid w:val="005D6562"/>
    <w:rsid w:val="005E1E12"/>
    <w:rsid w:val="005E2973"/>
    <w:rsid w:val="005E45A0"/>
    <w:rsid w:val="005E6FC3"/>
    <w:rsid w:val="005E7299"/>
    <w:rsid w:val="005F0035"/>
    <w:rsid w:val="005F1A55"/>
    <w:rsid w:val="005F2E48"/>
    <w:rsid w:val="005F3BEB"/>
    <w:rsid w:val="005F4B02"/>
    <w:rsid w:val="006055B1"/>
    <w:rsid w:val="006075A4"/>
    <w:rsid w:val="00610D86"/>
    <w:rsid w:val="006121D0"/>
    <w:rsid w:val="00614092"/>
    <w:rsid w:val="0061693E"/>
    <w:rsid w:val="00617A33"/>
    <w:rsid w:val="00617D0F"/>
    <w:rsid w:val="00623C6F"/>
    <w:rsid w:val="00624562"/>
    <w:rsid w:val="006267F3"/>
    <w:rsid w:val="00630C29"/>
    <w:rsid w:val="006316C9"/>
    <w:rsid w:val="00631A83"/>
    <w:rsid w:val="00636373"/>
    <w:rsid w:val="00641097"/>
    <w:rsid w:val="00643AAD"/>
    <w:rsid w:val="00644CB8"/>
    <w:rsid w:val="00646718"/>
    <w:rsid w:val="00646A12"/>
    <w:rsid w:val="00647966"/>
    <w:rsid w:val="00651B35"/>
    <w:rsid w:val="00654C43"/>
    <w:rsid w:val="0065550B"/>
    <w:rsid w:val="00662355"/>
    <w:rsid w:val="00662806"/>
    <w:rsid w:val="006635AB"/>
    <w:rsid w:val="006635DF"/>
    <w:rsid w:val="006641FB"/>
    <w:rsid w:val="00666119"/>
    <w:rsid w:val="00666518"/>
    <w:rsid w:val="006710D5"/>
    <w:rsid w:val="00671EB7"/>
    <w:rsid w:val="00672CA6"/>
    <w:rsid w:val="00674893"/>
    <w:rsid w:val="00675E5C"/>
    <w:rsid w:val="0068167F"/>
    <w:rsid w:val="00683489"/>
    <w:rsid w:val="006837EA"/>
    <w:rsid w:val="00690090"/>
    <w:rsid w:val="0069564D"/>
    <w:rsid w:val="006970A5"/>
    <w:rsid w:val="006A2D07"/>
    <w:rsid w:val="006A660A"/>
    <w:rsid w:val="006A6640"/>
    <w:rsid w:val="006A6668"/>
    <w:rsid w:val="006A73A1"/>
    <w:rsid w:val="006B072C"/>
    <w:rsid w:val="006B3F55"/>
    <w:rsid w:val="006B5799"/>
    <w:rsid w:val="006B7047"/>
    <w:rsid w:val="006C07E2"/>
    <w:rsid w:val="006D178B"/>
    <w:rsid w:val="006D346F"/>
    <w:rsid w:val="006D47B3"/>
    <w:rsid w:val="006D60AC"/>
    <w:rsid w:val="006E038B"/>
    <w:rsid w:val="006E0817"/>
    <w:rsid w:val="006E2475"/>
    <w:rsid w:val="006E3F95"/>
    <w:rsid w:val="006E46CF"/>
    <w:rsid w:val="006E49FF"/>
    <w:rsid w:val="006F0DFD"/>
    <w:rsid w:val="006F24AA"/>
    <w:rsid w:val="006F2B83"/>
    <w:rsid w:val="0070116E"/>
    <w:rsid w:val="007041D5"/>
    <w:rsid w:val="007050D7"/>
    <w:rsid w:val="00706524"/>
    <w:rsid w:val="0070657F"/>
    <w:rsid w:val="00712EED"/>
    <w:rsid w:val="00713371"/>
    <w:rsid w:val="00716871"/>
    <w:rsid w:val="0071692A"/>
    <w:rsid w:val="0071699E"/>
    <w:rsid w:val="007201A1"/>
    <w:rsid w:val="00721E99"/>
    <w:rsid w:val="00722C9D"/>
    <w:rsid w:val="007241CB"/>
    <w:rsid w:val="007258E8"/>
    <w:rsid w:val="007261C3"/>
    <w:rsid w:val="00726D18"/>
    <w:rsid w:val="007277D5"/>
    <w:rsid w:val="00727CCC"/>
    <w:rsid w:val="007348A5"/>
    <w:rsid w:val="0073659A"/>
    <w:rsid w:val="007379F8"/>
    <w:rsid w:val="00741794"/>
    <w:rsid w:val="007437F2"/>
    <w:rsid w:val="00746DE3"/>
    <w:rsid w:val="00747149"/>
    <w:rsid w:val="007512EC"/>
    <w:rsid w:val="00751950"/>
    <w:rsid w:val="00752D54"/>
    <w:rsid w:val="007554A9"/>
    <w:rsid w:val="00755C24"/>
    <w:rsid w:val="0075725A"/>
    <w:rsid w:val="00765D93"/>
    <w:rsid w:val="00767054"/>
    <w:rsid w:val="00767150"/>
    <w:rsid w:val="007701A5"/>
    <w:rsid w:val="00770402"/>
    <w:rsid w:val="00771203"/>
    <w:rsid w:val="007736A2"/>
    <w:rsid w:val="00774450"/>
    <w:rsid w:val="007750D4"/>
    <w:rsid w:val="007824E0"/>
    <w:rsid w:val="0078462C"/>
    <w:rsid w:val="007850AF"/>
    <w:rsid w:val="00785CEA"/>
    <w:rsid w:val="007868F2"/>
    <w:rsid w:val="00787E0C"/>
    <w:rsid w:val="00787ED1"/>
    <w:rsid w:val="00792A28"/>
    <w:rsid w:val="007958EF"/>
    <w:rsid w:val="00796312"/>
    <w:rsid w:val="00796FB0"/>
    <w:rsid w:val="007A1170"/>
    <w:rsid w:val="007A4282"/>
    <w:rsid w:val="007A5029"/>
    <w:rsid w:val="007A5B9B"/>
    <w:rsid w:val="007B02F2"/>
    <w:rsid w:val="007B5483"/>
    <w:rsid w:val="007B5CDB"/>
    <w:rsid w:val="007B6C63"/>
    <w:rsid w:val="007C0C74"/>
    <w:rsid w:val="007C1E94"/>
    <w:rsid w:val="007C435D"/>
    <w:rsid w:val="007C64F8"/>
    <w:rsid w:val="007D02A3"/>
    <w:rsid w:val="007D10D5"/>
    <w:rsid w:val="007D2A6F"/>
    <w:rsid w:val="007D36F5"/>
    <w:rsid w:val="007D44D3"/>
    <w:rsid w:val="007D5D44"/>
    <w:rsid w:val="007D7C25"/>
    <w:rsid w:val="007E0F7E"/>
    <w:rsid w:val="007F0387"/>
    <w:rsid w:val="007F39C6"/>
    <w:rsid w:val="007F42C1"/>
    <w:rsid w:val="007F645D"/>
    <w:rsid w:val="008015F4"/>
    <w:rsid w:val="00806148"/>
    <w:rsid w:val="00806EDD"/>
    <w:rsid w:val="00807DDB"/>
    <w:rsid w:val="00810E66"/>
    <w:rsid w:val="0081200F"/>
    <w:rsid w:val="0081397E"/>
    <w:rsid w:val="00813D25"/>
    <w:rsid w:val="008141BD"/>
    <w:rsid w:val="00817669"/>
    <w:rsid w:val="00824221"/>
    <w:rsid w:val="00824546"/>
    <w:rsid w:val="00825795"/>
    <w:rsid w:val="008258D6"/>
    <w:rsid w:val="00825D1B"/>
    <w:rsid w:val="00826F4A"/>
    <w:rsid w:val="008307BD"/>
    <w:rsid w:val="008354D2"/>
    <w:rsid w:val="008360AF"/>
    <w:rsid w:val="00837214"/>
    <w:rsid w:val="00841191"/>
    <w:rsid w:val="008414B4"/>
    <w:rsid w:val="0084314C"/>
    <w:rsid w:val="008441D1"/>
    <w:rsid w:val="0084489B"/>
    <w:rsid w:val="00845245"/>
    <w:rsid w:val="0084573E"/>
    <w:rsid w:val="00846835"/>
    <w:rsid w:val="00850074"/>
    <w:rsid w:val="00850475"/>
    <w:rsid w:val="00850BDD"/>
    <w:rsid w:val="00852063"/>
    <w:rsid w:val="00852F48"/>
    <w:rsid w:val="00855041"/>
    <w:rsid w:val="00855693"/>
    <w:rsid w:val="008617D7"/>
    <w:rsid w:val="00863189"/>
    <w:rsid w:val="00863B03"/>
    <w:rsid w:val="00865BD5"/>
    <w:rsid w:val="008707A2"/>
    <w:rsid w:val="00871023"/>
    <w:rsid w:val="00871A1E"/>
    <w:rsid w:val="00873754"/>
    <w:rsid w:val="00873805"/>
    <w:rsid w:val="008760D1"/>
    <w:rsid w:val="00880F13"/>
    <w:rsid w:val="00881D17"/>
    <w:rsid w:val="00884E0F"/>
    <w:rsid w:val="00884EDE"/>
    <w:rsid w:val="00887C45"/>
    <w:rsid w:val="00892157"/>
    <w:rsid w:val="00893607"/>
    <w:rsid w:val="00893660"/>
    <w:rsid w:val="008A18B7"/>
    <w:rsid w:val="008A2159"/>
    <w:rsid w:val="008A221D"/>
    <w:rsid w:val="008A2399"/>
    <w:rsid w:val="008A276E"/>
    <w:rsid w:val="008A3CDD"/>
    <w:rsid w:val="008A5004"/>
    <w:rsid w:val="008A72E1"/>
    <w:rsid w:val="008B49D1"/>
    <w:rsid w:val="008B7B8A"/>
    <w:rsid w:val="008C3818"/>
    <w:rsid w:val="008C3A8C"/>
    <w:rsid w:val="008C6071"/>
    <w:rsid w:val="008C647A"/>
    <w:rsid w:val="008D0124"/>
    <w:rsid w:val="008D122F"/>
    <w:rsid w:val="008D3C1E"/>
    <w:rsid w:val="008D6414"/>
    <w:rsid w:val="008D7492"/>
    <w:rsid w:val="008E0D85"/>
    <w:rsid w:val="008E1053"/>
    <w:rsid w:val="008E4DE6"/>
    <w:rsid w:val="008E5910"/>
    <w:rsid w:val="008E5A9A"/>
    <w:rsid w:val="008E64F8"/>
    <w:rsid w:val="008E676F"/>
    <w:rsid w:val="008F0561"/>
    <w:rsid w:val="008F3F17"/>
    <w:rsid w:val="008F5D80"/>
    <w:rsid w:val="008F6F83"/>
    <w:rsid w:val="0090130A"/>
    <w:rsid w:val="0090171C"/>
    <w:rsid w:val="00903CDC"/>
    <w:rsid w:val="0090777C"/>
    <w:rsid w:val="00912766"/>
    <w:rsid w:val="009132F5"/>
    <w:rsid w:val="0091561A"/>
    <w:rsid w:val="00922DBF"/>
    <w:rsid w:val="00927E8C"/>
    <w:rsid w:val="00933B84"/>
    <w:rsid w:val="0093602A"/>
    <w:rsid w:val="00937D00"/>
    <w:rsid w:val="0094035D"/>
    <w:rsid w:val="0094086E"/>
    <w:rsid w:val="009439C5"/>
    <w:rsid w:val="0094434C"/>
    <w:rsid w:val="00953745"/>
    <w:rsid w:val="00953C91"/>
    <w:rsid w:val="00957C64"/>
    <w:rsid w:val="00964F43"/>
    <w:rsid w:val="00965161"/>
    <w:rsid w:val="009736FF"/>
    <w:rsid w:val="00975056"/>
    <w:rsid w:val="0097716B"/>
    <w:rsid w:val="00987681"/>
    <w:rsid w:val="009877D0"/>
    <w:rsid w:val="009900A0"/>
    <w:rsid w:val="00990A4F"/>
    <w:rsid w:val="009925B1"/>
    <w:rsid w:val="00992B61"/>
    <w:rsid w:val="00993B23"/>
    <w:rsid w:val="00995170"/>
    <w:rsid w:val="00995ED2"/>
    <w:rsid w:val="009962E7"/>
    <w:rsid w:val="00997B4E"/>
    <w:rsid w:val="00997FA2"/>
    <w:rsid w:val="009A07DA"/>
    <w:rsid w:val="009A1623"/>
    <w:rsid w:val="009A174A"/>
    <w:rsid w:val="009B70B4"/>
    <w:rsid w:val="009C087F"/>
    <w:rsid w:val="009C1628"/>
    <w:rsid w:val="009C1B33"/>
    <w:rsid w:val="009C2151"/>
    <w:rsid w:val="009C2E65"/>
    <w:rsid w:val="009C3442"/>
    <w:rsid w:val="009C4A9B"/>
    <w:rsid w:val="009D10F4"/>
    <w:rsid w:val="009D4D0D"/>
    <w:rsid w:val="009D7546"/>
    <w:rsid w:val="009E09A8"/>
    <w:rsid w:val="009E5B24"/>
    <w:rsid w:val="009E69EC"/>
    <w:rsid w:val="009E7139"/>
    <w:rsid w:val="009F1786"/>
    <w:rsid w:val="009F1DB3"/>
    <w:rsid w:val="009F2D47"/>
    <w:rsid w:val="009F3087"/>
    <w:rsid w:val="009F3E3A"/>
    <w:rsid w:val="009F6747"/>
    <w:rsid w:val="009F744C"/>
    <w:rsid w:val="009F7DEC"/>
    <w:rsid w:val="00A00F3E"/>
    <w:rsid w:val="00A017AC"/>
    <w:rsid w:val="00A03016"/>
    <w:rsid w:val="00A0377C"/>
    <w:rsid w:val="00A04AA7"/>
    <w:rsid w:val="00A04EAD"/>
    <w:rsid w:val="00A06117"/>
    <w:rsid w:val="00A07CDE"/>
    <w:rsid w:val="00A1181E"/>
    <w:rsid w:val="00A12090"/>
    <w:rsid w:val="00A168AD"/>
    <w:rsid w:val="00A17A64"/>
    <w:rsid w:val="00A249A6"/>
    <w:rsid w:val="00A252B8"/>
    <w:rsid w:val="00A261D6"/>
    <w:rsid w:val="00A2654B"/>
    <w:rsid w:val="00A31222"/>
    <w:rsid w:val="00A32E34"/>
    <w:rsid w:val="00A33E5D"/>
    <w:rsid w:val="00A3778D"/>
    <w:rsid w:val="00A379C5"/>
    <w:rsid w:val="00A4240C"/>
    <w:rsid w:val="00A42AA5"/>
    <w:rsid w:val="00A4734E"/>
    <w:rsid w:val="00A5403B"/>
    <w:rsid w:val="00A5571A"/>
    <w:rsid w:val="00A56964"/>
    <w:rsid w:val="00A56D32"/>
    <w:rsid w:val="00A61CE9"/>
    <w:rsid w:val="00A63B64"/>
    <w:rsid w:val="00A64957"/>
    <w:rsid w:val="00A671AD"/>
    <w:rsid w:val="00A67297"/>
    <w:rsid w:val="00A70F7C"/>
    <w:rsid w:val="00A7107D"/>
    <w:rsid w:val="00A76A4E"/>
    <w:rsid w:val="00A8017E"/>
    <w:rsid w:val="00A811C6"/>
    <w:rsid w:val="00A83993"/>
    <w:rsid w:val="00A83ED8"/>
    <w:rsid w:val="00A848BD"/>
    <w:rsid w:val="00A8505F"/>
    <w:rsid w:val="00A852EE"/>
    <w:rsid w:val="00A86DFA"/>
    <w:rsid w:val="00A8758D"/>
    <w:rsid w:val="00A9020C"/>
    <w:rsid w:val="00A9168A"/>
    <w:rsid w:val="00A93119"/>
    <w:rsid w:val="00AA1540"/>
    <w:rsid w:val="00AA3F43"/>
    <w:rsid w:val="00AA4D46"/>
    <w:rsid w:val="00AA77B8"/>
    <w:rsid w:val="00AB069F"/>
    <w:rsid w:val="00AB1108"/>
    <w:rsid w:val="00AB530D"/>
    <w:rsid w:val="00AC1B15"/>
    <w:rsid w:val="00AC53A1"/>
    <w:rsid w:val="00AC60EE"/>
    <w:rsid w:val="00AC6633"/>
    <w:rsid w:val="00AC75D2"/>
    <w:rsid w:val="00AD002D"/>
    <w:rsid w:val="00AD1C0B"/>
    <w:rsid w:val="00AD4876"/>
    <w:rsid w:val="00AD7708"/>
    <w:rsid w:val="00AD7F09"/>
    <w:rsid w:val="00AE6E40"/>
    <w:rsid w:val="00AE72E0"/>
    <w:rsid w:val="00AF174D"/>
    <w:rsid w:val="00AF2E57"/>
    <w:rsid w:val="00AF31D0"/>
    <w:rsid w:val="00AF3E71"/>
    <w:rsid w:val="00B0154B"/>
    <w:rsid w:val="00B016A1"/>
    <w:rsid w:val="00B0175C"/>
    <w:rsid w:val="00B02E13"/>
    <w:rsid w:val="00B059EF"/>
    <w:rsid w:val="00B06CFE"/>
    <w:rsid w:val="00B11F1E"/>
    <w:rsid w:val="00B15035"/>
    <w:rsid w:val="00B15A60"/>
    <w:rsid w:val="00B161F4"/>
    <w:rsid w:val="00B1763E"/>
    <w:rsid w:val="00B20B5B"/>
    <w:rsid w:val="00B25E30"/>
    <w:rsid w:val="00B26DA3"/>
    <w:rsid w:val="00B302AE"/>
    <w:rsid w:val="00B305DF"/>
    <w:rsid w:val="00B305F6"/>
    <w:rsid w:val="00B32E8B"/>
    <w:rsid w:val="00B359EA"/>
    <w:rsid w:val="00B4085D"/>
    <w:rsid w:val="00B44D8A"/>
    <w:rsid w:val="00B47C01"/>
    <w:rsid w:val="00B50F5D"/>
    <w:rsid w:val="00B51388"/>
    <w:rsid w:val="00B518FB"/>
    <w:rsid w:val="00B52B87"/>
    <w:rsid w:val="00B56CF5"/>
    <w:rsid w:val="00B61E45"/>
    <w:rsid w:val="00B6484F"/>
    <w:rsid w:val="00B655CE"/>
    <w:rsid w:val="00B668A7"/>
    <w:rsid w:val="00B6732B"/>
    <w:rsid w:val="00B74437"/>
    <w:rsid w:val="00B75A62"/>
    <w:rsid w:val="00B7723E"/>
    <w:rsid w:val="00B775C3"/>
    <w:rsid w:val="00B80294"/>
    <w:rsid w:val="00B8219C"/>
    <w:rsid w:val="00B82C84"/>
    <w:rsid w:val="00B87CB4"/>
    <w:rsid w:val="00B94F6C"/>
    <w:rsid w:val="00B952FA"/>
    <w:rsid w:val="00B97E28"/>
    <w:rsid w:val="00BA1804"/>
    <w:rsid w:val="00BA2653"/>
    <w:rsid w:val="00BA28A6"/>
    <w:rsid w:val="00BA3026"/>
    <w:rsid w:val="00BA3571"/>
    <w:rsid w:val="00BA70F6"/>
    <w:rsid w:val="00BB0113"/>
    <w:rsid w:val="00BB1B6D"/>
    <w:rsid w:val="00BB2945"/>
    <w:rsid w:val="00BB5599"/>
    <w:rsid w:val="00BB751A"/>
    <w:rsid w:val="00BC04C2"/>
    <w:rsid w:val="00BC3427"/>
    <w:rsid w:val="00BC3E0F"/>
    <w:rsid w:val="00BC6090"/>
    <w:rsid w:val="00BC709B"/>
    <w:rsid w:val="00BC7AED"/>
    <w:rsid w:val="00BD4665"/>
    <w:rsid w:val="00BD4AAD"/>
    <w:rsid w:val="00BD6297"/>
    <w:rsid w:val="00BE0668"/>
    <w:rsid w:val="00BE7658"/>
    <w:rsid w:val="00BE78C6"/>
    <w:rsid w:val="00BF0F75"/>
    <w:rsid w:val="00BF3F5B"/>
    <w:rsid w:val="00BF487D"/>
    <w:rsid w:val="00BF614C"/>
    <w:rsid w:val="00BF733A"/>
    <w:rsid w:val="00BF781C"/>
    <w:rsid w:val="00BF789F"/>
    <w:rsid w:val="00C01C91"/>
    <w:rsid w:val="00C02A95"/>
    <w:rsid w:val="00C067E6"/>
    <w:rsid w:val="00C07A60"/>
    <w:rsid w:val="00C1025E"/>
    <w:rsid w:val="00C10DE9"/>
    <w:rsid w:val="00C1287E"/>
    <w:rsid w:val="00C12EAE"/>
    <w:rsid w:val="00C148A2"/>
    <w:rsid w:val="00C17B84"/>
    <w:rsid w:val="00C20D8A"/>
    <w:rsid w:val="00C20D8B"/>
    <w:rsid w:val="00C219B6"/>
    <w:rsid w:val="00C224B3"/>
    <w:rsid w:val="00C23C80"/>
    <w:rsid w:val="00C26477"/>
    <w:rsid w:val="00C32478"/>
    <w:rsid w:val="00C32657"/>
    <w:rsid w:val="00C32F91"/>
    <w:rsid w:val="00C3350A"/>
    <w:rsid w:val="00C350EF"/>
    <w:rsid w:val="00C375AF"/>
    <w:rsid w:val="00C4228B"/>
    <w:rsid w:val="00C43437"/>
    <w:rsid w:val="00C46D5B"/>
    <w:rsid w:val="00C5039D"/>
    <w:rsid w:val="00C51CE3"/>
    <w:rsid w:val="00C5712B"/>
    <w:rsid w:val="00C57ACD"/>
    <w:rsid w:val="00C61FF2"/>
    <w:rsid w:val="00C65881"/>
    <w:rsid w:val="00C67803"/>
    <w:rsid w:val="00C73299"/>
    <w:rsid w:val="00C7482D"/>
    <w:rsid w:val="00C80522"/>
    <w:rsid w:val="00C877F7"/>
    <w:rsid w:val="00C900B9"/>
    <w:rsid w:val="00C90309"/>
    <w:rsid w:val="00C93C05"/>
    <w:rsid w:val="00C94237"/>
    <w:rsid w:val="00C96E2C"/>
    <w:rsid w:val="00CA02AA"/>
    <w:rsid w:val="00CA07DF"/>
    <w:rsid w:val="00CA1792"/>
    <w:rsid w:val="00CA663B"/>
    <w:rsid w:val="00CA6713"/>
    <w:rsid w:val="00CA698E"/>
    <w:rsid w:val="00CB2883"/>
    <w:rsid w:val="00CB31C8"/>
    <w:rsid w:val="00CB3244"/>
    <w:rsid w:val="00CB3A34"/>
    <w:rsid w:val="00CB4449"/>
    <w:rsid w:val="00CB6223"/>
    <w:rsid w:val="00CB6AD4"/>
    <w:rsid w:val="00CC1344"/>
    <w:rsid w:val="00CC4B32"/>
    <w:rsid w:val="00CC799B"/>
    <w:rsid w:val="00CD01B8"/>
    <w:rsid w:val="00CD0D55"/>
    <w:rsid w:val="00CD174F"/>
    <w:rsid w:val="00CD3F28"/>
    <w:rsid w:val="00CD4890"/>
    <w:rsid w:val="00CD48FB"/>
    <w:rsid w:val="00CD73B0"/>
    <w:rsid w:val="00CE168D"/>
    <w:rsid w:val="00CE33EF"/>
    <w:rsid w:val="00CE35A9"/>
    <w:rsid w:val="00CE3F7B"/>
    <w:rsid w:val="00CE4EBE"/>
    <w:rsid w:val="00CE5DDA"/>
    <w:rsid w:val="00CE61AB"/>
    <w:rsid w:val="00CE7078"/>
    <w:rsid w:val="00CE78F8"/>
    <w:rsid w:val="00CF0149"/>
    <w:rsid w:val="00CF0F23"/>
    <w:rsid w:val="00CF1F6A"/>
    <w:rsid w:val="00CF280B"/>
    <w:rsid w:val="00CF44B8"/>
    <w:rsid w:val="00CF4E9D"/>
    <w:rsid w:val="00CF6094"/>
    <w:rsid w:val="00D00BE3"/>
    <w:rsid w:val="00D02804"/>
    <w:rsid w:val="00D02BE5"/>
    <w:rsid w:val="00D03736"/>
    <w:rsid w:val="00D049F7"/>
    <w:rsid w:val="00D0597D"/>
    <w:rsid w:val="00D0681F"/>
    <w:rsid w:val="00D06DC0"/>
    <w:rsid w:val="00D10588"/>
    <w:rsid w:val="00D116EA"/>
    <w:rsid w:val="00D14A49"/>
    <w:rsid w:val="00D15083"/>
    <w:rsid w:val="00D2020F"/>
    <w:rsid w:val="00D22018"/>
    <w:rsid w:val="00D25D31"/>
    <w:rsid w:val="00D30495"/>
    <w:rsid w:val="00D31C15"/>
    <w:rsid w:val="00D3333A"/>
    <w:rsid w:val="00D348ED"/>
    <w:rsid w:val="00D36C61"/>
    <w:rsid w:val="00D36CCC"/>
    <w:rsid w:val="00D4183E"/>
    <w:rsid w:val="00D41970"/>
    <w:rsid w:val="00D42E7A"/>
    <w:rsid w:val="00D432F7"/>
    <w:rsid w:val="00D44507"/>
    <w:rsid w:val="00D44FCA"/>
    <w:rsid w:val="00D47953"/>
    <w:rsid w:val="00D51373"/>
    <w:rsid w:val="00D556B7"/>
    <w:rsid w:val="00D55832"/>
    <w:rsid w:val="00D56973"/>
    <w:rsid w:val="00D57340"/>
    <w:rsid w:val="00D632C0"/>
    <w:rsid w:val="00D639F6"/>
    <w:rsid w:val="00D66C9C"/>
    <w:rsid w:val="00D66F96"/>
    <w:rsid w:val="00D676E4"/>
    <w:rsid w:val="00D67B5F"/>
    <w:rsid w:val="00D70D21"/>
    <w:rsid w:val="00D712BD"/>
    <w:rsid w:val="00D71349"/>
    <w:rsid w:val="00D71592"/>
    <w:rsid w:val="00D7720F"/>
    <w:rsid w:val="00D81E0B"/>
    <w:rsid w:val="00D81F19"/>
    <w:rsid w:val="00D82A5D"/>
    <w:rsid w:val="00D8430E"/>
    <w:rsid w:val="00D848D1"/>
    <w:rsid w:val="00D8716F"/>
    <w:rsid w:val="00D93EE9"/>
    <w:rsid w:val="00DA0F8C"/>
    <w:rsid w:val="00DA141D"/>
    <w:rsid w:val="00DA2912"/>
    <w:rsid w:val="00DA2AFB"/>
    <w:rsid w:val="00DA4A73"/>
    <w:rsid w:val="00DC0DD7"/>
    <w:rsid w:val="00DC113F"/>
    <w:rsid w:val="00DC1C5D"/>
    <w:rsid w:val="00DC21D9"/>
    <w:rsid w:val="00DC3DC4"/>
    <w:rsid w:val="00DC6B01"/>
    <w:rsid w:val="00DD0022"/>
    <w:rsid w:val="00DD6197"/>
    <w:rsid w:val="00DE09C2"/>
    <w:rsid w:val="00DE1F50"/>
    <w:rsid w:val="00DE50CE"/>
    <w:rsid w:val="00DF0546"/>
    <w:rsid w:val="00DF1DFA"/>
    <w:rsid w:val="00DF4226"/>
    <w:rsid w:val="00DF447F"/>
    <w:rsid w:val="00DF6E72"/>
    <w:rsid w:val="00DF75A5"/>
    <w:rsid w:val="00E00254"/>
    <w:rsid w:val="00E04501"/>
    <w:rsid w:val="00E0664E"/>
    <w:rsid w:val="00E1075B"/>
    <w:rsid w:val="00E11E4C"/>
    <w:rsid w:val="00E12294"/>
    <w:rsid w:val="00E16C93"/>
    <w:rsid w:val="00E21742"/>
    <w:rsid w:val="00E27D21"/>
    <w:rsid w:val="00E446D9"/>
    <w:rsid w:val="00E45C2C"/>
    <w:rsid w:val="00E477C5"/>
    <w:rsid w:val="00E47C9D"/>
    <w:rsid w:val="00E5285C"/>
    <w:rsid w:val="00E5287B"/>
    <w:rsid w:val="00E642FD"/>
    <w:rsid w:val="00E64306"/>
    <w:rsid w:val="00E65305"/>
    <w:rsid w:val="00E65E01"/>
    <w:rsid w:val="00E66D7B"/>
    <w:rsid w:val="00E67165"/>
    <w:rsid w:val="00E72283"/>
    <w:rsid w:val="00E73685"/>
    <w:rsid w:val="00E73C55"/>
    <w:rsid w:val="00E81888"/>
    <w:rsid w:val="00E81C52"/>
    <w:rsid w:val="00E8269D"/>
    <w:rsid w:val="00E87A3A"/>
    <w:rsid w:val="00E91484"/>
    <w:rsid w:val="00E91A12"/>
    <w:rsid w:val="00E92A48"/>
    <w:rsid w:val="00E92EE9"/>
    <w:rsid w:val="00E95297"/>
    <w:rsid w:val="00E95DA2"/>
    <w:rsid w:val="00E965DD"/>
    <w:rsid w:val="00E97E8F"/>
    <w:rsid w:val="00EA0C30"/>
    <w:rsid w:val="00EA0E9C"/>
    <w:rsid w:val="00EA2E0C"/>
    <w:rsid w:val="00EA2F4D"/>
    <w:rsid w:val="00EA5B0E"/>
    <w:rsid w:val="00EA5D5B"/>
    <w:rsid w:val="00EA741A"/>
    <w:rsid w:val="00EB17D8"/>
    <w:rsid w:val="00EB27BE"/>
    <w:rsid w:val="00EB2B04"/>
    <w:rsid w:val="00EB37DE"/>
    <w:rsid w:val="00EB67A3"/>
    <w:rsid w:val="00EB7C68"/>
    <w:rsid w:val="00EC0230"/>
    <w:rsid w:val="00EC1EB2"/>
    <w:rsid w:val="00EC4F04"/>
    <w:rsid w:val="00EC67DD"/>
    <w:rsid w:val="00ED324C"/>
    <w:rsid w:val="00ED3F99"/>
    <w:rsid w:val="00ED5791"/>
    <w:rsid w:val="00ED75DD"/>
    <w:rsid w:val="00EE3437"/>
    <w:rsid w:val="00EE494C"/>
    <w:rsid w:val="00EE575F"/>
    <w:rsid w:val="00EF08A2"/>
    <w:rsid w:val="00EF16EA"/>
    <w:rsid w:val="00EF4A06"/>
    <w:rsid w:val="00EF4E9E"/>
    <w:rsid w:val="00EF5C55"/>
    <w:rsid w:val="00EF7016"/>
    <w:rsid w:val="00F00798"/>
    <w:rsid w:val="00F0119F"/>
    <w:rsid w:val="00F02CC7"/>
    <w:rsid w:val="00F03BD9"/>
    <w:rsid w:val="00F07C0D"/>
    <w:rsid w:val="00F10739"/>
    <w:rsid w:val="00F1242E"/>
    <w:rsid w:val="00F13F74"/>
    <w:rsid w:val="00F16E00"/>
    <w:rsid w:val="00F20538"/>
    <w:rsid w:val="00F23A29"/>
    <w:rsid w:val="00F37111"/>
    <w:rsid w:val="00F40382"/>
    <w:rsid w:val="00F41379"/>
    <w:rsid w:val="00F4352D"/>
    <w:rsid w:val="00F4676B"/>
    <w:rsid w:val="00F53C7B"/>
    <w:rsid w:val="00F5613B"/>
    <w:rsid w:val="00F60C6A"/>
    <w:rsid w:val="00F6310E"/>
    <w:rsid w:val="00F64558"/>
    <w:rsid w:val="00F64B49"/>
    <w:rsid w:val="00F64D3B"/>
    <w:rsid w:val="00F64DF5"/>
    <w:rsid w:val="00F65D18"/>
    <w:rsid w:val="00F65FA1"/>
    <w:rsid w:val="00F6639B"/>
    <w:rsid w:val="00F6731B"/>
    <w:rsid w:val="00F70D27"/>
    <w:rsid w:val="00F71255"/>
    <w:rsid w:val="00F7428C"/>
    <w:rsid w:val="00F8228A"/>
    <w:rsid w:val="00F844A6"/>
    <w:rsid w:val="00F85CCF"/>
    <w:rsid w:val="00F86B25"/>
    <w:rsid w:val="00F91929"/>
    <w:rsid w:val="00F93748"/>
    <w:rsid w:val="00F9485C"/>
    <w:rsid w:val="00FA1C99"/>
    <w:rsid w:val="00FA408F"/>
    <w:rsid w:val="00FB1F4E"/>
    <w:rsid w:val="00FB3480"/>
    <w:rsid w:val="00FB79E6"/>
    <w:rsid w:val="00FC3808"/>
    <w:rsid w:val="00FC47EF"/>
    <w:rsid w:val="00FC4DDC"/>
    <w:rsid w:val="00FC58C3"/>
    <w:rsid w:val="00FD24C0"/>
    <w:rsid w:val="00FD2691"/>
    <w:rsid w:val="00FD3975"/>
    <w:rsid w:val="00FD4882"/>
    <w:rsid w:val="00FE07C8"/>
    <w:rsid w:val="00FE09E6"/>
    <w:rsid w:val="00FE139F"/>
    <w:rsid w:val="00FE178C"/>
    <w:rsid w:val="00FE3F5E"/>
    <w:rsid w:val="00FE7A7C"/>
    <w:rsid w:val="00FF28FE"/>
    <w:rsid w:val="00FF48F6"/>
    <w:rsid w:val="00FF5D51"/>
    <w:rsid w:val="00FF5E56"/>
    <w:rsid w:val="00FF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D20D40"/>
  <w15:docId w15:val="{FAB2C31D-D87B-4FB2-8295-851E733A2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1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" w:unhideWhenUsed="1"/>
    <w:lsdException w:name="footer" w:uiPriority="1" w:unhideWhenUsed="1"/>
    <w:lsdException w:name="index heading" w:semiHidden="1" w:unhideWhenUsed="1"/>
    <w:lsdException w:name="caption" w:uiPriority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0" w:unhideWhenUsed="1" w:qFormat="1"/>
    <w:lsdException w:name="toa heading" w:semiHidden="1" w:unhideWhenUsed="1"/>
    <w:lsdException w:name="List" w:semiHidden="1" w:unhideWhenUsed="1"/>
    <w:lsdException w:name="List Bullet" w:uiPriority="1" w:unhideWhenUsed="1" w:qFormat="1"/>
    <w:lsdException w:name="List Number" w:uiPriority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uiPriority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/>
    <w:lsdException w:name="Hyperlink" w:semiHidden="1" w:uiPriority="99" w:unhideWhenUsed="1"/>
    <w:lsdException w:name="FollowedHyperlink" w:semiHidden="1" w:uiPriority="1" w:unhideWhenUsed="1"/>
    <w:lsdException w:name="Emphasis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ook Title" w:uiPriority="1"/>
    <w:lsdException w:name="Bibliography" w:semiHidden="1" w:unhideWhenUsed="1"/>
    <w:lsdException w:name="TOC Heading" w:semiHidden="1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7A5B9B"/>
    <w:pPr>
      <w:spacing w:after="120" w:line="264" w:lineRule="auto"/>
      <w:jc w:val="both"/>
    </w:pPr>
    <w:rPr>
      <w:sz w:val="22"/>
    </w:rPr>
  </w:style>
  <w:style w:type="paragraph" w:styleId="Heading1">
    <w:name w:val="heading 1"/>
    <w:aliases w:val="chapitre,Titre 11,t1.T1.Titre 1,t1,TITRE 1 SL,Headline 1,h1"/>
    <w:basedOn w:val="Normal"/>
    <w:next w:val="Normal"/>
    <w:link w:val="Heading1Char"/>
    <w:qFormat/>
    <w:rsid w:val="0084573E"/>
    <w:pPr>
      <w:keepNext/>
      <w:numPr>
        <w:numId w:val="1"/>
      </w:numPr>
      <w:tabs>
        <w:tab w:val="left" w:pos="510"/>
      </w:tabs>
      <w:spacing w:before="480"/>
      <w:outlineLvl w:val="0"/>
    </w:pPr>
    <w:rPr>
      <w:b/>
      <w:smallCaps/>
      <w:sz w:val="32"/>
      <w:lang w:eastAsia="ko-KR"/>
    </w:rPr>
  </w:style>
  <w:style w:type="paragraph" w:styleId="Heading2">
    <w:name w:val="heading 2"/>
    <w:aliases w:val="Headline 2,h2,2,headi,heading2,h21,h22,21,H2,l2,kopregel 2"/>
    <w:basedOn w:val="Heading1"/>
    <w:next w:val="Normal"/>
    <w:link w:val="Heading2Char"/>
    <w:qFormat/>
    <w:rsid w:val="009C3442"/>
    <w:pPr>
      <w:numPr>
        <w:ilvl w:val="1"/>
      </w:numPr>
      <w:tabs>
        <w:tab w:val="clear" w:pos="510"/>
      </w:tabs>
      <w:spacing w:before="240" w:after="60" w:line="240" w:lineRule="auto"/>
      <w:outlineLvl w:val="1"/>
    </w:pPr>
    <w:rPr>
      <w:sz w:val="26"/>
      <w:szCs w:val="26"/>
    </w:rPr>
  </w:style>
  <w:style w:type="paragraph" w:styleId="Heading3">
    <w:name w:val="heading 3"/>
    <w:aliases w:val="Headline 3,h3,h31,h32,H3,H31"/>
    <w:basedOn w:val="Normal"/>
    <w:next w:val="Normal"/>
    <w:link w:val="Heading3Char"/>
    <w:qFormat/>
    <w:rsid w:val="00BC04C2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b/>
      <w:sz w:val="26"/>
      <w:lang w:val="en" w:eastAsia="en-US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tabs>
        <w:tab w:val="left" w:pos="1049"/>
      </w:tabs>
      <w:spacing w:before="3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pPr>
      <w:keepNext/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Normal"/>
    <w:link w:val="Heading6Char"/>
    <w:unhideWhenUsed/>
    <w:qFormat/>
    <w:pPr>
      <w:keepNext/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pPr>
      <w:keepNext/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pPr>
      <w:keepNext/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pPr>
      <w:keepNext/>
      <w:numPr>
        <w:ilvl w:val="8"/>
        <w:numId w:val="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2C8F6C"/>
    </w:rPr>
  </w:style>
  <w:style w:type="character" w:customStyle="1" w:styleId="BodyPlaceholderText">
    <w:name w:val="BodyPlaceholderText"/>
    <w:basedOn w:val="PlaceholderText"/>
    <w:uiPriority w:val="1"/>
    <w:semiHidden/>
    <w:rPr>
      <w:color w:val="3366CC"/>
    </w:rPr>
  </w:style>
  <w:style w:type="character" w:customStyle="1" w:styleId="CrossReference">
    <w:name w:val="Cross Reference"/>
    <w:basedOn w:val="DefaultParagraphFont"/>
    <w:uiPriority w:val="99"/>
    <w:rPr>
      <w:i/>
    </w:rPr>
  </w:style>
  <w:style w:type="paragraph" w:customStyle="1" w:styleId="Glossary">
    <w:name w:val="Glossary"/>
    <w:basedOn w:val="Normal"/>
    <w:uiPriority w:val="90"/>
    <w:semiHidden/>
    <w:qFormat/>
    <w:pPr>
      <w:tabs>
        <w:tab w:val="left" w:pos="2835"/>
      </w:tabs>
      <w:ind w:left="2835" w:hanging="2835"/>
      <w:jc w:val="left"/>
    </w:pPr>
  </w:style>
  <w:style w:type="paragraph" w:customStyle="1" w:styleId="GlossaryHeading">
    <w:name w:val="GlossaryHeading"/>
    <w:basedOn w:val="Normal"/>
    <w:uiPriority w:val="1"/>
    <w:pPr>
      <w:spacing w:after="480"/>
      <w:jc w:val="center"/>
      <w:outlineLvl w:val="0"/>
    </w:pPr>
    <w:rPr>
      <w:rFonts w:ascii="Times New Roman Bold" w:hAnsi="Times New Roman Bold"/>
      <w:b/>
      <w:sz w:val="32"/>
    </w:rPr>
  </w:style>
  <w:style w:type="paragraph" w:customStyle="1" w:styleId="ZFlag">
    <w:name w:val="Z_Flag"/>
    <w:basedOn w:val="Normal"/>
    <w:next w:val="Normal"/>
    <w:uiPriority w:val="99"/>
    <w:semiHidden/>
    <w:pPr>
      <w:widowControl w:val="0"/>
      <w:spacing w:after="0"/>
      <w:ind w:right="85"/>
    </w:pPr>
  </w:style>
  <w:style w:type="paragraph" w:customStyle="1" w:styleId="ZCom">
    <w:name w:val="Z_Com"/>
    <w:basedOn w:val="Normal"/>
    <w:next w:val="Normal"/>
    <w:uiPriority w:val="99"/>
    <w:semiHidden/>
    <w:pPr>
      <w:widowControl w:val="0"/>
      <w:spacing w:before="90" w:after="0" w:line="240" w:lineRule="auto"/>
      <w:ind w:right="85"/>
    </w:pPr>
  </w:style>
  <w:style w:type="paragraph" w:customStyle="1" w:styleId="ZDGName">
    <w:name w:val="Z_DGName"/>
    <w:basedOn w:val="Normal"/>
    <w:uiPriority w:val="99"/>
    <w:semiHidden/>
    <w:pPr>
      <w:widowControl w:val="0"/>
      <w:spacing w:after="0" w:line="240" w:lineRule="auto"/>
      <w:ind w:right="85"/>
      <w:jc w:val="left"/>
    </w:pPr>
    <w:rPr>
      <w:sz w:val="16"/>
    </w:rPr>
  </w:style>
  <w:style w:type="paragraph" w:styleId="Caption">
    <w:name w:val="caption"/>
    <w:aliases w:val="CaptionCFMU,CaptionTLS"/>
    <w:basedOn w:val="Normal"/>
    <w:next w:val="Normal"/>
    <w:link w:val="CaptionChar"/>
    <w:uiPriority w:val="1"/>
    <w:qFormat/>
    <w:rsid w:val="00E16C93"/>
    <w:pPr>
      <w:jc w:val="center"/>
    </w:pPr>
    <w:rPr>
      <w:b/>
    </w:rPr>
  </w:style>
  <w:style w:type="paragraph" w:customStyle="1" w:styleId="Contact">
    <w:name w:val="Contact"/>
    <w:basedOn w:val="Normal"/>
    <w:uiPriority w:val="99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Normal"/>
    <w:uiPriority w:val="1"/>
    <w:pPr>
      <w:keepNext/>
      <w:keepLines/>
      <w:tabs>
        <w:tab w:val="left" w:pos="5641"/>
      </w:tabs>
      <w:spacing w:before="480" w:after="0"/>
      <w:ind w:left="1794" w:hanging="1794"/>
    </w:pPr>
  </w:style>
  <w:style w:type="paragraph" w:styleId="Date">
    <w:name w:val="Date"/>
    <w:basedOn w:val="Normal"/>
    <w:next w:val="References"/>
    <w:uiPriority w:val="1"/>
    <w:pPr>
      <w:spacing w:after="0"/>
      <w:ind w:left="5102" w:right="-567"/>
    </w:pPr>
  </w:style>
  <w:style w:type="paragraph" w:customStyle="1" w:styleId="References">
    <w:name w:val="References"/>
    <w:basedOn w:val="ListNumber"/>
    <w:pPr>
      <w:tabs>
        <w:tab w:val="num" w:pos="397"/>
        <w:tab w:val="num" w:pos="709"/>
      </w:tabs>
      <w:ind w:left="709" w:hanging="709"/>
    </w:pPr>
  </w:style>
  <w:style w:type="paragraph" w:styleId="EndnoteText">
    <w:name w:val="endnote text"/>
    <w:basedOn w:val="Normal"/>
    <w:semiHidden/>
    <w:rPr>
      <w:sz w:val="20"/>
    </w:rPr>
  </w:style>
  <w:style w:type="paragraph" w:customStyle="1" w:styleId="FooterLine">
    <w:name w:val="Footer Line"/>
    <w:basedOn w:val="Footer"/>
    <w:next w:val="Footer"/>
    <w:uiPriority w:val="99"/>
    <w:pPr>
      <w:pBdr>
        <w:top w:val="single" w:sz="4" w:space="1" w:color="auto"/>
      </w:pBdr>
      <w:tabs>
        <w:tab w:val="right" w:pos="8646"/>
      </w:tabs>
      <w:spacing w:before="120"/>
      <w:ind w:right="0"/>
    </w:pPr>
  </w:style>
  <w:style w:type="paragraph" w:styleId="FootnoteText">
    <w:name w:val="footnote text"/>
    <w:basedOn w:val="Normal"/>
    <w:link w:val="FootnoteTextChar"/>
    <w:semiHidden/>
    <w:pPr>
      <w:ind w:left="357" w:hanging="357"/>
    </w:pPr>
    <w:rPr>
      <w:sz w:val="20"/>
    </w:rPr>
  </w:style>
  <w:style w:type="paragraph" w:customStyle="1" w:styleId="NumPar1">
    <w:name w:val="NumPar 1"/>
    <w:basedOn w:val="Heading1"/>
    <w:uiPriority w:val="90"/>
    <w:semiHidden/>
    <w:qFormat/>
    <w:pPr>
      <w:keepNext w:val="0"/>
      <w:tabs>
        <w:tab w:val="clear" w:pos="510"/>
        <w:tab w:val="left" w:pos="227"/>
      </w:tabs>
      <w:spacing w:before="0"/>
      <w:ind w:left="0" w:firstLine="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uiPriority w:val="90"/>
    <w:semiHidden/>
    <w:qFormat/>
    <w:pPr>
      <w:keepNext w:val="0"/>
      <w:tabs>
        <w:tab w:val="left" w:pos="397"/>
      </w:tabs>
      <w:spacing w:before="0"/>
      <w:ind w:left="0" w:firstLine="0"/>
      <w:outlineLvl w:val="9"/>
    </w:pPr>
    <w:rPr>
      <w:b w:val="0"/>
      <w:sz w:val="22"/>
    </w:rPr>
  </w:style>
  <w:style w:type="paragraph" w:customStyle="1" w:styleId="NumPar3">
    <w:name w:val="NumPar 3"/>
    <w:basedOn w:val="Heading3"/>
    <w:uiPriority w:val="90"/>
    <w:semiHidden/>
    <w:qFormat/>
    <w:pPr>
      <w:keepNext w:val="0"/>
      <w:tabs>
        <w:tab w:val="left" w:pos="567"/>
      </w:tabs>
      <w:spacing w:before="0"/>
      <w:outlineLvl w:val="9"/>
    </w:pPr>
    <w:rPr>
      <w:b w:val="0"/>
      <w:sz w:val="22"/>
    </w:rPr>
  </w:style>
  <w:style w:type="paragraph" w:customStyle="1" w:styleId="NumPar4">
    <w:name w:val="NumPar 4"/>
    <w:basedOn w:val="Heading4"/>
    <w:uiPriority w:val="90"/>
    <w:semiHidden/>
    <w:qFormat/>
    <w:pPr>
      <w:keepNext w:val="0"/>
      <w:tabs>
        <w:tab w:val="clear" w:pos="1049"/>
        <w:tab w:val="left" w:pos="737"/>
      </w:tabs>
      <w:spacing w:before="0"/>
      <w:outlineLvl w:val="9"/>
    </w:pPr>
  </w:style>
  <w:style w:type="paragraph" w:styleId="Title">
    <w:name w:val="Title"/>
    <w:basedOn w:val="Normal"/>
    <w:next w:val="SubTitle1"/>
    <w:link w:val="TitleChar"/>
    <w:uiPriority w:val="3"/>
    <w:pPr>
      <w:spacing w:before="3200"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uiPriority w:val="4"/>
    <w:pPr>
      <w:spacing w:before="360" w:after="200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80"/>
      <w:jc w:val="center"/>
    </w:pPr>
    <w:rPr>
      <w:b/>
      <w:sz w:val="32"/>
    </w:r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styleId="TOCHeading">
    <w:name w:val="TOC Heading"/>
    <w:basedOn w:val="Normal"/>
    <w:next w:val="Normal"/>
    <w:semiHidden/>
    <w:pPr>
      <w:jc w:val="center"/>
    </w:pPr>
    <w:rPr>
      <w:rFonts w:ascii="Times New Roman Bold" w:hAnsi="Times New Roman Bold"/>
      <w:b/>
      <w:sz w:val="32"/>
    </w:rPr>
  </w:style>
  <w:style w:type="paragraph" w:styleId="TOC1">
    <w:name w:val="toc 1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b/>
      <w:caps/>
      <w:sz w:val="20"/>
    </w:rPr>
  </w:style>
  <w:style w:type="paragraph" w:styleId="TOC2">
    <w:name w:val="toc 2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noProof/>
      <w:sz w:val="20"/>
    </w:rPr>
  </w:style>
  <w:style w:type="paragraph" w:styleId="TOC3">
    <w:name w:val="toc 3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1190" w:right="720" w:hanging="595"/>
    </w:pPr>
    <w:rPr>
      <w:sz w:val="20"/>
    </w:rPr>
  </w:style>
  <w:style w:type="paragraph" w:styleId="TOC4">
    <w:name w:val="toc 4"/>
    <w:basedOn w:val="Normal"/>
    <w:next w:val="Normal"/>
    <w:uiPriority w:val="39"/>
    <w:pPr>
      <w:tabs>
        <w:tab w:val="left" w:pos="1446"/>
        <w:tab w:val="left" w:pos="1587"/>
        <w:tab w:val="right" w:leader="dot" w:pos="8640"/>
      </w:tabs>
      <w:spacing w:after="60" w:line="240" w:lineRule="auto"/>
      <w:ind w:left="1445" w:right="720" w:hanging="850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0"/>
      </w:tabs>
      <w:spacing w:before="120" w:after="60"/>
      <w:ind w:right="720"/>
    </w:pPr>
    <w:rPr>
      <w:b/>
    </w:rPr>
  </w:style>
  <w:style w:type="paragraph" w:styleId="TOC6">
    <w:name w:val="toc 6"/>
    <w:basedOn w:val="Normal"/>
    <w:next w:val="Normal"/>
    <w:semiHidden/>
    <w:pPr>
      <w:tabs>
        <w:tab w:val="right" w:leader="dot" w:pos="8640"/>
      </w:tabs>
    </w:pPr>
  </w:style>
  <w:style w:type="paragraph" w:styleId="TOC7">
    <w:name w:val="toc 7"/>
    <w:basedOn w:val="Normal"/>
    <w:next w:val="Normal"/>
    <w:semiHidden/>
    <w:pPr>
      <w:tabs>
        <w:tab w:val="right" w:leader="dot" w:pos="8640"/>
      </w:tabs>
    </w:pPr>
  </w:style>
  <w:style w:type="paragraph" w:styleId="TOC8">
    <w:name w:val="toc 8"/>
    <w:basedOn w:val="Normal"/>
    <w:next w:val="Normal"/>
    <w:semiHidden/>
    <w:pPr>
      <w:tabs>
        <w:tab w:val="right" w:leader="dot" w:pos="8640"/>
      </w:tabs>
    </w:pPr>
  </w:style>
  <w:style w:type="paragraph" w:styleId="TOC9">
    <w:name w:val="toc 9"/>
    <w:basedOn w:val="Normal"/>
    <w:next w:val="Normal"/>
    <w:semiHidden/>
    <w:pPr>
      <w:tabs>
        <w:tab w:val="right" w:leader="dot" w:pos="8640"/>
      </w:tabs>
    </w:pPr>
  </w:style>
  <w:style w:type="paragraph" w:styleId="ListBullet">
    <w:name w:val="List Bullet"/>
    <w:basedOn w:val="ListParagraph"/>
    <w:uiPriority w:val="1"/>
    <w:qFormat/>
    <w:rsid w:val="003C408B"/>
    <w:pPr>
      <w:numPr>
        <w:numId w:val="24"/>
      </w:numPr>
      <w:contextualSpacing w:val="0"/>
    </w:pPr>
  </w:style>
  <w:style w:type="paragraph" w:customStyle="1" w:styleId="ListBulletLevel2">
    <w:name w:val="List Bullet (Level 2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3">
    <w:name w:val="List Bullet (Level 3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4">
    <w:name w:val="List Bullet (Level 4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Dash">
    <w:name w:val="List Dash"/>
    <w:basedOn w:val="ListBullet"/>
    <w:uiPriority w:val="1"/>
    <w:qFormat/>
    <w:rsid w:val="00FE139F"/>
    <w:pPr>
      <w:numPr>
        <w:numId w:val="25"/>
      </w:numPr>
    </w:pPr>
  </w:style>
  <w:style w:type="paragraph" w:customStyle="1" w:styleId="ListDashLevel2">
    <w:name w:val="List Dash (Level 2)"/>
    <w:basedOn w:val="Normal"/>
    <w:pPr>
      <w:numPr>
        <w:ilvl w:val="1"/>
        <w:numId w:val="4"/>
      </w:numPr>
      <w:contextualSpacing/>
    </w:pPr>
  </w:style>
  <w:style w:type="paragraph" w:customStyle="1" w:styleId="ListDashLevel3">
    <w:name w:val="List Dash (Level 3)"/>
    <w:basedOn w:val="Normal"/>
    <w:pPr>
      <w:numPr>
        <w:ilvl w:val="2"/>
        <w:numId w:val="4"/>
      </w:numPr>
      <w:contextualSpacing/>
    </w:pPr>
  </w:style>
  <w:style w:type="paragraph" w:customStyle="1" w:styleId="ListDashLevel4">
    <w:name w:val="List Dash (Level 4)"/>
    <w:basedOn w:val="Normal"/>
    <w:pPr>
      <w:numPr>
        <w:ilvl w:val="3"/>
        <w:numId w:val="4"/>
      </w:numPr>
      <w:contextualSpacing/>
    </w:pPr>
  </w:style>
  <w:style w:type="paragraph" w:styleId="ListNumber">
    <w:name w:val="List Number"/>
    <w:basedOn w:val="Normal"/>
    <w:uiPriority w:val="1"/>
    <w:pPr>
      <w:numPr>
        <w:numId w:val="3"/>
      </w:numPr>
      <w:contextualSpacing/>
    </w:pPr>
  </w:style>
  <w:style w:type="paragraph" w:customStyle="1" w:styleId="ListNumberLevel2">
    <w:name w:val="List Number (Level 2)"/>
    <w:basedOn w:val="Normal"/>
    <w:pPr>
      <w:numPr>
        <w:ilvl w:val="1"/>
        <w:numId w:val="3"/>
      </w:numPr>
      <w:ind w:left="908" w:hanging="454"/>
      <w:contextualSpacing/>
    </w:pPr>
  </w:style>
  <w:style w:type="paragraph" w:customStyle="1" w:styleId="ListNumberLevel3">
    <w:name w:val="List Number (Level 3)"/>
    <w:basedOn w:val="Normal"/>
    <w:pPr>
      <w:numPr>
        <w:ilvl w:val="2"/>
        <w:numId w:val="3"/>
      </w:numPr>
      <w:contextualSpacing/>
    </w:pPr>
  </w:style>
  <w:style w:type="paragraph" w:customStyle="1" w:styleId="ListNumberLevel4">
    <w:name w:val="List Number (Level 4)"/>
    <w:basedOn w:val="Normal"/>
    <w:pPr>
      <w:numPr>
        <w:ilvl w:val="3"/>
        <w:numId w:val="3"/>
      </w:numPr>
      <w:ind w:left="1815" w:hanging="454"/>
      <w:contextualSpacing/>
    </w:pPr>
  </w:style>
  <w:style w:type="paragraph" w:customStyle="1" w:styleId="FITTable">
    <w:name w:val="FIT Table"/>
    <w:basedOn w:val="Normal"/>
    <w:uiPriority w:val="1"/>
    <w:pPr>
      <w:spacing w:before="60" w:after="60"/>
    </w:pPr>
  </w:style>
  <w:style w:type="paragraph" w:customStyle="1" w:styleId="Annex">
    <w:name w:val="Annex"/>
    <w:basedOn w:val="Normal"/>
    <w:next w:val="AnnexHeading1"/>
    <w:uiPriority w:val="3"/>
    <w:qFormat/>
    <w:rsid w:val="00A8017E"/>
    <w:pPr>
      <w:pageBreakBefore/>
      <w:numPr>
        <w:numId w:val="6"/>
      </w:numPr>
      <w:spacing w:before="480"/>
      <w:outlineLvl w:val="0"/>
    </w:pPr>
    <w:rPr>
      <w:b/>
      <w:smallCaps/>
      <w:sz w:val="36"/>
    </w:rPr>
  </w:style>
  <w:style w:type="paragraph" w:customStyle="1" w:styleId="AnnexHeading1">
    <w:name w:val="Annex Heading 1"/>
    <w:basedOn w:val="Normal"/>
    <w:next w:val="Normal"/>
    <w:autoRedefine/>
    <w:uiPriority w:val="1"/>
    <w:semiHidden/>
    <w:qFormat/>
    <w:pPr>
      <w:keepNext/>
      <w:numPr>
        <w:numId w:val="7"/>
      </w:numPr>
      <w:tabs>
        <w:tab w:val="left" w:pos="510"/>
      </w:tabs>
      <w:spacing w:before="480"/>
      <w:outlineLvl w:val="0"/>
    </w:pPr>
    <w:rPr>
      <w:b/>
      <w:smallCaps/>
      <w:sz w:val="26"/>
    </w:rPr>
  </w:style>
  <w:style w:type="paragraph" w:customStyle="1" w:styleId="PartTitle">
    <w:name w:val="PartTitle"/>
    <w:basedOn w:val="Normal"/>
    <w:next w:val="ChapterTitle"/>
    <w:uiPriority w:val="90"/>
    <w:semiHidden/>
    <w:qFormat/>
    <w:pPr>
      <w:keepNext/>
      <w:pageBreakBefore/>
      <w:spacing w:before="720" w:after="360"/>
      <w:jc w:val="center"/>
    </w:pPr>
    <w:rPr>
      <w:b/>
      <w:sz w:val="40"/>
    </w:rPr>
  </w:style>
  <w:style w:type="paragraph" w:customStyle="1" w:styleId="ChapterTitle">
    <w:name w:val="ChapterTitle"/>
    <w:basedOn w:val="Normal"/>
    <w:next w:val="SectionTitle"/>
    <w:uiPriority w:val="90"/>
    <w:semiHidden/>
    <w:qFormat/>
    <w:pPr>
      <w:keepNext/>
      <w:spacing w:before="720"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uiPriority w:val="90"/>
    <w:semiHidden/>
    <w:qFormat/>
    <w:pPr>
      <w:keepNext/>
      <w:spacing w:before="720" w:after="360"/>
      <w:contextualSpacing/>
      <w:jc w:val="center"/>
    </w:pPr>
    <w:rPr>
      <w:rFonts w:ascii="Times New Roman Bold" w:hAnsi="Times New Roman Bold"/>
      <w:b/>
      <w:smallCaps/>
      <w:sz w:val="32"/>
    </w:rPr>
  </w:style>
  <w:style w:type="paragraph" w:customStyle="1" w:styleId="Marking">
    <w:name w:val="Marking"/>
    <w:basedOn w:val="Normal"/>
    <w:pPr>
      <w:spacing w:after="240" w:line="276" w:lineRule="auto"/>
      <w:ind w:left="5114"/>
      <w:contextualSpacing/>
      <w:jc w:val="left"/>
    </w:pPr>
    <w:rPr>
      <w:i/>
      <w:sz w:val="32"/>
    </w:rPr>
  </w:style>
  <w:style w:type="paragraph" w:customStyle="1" w:styleId="LegalNumPar">
    <w:name w:val="LegalNumPar"/>
    <w:basedOn w:val="Normal"/>
    <w:uiPriority w:val="90"/>
    <w:semiHidden/>
    <w:qFormat/>
    <w:pPr>
      <w:numPr>
        <w:numId w:val="5"/>
      </w:numPr>
      <w:tabs>
        <w:tab w:val="clear" w:pos="476"/>
      </w:tabs>
      <w:spacing w:line="360" w:lineRule="auto"/>
    </w:pPr>
  </w:style>
  <w:style w:type="paragraph" w:customStyle="1" w:styleId="LegalNumPar2">
    <w:name w:val="LegalNumPar2"/>
    <w:basedOn w:val="Normal"/>
    <w:pPr>
      <w:numPr>
        <w:ilvl w:val="1"/>
        <w:numId w:val="5"/>
      </w:numPr>
      <w:tabs>
        <w:tab w:val="clear" w:pos="952"/>
      </w:tabs>
      <w:spacing w:line="360" w:lineRule="auto"/>
    </w:pPr>
  </w:style>
  <w:style w:type="paragraph" w:customStyle="1" w:styleId="LegalNumPar3">
    <w:name w:val="LegalNumPar3"/>
    <w:basedOn w:val="Normal"/>
    <w:pPr>
      <w:numPr>
        <w:ilvl w:val="2"/>
        <w:numId w:val="5"/>
      </w:numPr>
      <w:tabs>
        <w:tab w:val="clear" w:pos="1429"/>
      </w:tabs>
      <w:spacing w:line="360" w:lineRule="auto"/>
    </w:pPr>
  </w:style>
  <w:style w:type="paragraph" w:customStyle="1" w:styleId="TableText">
    <w:name w:val="Table Text"/>
    <w:basedOn w:val="Normal"/>
    <w:rsid w:val="00D00BE3"/>
    <w:pPr>
      <w:spacing w:before="60" w:after="60"/>
    </w:pPr>
  </w:style>
  <w:style w:type="paragraph" w:customStyle="1" w:styleId="HistTableHeading">
    <w:name w:val="HistTableHeading"/>
    <w:basedOn w:val="Normal"/>
    <w:next w:val="HistoryTable"/>
    <w:pPr>
      <w:jc w:val="center"/>
    </w:pPr>
    <w:rPr>
      <w:rFonts w:ascii="Times New Roman Bold" w:hAnsi="Times New Roman Bold"/>
      <w:b/>
      <w:sz w:val="32"/>
    </w:rPr>
  </w:style>
  <w:style w:type="paragraph" w:customStyle="1" w:styleId="HistoryTable">
    <w:name w:val="HistoryTable"/>
    <w:basedOn w:val="Normal"/>
    <w:pPr>
      <w:spacing w:before="60" w:after="60"/>
    </w:pPr>
    <w:rPr>
      <w:sz w:val="20"/>
    </w:rPr>
  </w:style>
  <w:style w:type="paragraph" w:customStyle="1" w:styleId="FigureTitle">
    <w:name w:val="Figure Title"/>
    <w:basedOn w:val="Normal"/>
    <w:next w:val="FigureBody"/>
    <w:uiPriority w:val="6"/>
    <w:pPr>
      <w:keepNext/>
      <w:spacing w:before="120"/>
    </w:pPr>
    <w:rPr>
      <w:b/>
      <w:i/>
    </w:rPr>
  </w:style>
  <w:style w:type="paragraph" w:customStyle="1" w:styleId="FigureBody">
    <w:name w:val="Figure Body"/>
    <w:basedOn w:val="Normal"/>
    <w:next w:val="FigureNote"/>
    <w:uiPriority w:val="7"/>
    <w:pPr>
      <w:keepNext/>
      <w:spacing w:after="40" w:line="240" w:lineRule="auto"/>
    </w:pPr>
  </w:style>
  <w:style w:type="paragraph" w:customStyle="1" w:styleId="FigureNote">
    <w:name w:val="Figure Note"/>
    <w:basedOn w:val="FigureSource"/>
    <w:next w:val="FigureSource"/>
    <w:uiPriority w:val="7"/>
    <w:rPr>
      <w:b/>
    </w:rPr>
  </w:style>
  <w:style w:type="paragraph" w:customStyle="1" w:styleId="FigureSource">
    <w:name w:val="Figure Source"/>
    <w:basedOn w:val="Normal"/>
    <w:next w:val="Normal"/>
    <w:uiPriority w:val="7"/>
    <w:pPr>
      <w:spacing w:after="240" w:line="240" w:lineRule="auto"/>
    </w:pPr>
    <w:rPr>
      <w:sz w:val="18"/>
    </w:rPr>
  </w:style>
  <w:style w:type="paragraph" w:styleId="Footer">
    <w:name w:val="footer"/>
    <w:basedOn w:val="Normal"/>
    <w:link w:val="FooterChar"/>
    <w:uiPriority w:val="1"/>
    <w:pPr>
      <w:spacing w:after="0" w:line="240" w:lineRule="auto"/>
      <w:ind w:right="-567"/>
    </w:pPr>
    <w:rPr>
      <w:sz w:val="16"/>
    </w:rPr>
  </w:style>
  <w:style w:type="character" w:customStyle="1" w:styleId="FooterChar">
    <w:name w:val="Footer Char"/>
    <w:link w:val="Footer"/>
    <w:uiPriority w:val="1"/>
    <w:rsid w:val="006E49FF"/>
    <w:rPr>
      <w:sz w:val="16"/>
    </w:rPr>
  </w:style>
  <w:style w:type="paragraph" w:styleId="Header">
    <w:name w:val="header"/>
    <w:basedOn w:val="Normal"/>
    <w:link w:val="HeaderChar"/>
    <w:uiPriority w:val="1"/>
    <w:pPr>
      <w:tabs>
        <w:tab w:val="center" w:pos="4150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1"/>
    <w:rsid w:val="006E49FF"/>
    <w:rPr>
      <w:sz w:val="22"/>
    </w:rPr>
  </w:style>
  <w:style w:type="paragraph" w:styleId="MacroText">
    <w:name w:val="macro"/>
    <w:basedOn w:val="Normal"/>
    <w:link w:val="MacroTextChar"/>
    <w:uiPriority w:val="90"/>
    <w:semiHidden/>
    <w:qFormat/>
    <w:pPr>
      <w:tabs>
        <w:tab w:val="left" w:pos="482"/>
        <w:tab w:val="left" w:pos="958"/>
        <w:tab w:val="left" w:pos="1440"/>
        <w:tab w:val="left" w:pos="1922"/>
        <w:tab w:val="left" w:pos="2398"/>
        <w:tab w:val="left" w:pos="2880"/>
        <w:tab w:val="left" w:pos="3362"/>
        <w:tab w:val="left" w:pos="3838"/>
        <w:tab w:val="left" w:pos="4320"/>
      </w:tabs>
    </w:pPr>
    <w:rPr>
      <w:rFonts w:ascii="Courier New" w:hAnsi="Courier New"/>
      <w:sz w:val="20"/>
    </w:rPr>
  </w:style>
  <w:style w:type="character" w:customStyle="1" w:styleId="MacroTextChar">
    <w:name w:val="Macro Text Char"/>
    <w:basedOn w:val="DefaultParagraphFont"/>
    <w:link w:val="MacroText"/>
    <w:uiPriority w:val="90"/>
    <w:semiHidden/>
    <w:qFormat/>
    <w:rsid w:val="008F6F83"/>
    <w:rPr>
      <w:rFonts w:ascii="Courier New" w:hAnsi="Courier New"/>
      <w:sz w:val="20"/>
    </w:rPr>
  </w:style>
  <w:style w:type="paragraph" w:customStyle="1" w:styleId="Citation">
    <w:name w:val="Citation"/>
    <w:basedOn w:val="Normal"/>
    <w:link w:val="CitationChar"/>
    <w:uiPriority w:val="90"/>
    <w:semiHidden/>
    <w:qFormat/>
    <w:rsid w:val="00A56964"/>
    <w:pPr>
      <w:ind w:left="454" w:right="454"/>
    </w:pPr>
    <w:rPr>
      <w:i/>
    </w:rPr>
  </w:style>
  <w:style w:type="character" w:customStyle="1" w:styleId="CitationChar">
    <w:name w:val="Citation Char"/>
    <w:link w:val="Citation"/>
    <w:uiPriority w:val="90"/>
    <w:semiHidden/>
    <w:qFormat/>
    <w:rsid w:val="008F6F83"/>
    <w:rPr>
      <w:i/>
      <w:sz w:val="22"/>
    </w:rPr>
  </w:style>
  <w:style w:type="table" w:customStyle="1" w:styleId="PropertiesTable">
    <w:name w:val="Properties Table"/>
    <w:basedOn w:val="TableNormal"/>
    <w:uiPriority w:val="99"/>
    <w:pPr>
      <w:spacing w:after="120" w:line="264" w:lineRule="auto"/>
    </w:pPr>
    <w:tblPr>
      <w:tblInd w:w="1984" w:type="dxa"/>
    </w:tblPr>
  </w:style>
  <w:style w:type="table" w:customStyle="1" w:styleId="TableLetterhead">
    <w:name w:val="Table Letterhead"/>
    <w:basedOn w:val="TableNormal"/>
    <w:uiPriority w:val="99"/>
    <w:tblPr>
      <w:tblCellMar>
        <w:left w:w="0" w:type="dxa"/>
        <w:bottom w:w="340" w:type="dxa"/>
        <w:right w:w="0" w:type="dxa"/>
      </w:tblCellMar>
    </w:tblPr>
  </w:style>
  <w:style w:type="table" w:customStyle="1" w:styleId="TableHistory">
    <w:name w:val="Table History"/>
    <w:basedOn w:val="TableNormal"/>
    <w:uiPriority w:val="99"/>
    <w:pPr>
      <w:spacing w:before="60" w:after="60"/>
    </w:pPr>
    <w:tblPr>
      <w:tblInd w:w="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D44FCA"/>
    <w:pPr>
      <w:spacing w:before="60" w:after="6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D0CECE" w:themeFill="background2" w:themeFillShade="E6"/>
      </w:tcPr>
    </w:tblStylePr>
  </w:style>
  <w:style w:type="paragraph" w:customStyle="1" w:styleId="Base">
    <w:name w:val="Base"/>
    <w:link w:val="BaseChar"/>
    <w:uiPriority w:val="1"/>
    <w:rsid w:val="00212AAF"/>
    <w:pPr>
      <w:spacing w:before="60" w:after="60"/>
    </w:pPr>
    <w:rPr>
      <w:lang w:eastAsia="en-US"/>
    </w:rPr>
  </w:style>
  <w:style w:type="paragraph" w:styleId="BodyText">
    <w:name w:val="Body Text"/>
    <w:basedOn w:val="Base"/>
    <w:link w:val="BodyTextChar"/>
    <w:locked/>
    <w:rsid w:val="00212AA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E49FF"/>
    <w:rPr>
      <w:lang w:eastAsia="en-US"/>
    </w:rPr>
  </w:style>
  <w:style w:type="paragraph" w:customStyle="1" w:styleId="HeadingTOC">
    <w:name w:val="Heading TOC"/>
    <w:basedOn w:val="TOCHeading"/>
    <w:uiPriority w:val="3"/>
    <w:qFormat/>
    <w:rsid w:val="00FE09E6"/>
    <w:pPr>
      <w:spacing w:line="240" w:lineRule="auto"/>
    </w:pPr>
  </w:style>
  <w:style w:type="character" w:styleId="Hyperlink">
    <w:name w:val="Hyperlink"/>
    <w:aliases w:val="Hyperlink - Header"/>
    <w:uiPriority w:val="99"/>
    <w:locked/>
    <w:rsid w:val="00212AAF"/>
    <w:rPr>
      <w:color w:val="0000FF"/>
      <w:u w:val="single"/>
    </w:rPr>
  </w:style>
  <w:style w:type="paragraph" w:customStyle="1" w:styleId="HistoryLine1">
    <w:name w:val="History Line 1"/>
    <w:basedOn w:val="Normal"/>
    <w:next w:val="Normal"/>
    <w:rsid w:val="00212AAF"/>
    <w:pPr>
      <w:keepNext/>
      <w:keepLines/>
      <w:spacing w:before="60" w:after="60" w:line="240" w:lineRule="auto"/>
    </w:pPr>
    <w:rPr>
      <w:b/>
      <w:bCs/>
      <w:i/>
      <w:iCs/>
      <w:caps/>
      <w:sz w:val="20"/>
      <w:szCs w:val="18"/>
      <w:lang w:val="en" w:eastAsia="nl-NL"/>
    </w:rPr>
  </w:style>
  <w:style w:type="paragraph" w:customStyle="1" w:styleId="Tableitem">
    <w:name w:val="Table item"/>
    <w:basedOn w:val="Normal"/>
    <w:uiPriority w:val="99"/>
    <w:rsid w:val="00212AAF"/>
    <w:pPr>
      <w:spacing w:after="0" w:line="240" w:lineRule="auto"/>
    </w:pPr>
    <w:rPr>
      <w:sz w:val="20"/>
      <w:szCs w:val="22"/>
      <w:lang w:val="en" w:eastAsia="nl-NL"/>
    </w:rPr>
  </w:style>
  <w:style w:type="paragraph" w:customStyle="1" w:styleId="TableHeading">
    <w:name w:val="Table Heading"/>
    <w:basedOn w:val="Normal"/>
    <w:next w:val="Tableitem"/>
    <w:qFormat/>
    <w:rsid w:val="006E49FF"/>
    <w:pPr>
      <w:spacing w:after="0" w:line="276" w:lineRule="auto"/>
      <w:jc w:val="left"/>
    </w:pPr>
    <w:rPr>
      <w:rFonts w:ascii="Times New Roman Bold" w:eastAsia="Calibri" w:hAnsi="Times New Roman Bold"/>
      <w:b/>
      <w:bCs/>
      <w:color w:val="000000"/>
    </w:rPr>
  </w:style>
  <w:style w:type="paragraph" w:customStyle="1" w:styleId="TableNormal1">
    <w:name w:val="Table Normal1"/>
    <w:basedOn w:val="Normal"/>
    <w:rsid w:val="00212AAF"/>
    <w:pPr>
      <w:spacing w:before="20" w:after="20" w:line="276" w:lineRule="auto"/>
    </w:pPr>
    <w:rPr>
      <w:szCs w:val="22"/>
      <w:lang w:val="en" w:eastAsia="en-US"/>
    </w:rPr>
  </w:style>
  <w:style w:type="paragraph" w:styleId="TableofFigures">
    <w:name w:val="table of figures"/>
    <w:basedOn w:val="Normal"/>
    <w:next w:val="Normal"/>
    <w:uiPriority w:val="99"/>
    <w:locked/>
    <w:rsid w:val="00D02BE5"/>
    <w:pPr>
      <w:spacing w:before="120" w:after="0" w:line="240" w:lineRule="auto"/>
    </w:pPr>
    <w:rPr>
      <w:sz w:val="20"/>
      <w:szCs w:val="22"/>
      <w:lang w:val="en" w:eastAsia="nl-NL"/>
    </w:rPr>
  </w:style>
  <w:style w:type="paragraph" w:customStyle="1" w:styleId="TableheaderCentered">
    <w:name w:val="Table header Centered"/>
    <w:basedOn w:val="Normal"/>
    <w:next w:val="Tableitem"/>
    <w:rsid w:val="00212AAF"/>
    <w:pPr>
      <w:keepNext/>
      <w:keepLines/>
      <w:spacing w:before="120" w:line="240" w:lineRule="auto"/>
      <w:jc w:val="center"/>
    </w:pPr>
    <w:rPr>
      <w:b/>
      <w:bCs/>
      <w:lang w:val="en" w:eastAsia="nl-NL"/>
    </w:rPr>
  </w:style>
  <w:style w:type="character" w:customStyle="1" w:styleId="BaseChar">
    <w:name w:val="Base Char"/>
    <w:link w:val="Base"/>
    <w:uiPriority w:val="1"/>
    <w:rsid w:val="006E49FF"/>
    <w:rPr>
      <w:lang w:eastAsia="en-US"/>
    </w:rPr>
  </w:style>
  <w:style w:type="table" w:customStyle="1" w:styleId="TableGrid1">
    <w:name w:val="Table Grid1"/>
    <w:basedOn w:val="TableNormal"/>
    <w:next w:val="TableGrid"/>
    <w:rsid w:val="00C80522"/>
    <w:rPr>
      <w:sz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locked/>
    <w:rsid w:val="00A56964"/>
    <w:pPr>
      <w:spacing w:line="240" w:lineRule="auto"/>
      <w:ind w:left="720"/>
      <w:contextualSpacing/>
    </w:pPr>
    <w:rPr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8F6F83"/>
    <w:rPr>
      <w:sz w:val="22"/>
      <w:lang w:eastAsia="en-US"/>
    </w:rPr>
  </w:style>
  <w:style w:type="character" w:styleId="CommentReference">
    <w:name w:val="annotation reference"/>
    <w:basedOn w:val="DefaultParagraphFont"/>
    <w:semiHidden/>
    <w:locked/>
    <w:rsid w:val="007C64F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locked/>
    <w:rsid w:val="007C64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64F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locked/>
    <w:rsid w:val="007C64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64F8"/>
    <w:rPr>
      <w:b/>
      <w:bCs/>
      <w:sz w:val="20"/>
    </w:rPr>
  </w:style>
  <w:style w:type="paragraph" w:styleId="BalloonText">
    <w:name w:val="Balloon Text"/>
    <w:basedOn w:val="Normal"/>
    <w:link w:val="BalloonTextChar"/>
    <w:semiHidden/>
    <w:locked/>
    <w:rsid w:val="007C6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C64F8"/>
    <w:rPr>
      <w:rFonts w:ascii="Segoe UI" w:hAnsi="Segoe UI" w:cs="Segoe UI"/>
      <w:sz w:val="18"/>
      <w:szCs w:val="18"/>
    </w:rPr>
  </w:style>
  <w:style w:type="character" w:customStyle="1" w:styleId="GuidanceChar">
    <w:name w:val="Guidance Char"/>
    <w:link w:val="Guidance"/>
    <w:uiPriority w:val="1"/>
    <w:semiHidden/>
    <w:locked/>
    <w:rsid w:val="006E49FF"/>
    <w:rPr>
      <w:rFonts w:cs="Arial"/>
      <w:sz w:val="22"/>
      <w:lang w:eastAsia="en-US"/>
    </w:rPr>
  </w:style>
  <w:style w:type="paragraph" w:customStyle="1" w:styleId="Guidance">
    <w:name w:val="Guidance"/>
    <w:basedOn w:val="Normal"/>
    <w:next w:val="Normal"/>
    <w:link w:val="GuidanceChar"/>
    <w:uiPriority w:val="1"/>
    <w:semiHidden/>
    <w:qFormat/>
    <w:rsid w:val="00A56964"/>
    <w:pPr>
      <w:spacing w:line="240" w:lineRule="auto"/>
    </w:pPr>
    <w:rPr>
      <w:rFonts w:cs="Arial"/>
      <w:lang w:eastAsia="en-US"/>
    </w:rPr>
  </w:style>
  <w:style w:type="paragraph" w:customStyle="1" w:styleId="Text2">
    <w:name w:val="Text 2"/>
    <w:basedOn w:val="Normal"/>
    <w:link w:val="Text2Char1"/>
    <w:qFormat/>
    <w:rsid w:val="007C64F8"/>
    <w:pPr>
      <w:spacing w:line="240" w:lineRule="auto"/>
    </w:pPr>
    <w:rPr>
      <w:rFonts w:asciiTheme="minorHAnsi" w:hAnsiTheme="minorHAnsi"/>
      <w:sz w:val="20"/>
      <w:lang w:eastAsia="en-US"/>
    </w:rPr>
  </w:style>
  <w:style w:type="paragraph" w:styleId="ListBullet5">
    <w:name w:val="List Bullet 5"/>
    <w:basedOn w:val="Normal"/>
    <w:locked/>
    <w:rsid w:val="007C64F8"/>
    <w:pPr>
      <w:numPr>
        <w:numId w:val="11"/>
      </w:numPr>
      <w:tabs>
        <w:tab w:val="clear" w:pos="1492"/>
        <w:tab w:val="left" w:pos="1701"/>
      </w:tabs>
      <w:spacing w:line="240" w:lineRule="auto"/>
      <w:ind w:left="1702" w:hanging="284"/>
    </w:pPr>
    <w:rPr>
      <w:rFonts w:asciiTheme="minorHAnsi" w:hAnsiTheme="minorHAnsi"/>
      <w:sz w:val="20"/>
      <w:lang w:eastAsia="en-US"/>
    </w:rPr>
  </w:style>
  <w:style w:type="paragraph" w:customStyle="1" w:styleId="Guidelines">
    <w:name w:val="Guidelines"/>
    <w:basedOn w:val="BodyText"/>
    <w:link w:val="GuidelinesChar"/>
    <w:uiPriority w:val="2"/>
    <w:qFormat/>
    <w:rsid w:val="005550A9"/>
    <w:pPr>
      <w:spacing w:before="0"/>
      <w:jc w:val="both"/>
    </w:pPr>
    <w:rPr>
      <w:i/>
      <w:color w:val="2E74B5" w:themeColor="accent1" w:themeShade="BF"/>
      <w:sz w:val="22"/>
      <w:szCs w:val="22"/>
      <w:lang w:eastAsia="nl-NL"/>
    </w:rPr>
  </w:style>
  <w:style w:type="character" w:customStyle="1" w:styleId="GuidelinesChar">
    <w:name w:val="Guidelines Char"/>
    <w:basedOn w:val="GuidanceChar"/>
    <w:link w:val="Guidelines"/>
    <w:uiPriority w:val="2"/>
    <w:rsid w:val="005550A9"/>
    <w:rPr>
      <w:rFonts w:cs="Arial"/>
      <w:i/>
      <w:color w:val="2E74B5" w:themeColor="accent1" w:themeShade="BF"/>
      <w:sz w:val="22"/>
      <w:szCs w:val="22"/>
      <w:lang w:eastAsia="nl-NL"/>
    </w:rPr>
  </w:style>
  <w:style w:type="paragraph" w:customStyle="1" w:styleId="StyleStyleHeading212ptJustified">
    <w:name w:val="Style Style Heading 2 + 12 pt + Justified"/>
    <w:basedOn w:val="Normal"/>
    <w:uiPriority w:val="99"/>
    <w:rsid w:val="00BC709B"/>
    <w:pPr>
      <w:keepNext/>
      <w:numPr>
        <w:ilvl w:val="1"/>
        <w:numId w:val="12"/>
      </w:numPr>
      <w:spacing w:before="240" w:after="60" w:line="240" w:lineRule="auto"/>
      <w:outlineLvl w:val="1"/>
    </w:pPr>
    <w:rPr>
      <w:rFonts w:ascii="Arial" w:eastAsia="PMingLiU" w:hAnsi="Arial" w:cs="Arial"/>
      <w:b/>
      <w:bCs/>
      <w:lang w:eastAsia="en-US"/>
    </w:rPr>
  </w:style>
  <w:style w:type="paragraph" w:customStyle="1" w:styleId="StyleCaption95ptNotBoldBlackCentered">
    <w:name w:val="Style Caption + 95 pt Not Bold Black Centered"/>
    <w:basedOn w:val="Caption"/>
    <w:next w:val="Normal"/>
    <w:rsid w:val="00F13F74"/>
    <w:pPr>
      <w:spacing w:after="360" w:line="240" w:lineRule="auto"/>
    </w:pPr>
    <w:rPr>
      <w:i/>
      <w:lang w:eastAsia="ko-KR"/>
    </w:rPr>
  </w:style>
  <w:style w:type="paragraph" w:customStyle="1" w:styleId="FooterText">
    <w:name w:val="Footer Text"/>
    <w:basedOn w:val="Normal"/>
    <w:uiPriority w:val="1"/>
    <w:rsid w:val="00F13F74"/>
    <w:pPr>
      <w:numPr>
        <w:numId w:val="13"/>
      </w:numPr>
      <w:tabs>
        <w:tab w:val="clear" w:pos="1191"/>
      </w:tabs>
      <w:spacing w:line="240" w:lineRule="auto"/>
      <w:ind w:left="0" w:firstLine="0"/>
    </w:pPr>
    <w:rPr>
      <w:rFonts w:ascii="Century Gothic" w:hAnsi="Century Gothic"/>
      <w:caps/>
      <w:sz w:val="16"/>
      <w:lang w:val="en-ZW" w:eastAsia="en-US"/>
    </w:rPr>
  </w:style>
  <w:style w:type="paragraph" w:customStyle="1" w:styleId="FooterBottom">
    <w:name w:val="Footer Bottom"/>
    <w:basedOn w:val="FooterText"/>
    <w:uiPriority w:val="1"/>
    <w:rsid w:val="00F13F74"/>
    <w:pPr>
      <w:numPr>
        <w:ilvl w:val="1"/>
      </w:numPr>
      <w:tabs>
        <w:tab w:val="clear" w:pos="1899"/>
      </w:tabs>
      <w:ind w:left="0" w:firstLine="0"/>
    </w:pPr>
    <w:rPr>
      <w:caps w:val="0"/>
      <w:sz w:val="8"/>
    </w:rPr>
  </w:style>
  <w:style w:type="paragraph" w:customStyle="1" w:styleId="StyleBodyTextJustified">
    <w:name w:val="Style Body Text + Justified"/>
    <w:basedOn w:val="BodyText"/>
    <w:autoRedefine/>
    <w:rsid w:val="00F13F74"/>
    <w:pPr>
      <w:numPr>
        <w:ilvl w:val="2"/>
        <w:numId w:val="13"/>
      </w:numPr>
      <w:tabs>
        <w:tab w:val="clear" w:pos="2608"/>
      </w:tabs>
      <w:ind w:left="0" w:firstLine="0"/>
      <w:jc w:val="both"/>
    </w:pPr>
    <w:rPr>
      <w:rFonts w:ascii="Tahoma" w:hAnsi="Tahoma" w:cs="Tahoma"/>
      <w:sz w:val="22"/>
      <w:szCs w:val="16"/>
      <w:lang w:eastAsia="ko-KR"/>
    </w:rPr>
  </w:style>
  <w:style w:type="paragraph" w:customStyle="1" w:styleId="Bullet1">
    <w:name w:val="Bullet1"/>
    <w:basedOn w:val="Normal"/>
    <w:uiPriority w:val="1"/>
    <w:rsid w:val="00F13F74"/>
    <w:pPr>
      <w:numPr>
        <w:ilvl w:val="3"/>
        <w:numId w:val="13"/>
      </w:numPr>
      <w:tabs>
        <w:tab w:val="clear" w:pos="3317"/>
        <w:tab w:val="num" w:pos="720"/>
      </w:tabs>
      <w:spacing w:before="120" w:line="240" w:lineRule="auto"/>
      <w:ind w:left="720" w:hanging="360"/>
    </w:pPr>
    <w:rPr>
      <w:lang w:eastAsia="ko-KR"/>
    </w:rPr>
  </w:style>
  <w:style w:type="paragraph" w:customStyle="1" w:styleId="StyleBulletsPatternClearCustomColorRGB238">
    <w:name w:val="Style Bullets + Pattern: Clear (Custom Color(RGB(238"/>
    <w:aliases w:val="238,238)))"/>
    <w:basedOn w:val="Normal"/>
    <w:rsid w:val="00C12EAE"/>
    <w:pPr>
      <w:keepLines/>
      <w:numPr>
        <w:numId w:val="14"/>
      </w:numPr>
      <w:shd w:val="clear" w:color="auto" w:fill="EEEEEE"/>
      <w:tabs>
        <w:tab w:val="clear" w:pos="643"/>
      </w:tabs>
      <w:spacing w:before="120" w:line="240" w:lineRule="auto"/>
      <w:ind w:left="0" w:right="567" w:firstLine="0"/>
      <w:contextualSpacing/>
    </w:pPr>
    <w:rPr>
      <w:i/>
      <w:color w:val="000080"/>
      <w:szCs w:val="20"/>
      <w:lang w:eastAsia="ko-KR"/>
    </w:rPr>
  </w:style>
  <w:style w:type="character" w:customStyle="1" w:styleId="Heading1Char">
    <w:name w:val="Heading 1 Char"/>
    <w:aliases w:val="chapitre Char,Titre 11 Char,t1.T1.Titre 1 Char,t1 Char,TITRE 1 SL Char,Headline 1 Char,h1 Char"/>
    <w:basedOn w:val="DefaultParagraphFont"/>
    <w:link w:val="Heading1"/>
    <w:uiPriority w:val="1"/>
    <w:rsid w:val="006E49FF"/>
    <w:rPr>
      <w:b/>
      <w:smallCaps/>
      <w:sz w:val="32"/>
      <w:lang w:eastAsia="ko-KR"/>
    </w:rPr>
  </w:style>
  <w:style w:type="character" w:customStyle="1" w:styleId="Heading2Char">
    <w:name w:val="Heading 2 Char"/>
    <w:aliases w:val="Headline 2 Char,h2 Char,2 Char,headi Char,heading2 Char,h21 Char,h22 Char,21 Char,H2 Char,l2 Char,kopregel 2 Char"/>
    <w:basedOn w:val="DefaultParagraphFont"/>
    <w:link w:val="Heading2"/>
    <w:rsid w:val="006E49FF"/>
    <w:rPr>
      <w:b/>
      <w:smallCaps/>
      <w:sz w:val="26"/>
      <w:szCs w:val="26"/>
      <w:lang w:eastAsia="ko-KR"/>
    </w:rPr>
  </w:style>
  <w:style w:type="character" w:customStyle="1" w:styleId="Heading3Char">
    <w:name w:val="Heading 3 Char"/>
    <w:aliases w:val="Headline 3 Char,h3 Char,h31 Char,h32 Char,H3 Char,H31 Char"/>
    <w:basedOn w:val="DefaultParagraphFont"/>
    <w:link w:val="Heading3"/>
    <w:rsid w:val="006E49FF"/>
    <w:rPr>
      <w:b/>
      <w:sz w:val="26"/>
      <w:lang w:val="en"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6E49FF"/>
    <w:rPr>
      <w:b/>
      <w:sz w:val="22"/>
    </w:rPr>
  </w:style>
  <w:style w:type="character" w:customStyle="1" w:styleId="Heading5Char">
    <w:name w:val="Heading 5 Char"/>
    <w:basedOn w:val="DefaultParagraphFont"/>
    <w:link w:val="Heading5"/>
    <w:uiPriority w:val="1"/>
    <w:rsid w:val="006E49FF"/>
    <w:rPr>
      <w:sz w:val="22"/>
    </w:rPr>
  </w:style>
  <w:style w:type="character" w:customStyle="1" w:styleId="Heading6Char">
    <w:name w:val="Heading 6 Char"/>
    <w:basedOn w:val="DefaultParagraphFont"/>
    <w:link w:val="Heading6"/>
    <w:uiPriority w:val="1"/>
    <w:rsid w:val="006E49FF"/>
    <w:rPr>
      <w:sz w:val="22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6E49FF"/>
    <w:rPr>
      <w:sz w:val="22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6E49FF"/>
    <w:rPr>
      <w:sz w:val="22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6E49FF"/>
    <w:rPr>
      <w:sz w:val="22"/>
    </w:rPr>
  </w:style>
  <w:style w:type="paragraph" w:styleId="NormalIndent">
    <w:name w:val="Normal Indent"/>
    <w:basedOn w:val="Base"/>
    <w:locked/>
    <w:rsid w:val="00C12EAE"/>
    <w:pPr>
      <w:ind w:left="1134"/>
    </w:pPr>
    <w:rPr>
      <w:szCs w:val="20"/>
      <w:lang w:eastAsia="ko-KR"/>
    </w:rPr>
  </w:style>
  <w:style w:type="paragraph" w:customStyle="1" w:styleId="Bullets">
    <w:name w:val="Bullets"/>
    <w:basedOn w:val="Normal"/>
    <w:link w:val="BulletsChar"/>
    <w:uiPriority w:val="1"/>
    <w:rsid w:val="00C12EAE"/>
    <w:pPr>
      <w:keepLines/>
      <w:tabs>
        <w:tab w:val="num" w:pos="1429"/>
      </w:tabs>
      <w:spacing w:before="120" w:line="240" w:lineRule="auto"/>
      <w:ind w:left="1429" w:hanging="477"/>
      <w:contextualSpacing/>
    </w:pPr>
    <w:rPr>
      <w:i/>
      <w:color w:val="000080"/>
      <w:szCs w:val="20"/>
      <w:lang w:eastAsia="ko-KR"/>
    </w:rPr>
  </w:style>
  <w:style w:type="character" w:customStyle="1" w:styleId="BulletsChar">
    <w:name w:val="Bullets Char"/>
    <w:basedOn w:val="DefaultParagraphFont"/>
    <w:link w:val="Bullets"/>
    <w:uiPriority w:val="1"/>
    <w:rsid w:val="006E49FF"/>
    <w:rPr>
      <w:i/>
      <w:color w:val="000080"/>
      <w:sz w:val="22"/>
      <w:szCs w:val="20"/>
      <w:lang w:eastAsia="ko-KR"/>
    </w:rPr>
  </w:style>
  <w:style w:type="paragraph" w:customStyle="1" w:styleId="StyleNormalBoldLeft0cmFirstline0cm">
    <w:name w:val="Style Normal + Bold Left:  0 cm First line:  0 cm"/>
    <w:basedOn w:val="Normal"/>
    <w:next w:val="Normal"/>
    <w:rsid w:val="00C12EAE"/>
    <w:pPr>
      <w:keepLines/>
      <w:spacing w:before="120" w:line="240" w:lineRule="auto"/>
    </w:pPr>
    <w:rPr>
      <w:b/>
      <w:bCs/>
      <w:i/>
      <w:color w:val="000000"/>
      <w:szCs w:val="20"/>
      <w:lang w:val="en" w:eastAsia="ko-KR"/>
    </w:rPr>
  </w:style>
  <w:style w:type="paragraph" w:customStyle="1" w:styleId="StyleBlackCentered">
    <w:name w:val="Style Black Centered"/>
    <w:basedOn w:val="Normal"/>
    <w:rsid w:val="00C12EAE"/>
    <w:pPr>
      <w:spacing w:before="120" w:line="240" w:lineRule="auto"/>
      <w:jc w:val="center"/>
    </w:pPr>
    <w:rPr>
      <w:i/>
      <w:color w:val="000080"/>
      <w:szCs w:val="20"/>
      <w:lang w:eastAsia="ko-KR"/>
    </w:rPr>
  </w:style>
  <w:style w:type="paragraph" w:customStyle="1" w:styleId="figuretitle0">
    <w:name w:val="figuretitle"/>
    <w:basedOn w:val="Normal"/>
    <w:uiPriority w:val="1"/>
    <w:rsid w:val="00C12EAE"/>
    <w:pPr>
      <w:spacing w:before="240" w:after="360" w:line="240" w:lineRule="auto"/>
      <w:jc w:val="center"/>
    </w:pPr>
    <w:rPr>
      <w:rFonts w:ascii="Tahoma" w:hAnsi="Tahoma" w:cs="Tahoma"/>
      <w:b/>
      <w:bCs/>
      <w:i/>
      <w:color w:val="000000"/>
      <w:sz w:val="19"/>
      <w:szCs w:val="19"/>
      <w:lang w:eastAsia="ko-KR"/>
    </w:rPr>
  </w:style>
  <w:style w:type="paragraph" w:customStyle="1" w:styleId="TableItem0">
    <w:name w:val="Table Item"/>
    <w:basedOn w:val="Normal"/>
    <w:rsid w:val="00C12EAE"/>
    <w:pPr>
      <w:spacing w:before="120" w:line="240" w:lineRule="auto"/>
      <w:ind w:left="180"/>
    </w:pPr>
    <w:rPr>
      <w:i/>
      <w:color w:val="000080"/>
      <w:szCs w:val="20"/>
      <w:lang w:eastAsia="ko-KR"/>
    </w:rPr>
  </w:style>
  <w:style w:type="paragraph" w:customStyle="1" w:styleId="CaptionTempo">
    <w:name w:val="Caption Tempo"/>
    <w:basedOn w:val="Caption"/>
    <w:next w:val="Normal"/>
    <w:link w:val="CaptionTempoChar"/>
    <w:uiPriority w:val="1"/>
    <w:rsid w:val="00C12EAE"/>
    <w:pPr>
      <w:keepLines/>
      <w:numPr>
        <w:ilvl w:val="2"/>
        <w:numId w:val="15"/>
      </w:numPr>
      <w:tabs>
        <w:tab w:val="clear" w:pos="720"/>
      </w:tabs>
      <w:spacing w:after="360" w:line="240" w:lineRule="auto"/>
    </w:pPr>
    <w:rPr>
      <w:szCs w:val="20"/>
    </w:rPr>
  </w:style>
  <w:style w:type="paragraph" w:customStyle="1" w:styleId="StyleCenteredBefore12ptAfter12pt">
    <w:name w:val="Style Centered Before:  12 pt After:  12 pt"/>
    <w:basedOn w:val="Normal"/>
    <w:rsid w:val="00C12EAE"/>
    <w:pPr>
      <w:spacing w:before="240" w:after="360" w:line="240" w:lineRule="auto"/>
      <w:jc w:val="center"/>
    </w:pPr>
    <w:rPr>
      <w:i/>
      <w:color w:val="000080"/>
      <w:sz w:val="20"/>
      <w:szCs w:val="20"/>
      <w:lang w:eastAsia="ko-KR"/>
    </w:rPr>
  </w:style>
  <w:style w:type="paragraph" w:customStyle="1" w:styleId="bold">
    <w:name w:val="bold"/>
    <w:basedOn w:val="Normal"/>
    <w:uiPriority w:val="1"/>
    <w:rsid w:val="00C12EAE"/>
    <w:pPr>
      <w:spacing w:before="120" w:line="240" w:lineRule="auto"/>
    </w:pPr>
    <w:rPr>
      <w:rFonts w:cs="Arial"/>
      <w:b/>
      <w:bCs/>
      <w:i/>
      <w:color w:val="000080"/>
      <w:szCs w:val="22"/>
      <w:lang w:eastAsia="ko-KR"/>
    </w:rPr>
  </w:style>
  <w:style w:type="paragraph" w:customStyle="1" w:styleId="Styleglossarydefinition1TimesNewRoman105pt">
    <w:name w:val="Style glossarydefinition1 + Times New Roman 105 pt"/>
    <w:basedOn w:val="Normal"/>
    <w:rsid w:val="00C12EAE"/>
    <w:pPr>
      <w:spacing w:before="100" w:beforeAutospacing="1" w:after="100" w:afterAutospacing="1" w:line="240" w:lineRule="auto"/>
    </w:pPr>
    <w:rPr>
      <w:rFonts w:cs="Arial"/>
      <w:i/>
      <w:color w:val="000000"/>
      <w:sz w:val="21"/>
      <w:szCs w:val="23"/>
      <w:lang w:val="nl-NL" w:eastAsia="ko-KR"/>
    </w:rPr>
  </w:style>
  <w:style w:type="paragraph" w:customStyle="1" w:styleId="Annexheading10">
    <w:name w:val="Annex heading 1"/>
    <w:basedOn w:val="Heading1"/>
    <w:next w:val="Normal"/>
    <w:link w:val="Annexheading1Char"/>
    <w:uiPriority w:val="1"/>
    <w:semiHidden/>
    <w:rsid w:val="00C12EAE"/>
    <w:pPr>
      <w:pageBreakBefore/>
      <w:tabs>
        <w:tab w:val="clear" w:pos="510"/>
        <w:tab w:val="num" w:pos="432"/>
      </w:tabs>
      <w:spacing w:before="120" w:after="240" w:line="240" w:lineRule="auto"/>
    </w:pPr>
    <w:rPr>
      <w:i/>
      <w:caps/>
      <w:smallCaps w:val="0"/>
      <w:color w:val="000080"/>
      <w:szCs w:val="20"/>
    </w:rPr>
  </w:style>
  <w:style w:type="paragraph" w:customStyle="1" w:styleId="AnnexHeading2">
    <w:name w:val="Annex Heading 2"/>
    <w:basedOn w:val="Normal"/>
    <w:next w:val="Normal"/>
    <w:uiPriority w:val="1"/>
    <w:rsid w:val="00C12EAE"/>
    <w:pPr>
      <w:keepNext/>
      <w:keepLines/>
      <w:spacing w:before="240" w:line="240" w:lineRule="auto"/>
      <w:ind w:left="576" w:hanging="576"/>
      <w:outlineLvl w:val="1"/>
    </w:pPr>
    <w:rPr>
      <w:b/>
      <w:bCs/>
      <w:i/>
      <w:color w:val="000080"/>
      <w:sz w:val="32"/>
      <w:szCs w:val="32"/>
      <w:lang w:eastAsia="ko-KR"/>
    </w:rPr>
  </w:style>
  <w:style w:type="paragraph" w:customStyle="1" w:styleId="AnnexHeading3">
    <w:name w:val="Annex Heading 3"/>
    <w:basedOn w:val="Normal"/>
    <w:next w:val="Normal"/>
    <w:uiPriority w:val="1"/>
    <w:rsid w:val="00C12EAE"/>
    <w:pPr>
      <w:keepNext/>
      <w:keepLines/>
      <w:numPr>
        <w:ilvl w:val="2"/>
        <w:numId w:val="2"/>
      </w:numPr>
      <w:spacing w:before="180" w:line="240" w:lineRule="auto"/>
      <w:outlineLvl w:val="2"/>
    </w:pPr>
    <w:rPr>
      <w:b/>
      <w:i/>
      <w:color w:val="000080"/>
      <w:szCs w:val="20"/>
      <w:lang w:eastAsia="ko-KR"/>
    </w:rPr>
  </w:style>
  <w:style w:type="paragraph" w:customStyle="1" w:styleId="StyleNormalAfter0pt">
    <w:name w:val="Style Normal +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i/>
      <w:color w:val="000080"/>
      <w:szCs w:val="20"/>
      <w:lang w:eastAsia="ko-KR"/>
    </w:rPr>
  </w:style>
  <w:style w:type="paragraph" w:customStyle="1" w:styleId="StyleNormalBoldAfter0pt">
    <w:name w:val="Style Normal + Bold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b/>
      <w:bCs/>
      <w:i/>
      <w:color w:val="000080"/>
      <w:szCs w:val="20"/>
      <w:lang w:eastAsia="ko-KR"/>
    </w:rPr>
  </w:style>
  <w:style w:type="character" w:customStyle="1" w:styleId="TitleChar">
    <w:name w:val="Title Char"/>
    <w:basedOn w:val="DefaultParagraphFont"/>
    <w:link w:val="Title"/>
    <w:uiPriority w:val="3"/>
    <w:rsid w:val="006E49FF"/>
    <w:rPr>
      <w:b/>
      <w:kern w:val="28"/>
      <w:sz w:val="48"/>
    </w:rPr>
  </w:style>
  <w:style w:type="paragraph" w:customStyle="1" w:styleId="StyleHeading2Before6ptAfter6pt">
    <w:name w:val="Style Heading 2 + Before:  6 pt After:  6 pt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smallCaps w:val="0"/>
      <w:color w:val="000080"/>
      <w:kern w:val="28"/>
      <w:sz w:val="28"/>
      <w:szCs w:val="28"/>
      <w:lang w:eastAsia="en-US"/>
    </w:rPr>
  </w:style>
  <w:style w:type="paragraph" w:customStyle="1" w:styleId="StyleHeading2">
    <w:name w:val="Style Heading 2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iCs/>
      <w:smallCaps w:val="0"/>
      <w:color w:val="000080"/>
      <w:kern w:val="28"/>
      <w:sz w:val="28"/>
      <w:szCs w:val="28"/>
      <w:lang w:eastAsia="en-US"/>
    </w:rPr>
  </w:style>
  <w:style w:type="paragraph" w:customStyle="1" w:styleId="StyleHeading3Before6ptAfter6pt">
    <w:name w:val="Style Heading 3 + Before:  6 pt After:  6 pt"/>
    <w:basedOn w:val="Heading3"/>
    <w:rsid w:val="00C12EAE"/>
    <w:pPr>
      <w:numPr>
        <w:ilvl w:val="0"/>
        <w:numId w:val="0"/>
      </w:numPr>
      <w:spacing w:before="120" w:after="120"/>
    </w:pPr>
    <w:rPr>
      <w:bCs/>
      <w:i/>
      <w:color w:val="000080"/>
      <w:szCs w:val="26"/>
    </w:rPr>
  </w:style>
  <w:style w:type="paragraph" w:customStyle="1" w:styleId="StyleTableLeft">
    <w:name w:val="Style Table + Left"/>
    <w:basedOn w:val="Normal"/>
    <w:rsid w:val="00C12EAE"/>
    <w:pPr>
      <w:keepLines/>
      <w:numPr>
        <w:ilvl w:val="1"/>
        <w:numId w:val="16"/>
      </w:numPr>
      <w:tabs>
        <w:tab w:val="clear" w:pos="1440"/>
      </w:tabs>
      <w:spacing w:before="60" w:after="60" w:line="240" w:lineRule="auto"/>
      <w:ind w:left="0" w:firstLine="0"/>
    </w:pPr>
    <w:rPr>
      <w:i/>
      <w:color w:val="000080"/>
      <w:szCs w:val="20"/>
      <w:lang w:eastAsia="ko-KR"/>
    </w:rPr>
  </w:style>
  <w:style w:type="paragraph" w:customStyle="1" w:styleId="StyleTableBoldLeft">
    <w:name w:val="Style Table + Bold Left"/>
    <w:basedOn w:val="StyleTableLeft"/>
    <w:next w:val="StyleTableLeft"/>
    <w:rsid w:val="00C12EAE"/>
    <w:rPr>
      <w:b/>
      <w:bCs/>
    </w:rPr>
  </w:style>
  <w:style w:type="paragraph" w:styleId="ListBullet2">
    <w:name w:val="List Bullet 2"/>
    <w:basedOn w:val="Normal"/>
    <w:locked/>
    <w:rsid w:val="00C12EAE"/>
    <w:pPr>
      <w:tabs>
        <w:tab w:val="num" w:pos="454"/>
      </w:tabs>
      <w:spacing w:line="240" w:lineRule="auto"/>
      <w:ind w:left="454" w:hanging="454"/>
      <w:contextualSpacing/>
    </w:pPr>
    <w:rPr>
      <w:i/>
      <w:color w:val="000080"/>
      <w:szCs w:val="20"/>
      <w:lang w:eastAsia="ko-KR"/>
    </w:rPr>
  </w:style>
  <w:style w:type="paragraph" w:customStyle="1" w:styleId="StyleTableUnderlineLeft">
    <w:name w:val="Style Table + Underline Left"/>
    <w:basedOn w:val="Normal"/>
    <w:link w:val="StyleTableUnderlineLeftChar"/>
    <w:rsid w:val="00C12EAE"/>
    <w:pPr>
      <w:keepNext/>
      <w:keepLines/>
      <w:spacing w:before="20" w:after="20" w:line="240" w:lineRule="auto"/>
    </w:pPr>
    <w:rPr>
      <w:i/>
      <w:color w:val="000080"/>
      <w:u w:val="single"/>
      <w:lang w:eastAsia="ko-KR"/>
    </w:rPr>
  </w:style>
  <w:style w:type="character" w:customStyle="1" w:styleId="StyleTableUnderlineLeftChar">
    <w:name w:val="Style Table + Underline Left Char"/>
    <w:basedOn w:val="TableChar"/>
    <w:link w:val="StyleTableUnderlineLeft"/>
    <w:rsid w:val="00C12EAE"/>
    <w:rPr>
      <w:i/>
      <w:color w:val="000080"/>
      <w:sz w:val="22"/>
      <w:u w:val="single"/>
      <w:lang w:eastAsia="ko-KR"/>
    </w:rPr>
  </w:style>
  <w:style w:type="character" w:customStyle="1" w:styleId="TableChar">
    <w:name w:val="Table Char"/>
    <w:basedOn w:val="DefaultParagraphFont"/>
    <w:link w:val="Table"/>
    <w:rsid w:val="00C12EAE"/>
    <w:rPr>
      <w:lang w:eastAsia="nl-NL"/>
    </w:rPr>
  </w:style>
  <w:style w:type="paragraph" w:customStyle="1" w:styleId="Table">
    <w:name w:val="Table"/>
    <w:basedOn w:val="Normal"/>
    <w:link w:val="TableChar"/>
    <w:rsid w:val="00C12EAE"/>
    <w:pPr>
      <w:keepLines/>
      <w:spacing w:before="20" w:after="20" w:line="240" w:lineRule="auto"/>
      <w:jc w:val="center"/>
    </w:pPr>
    <w:rPr>
      <w:lang w:eastAsia="nl-NL"/>
    </w:rPr>
  </w:style>
  <w:style w:type="paragraph" w:customStyle="1" w:styleId="BulletsLevel3">
    <w:name w:val="Bullets (Level3)"/>
    <w:basedOn w:val="Bullets"/>
    <w:uiPriority w:val="1"/>
    <w:rsid w:val="00C12EAE"/>
    <w:pPr>
      <w:tabs>
        <w:tab w:val="clear" w:pos="1429"/>
      </w:tabs>
      <w:spacing w:before="0"/>
      <w:ind w:left="0" w:firstLine="0"/>
    </w:pPr>
  </w:style>
  <w:style w:type="paragraph" w:customStyle="1" w:styleId="BulletsLevel2">
    <w:name w:val="Bullets (Level2)"/>
    <w:basedOn w:val="Bullets"/>
    <w:uiPriority w:val="1"/>
    <w:rsid w:val="00C12EAE"/>
    <w:pPr>
      <w:keepLines w:val="0"/>
      <w:numPr>
        <w:ilvl w:val="1"/>
        <w:numId w:val="6"/>
      </w:numPr>
      <w:spacing w:before="0"/>
      <w:contextualSpacing w:val="0"/>
    </w:pPr>
  </w:style>
  <w:style w:type="character" w:customStyle="1" w:styleId="FootnoteTextChar">
    <w:name w:val="Footnote Text Char"/>
    <w:basedOn w:val="DefaultParagraphFont"/>
    <w:link w:val="FootnoteText"/>
    <w:semiHidden/>
    <w:rsid w:val="00C12EAE"/>
    <w:rPr>
      <w:sz w:val="20"/>
    </w:rPr>
  </w:style>
  <w:style w:type="paragraph" w:customStyle="1" w:styleId="NormalItem">
    <w:name w:val="Normal Item"/>
    <w:basedOn w:val="Base"/>
    <w:rsid w:val="00C12EAE"/>
    <w:pPr>
      <w:tabs>
        <w:tab w:val="num" w:pos="397"/>
        <w:tab w:val="num" w:pos="425"/>
      </w:tabs>
      <w:ind w:left="567" w:hanging="567"/>
    </w:pPr>
    <w:rPr>
      <w:szCs w:val="20"/>
      <w:lang w:eastAsia="ko-KR"/>
    </w:rPr>
  </w:style>
  <w:style w:type="paragraph" w:customStyle="1" w:styleId="NormalSubitem">
    <w:name w:val="Normal Subitem"/>
    <w:basedOn w:val="Base"/>
    <w:rsid w:val="00C12EAE"/>
    <w:pPr>
      <w:numPr>
        <w:numId w:val="8"/>
      </w:numPr>
      <w:tabs>
        <w:tab w:val="num" w:pos="425"/>
      </w:tabs>
      <w:ind w:left="425" w:hanging="425"/>
    </w:pPr>
    <w:rPr>
      <w:szCs w:val="20"/>
      <w:lang w:eastAsia="ko-KR"/>
    </w:rPr>
  </w:style>
  <w:style w:type="paragraph" w:customStyle="1" w:styleId="HangingIndent">
    <w:name w:val="Hanging Indent"/>
    <w:basedOn w:val="NormalIndent"/>
    <w:uiPriority w:val="1"/>
    <w:rsid w:val="00C12EAE"/>
    <w:pPr>
      <w:ind w:hanging="567"/>
    </w:pPr>
  </w:style>
  <w:style w:type="paragraph" w:customStyle="1" w:styleId="Pages">
    <w:name w:val="Pages"/>
    <w:basedOn w:val="Base"/>
    <w:rsid w:val="00C12EAE"/>
    <w:pPr>
      <w:numPr>
        <w:numId w:val="17"/>
      </w:numPr>
      <w:tabs>
        <w:tab w:val="clear" w:pos="720"/>
      </w:tabs>
      <w:spacing w:before="0"/>
      <w:ind w:left="0" w:firstLine="0"/>
    </w:pPr>
    <w:rPr>
      <w:rFonts w:ascii="Arial" w:hAnsi="Arial"/>
      <w:sz w:val="28"/>
      <w:szCs w:val="20"/>
      <w:lang w:eastAsia="ko-KR"/>
    </w:rPr>
  </w:style>
  <w:style w:type="paragraph" w:customStyle="1" w:styleId="DoubleIndent">
    <w:name w:val="Double Indent"/>
    <w:basedOn w:val="NormalIndent"/>
    <w:uiPriority w:val="1"/>
    <w:rsid w:val="00C12EAE"/>
    <w:pPr>
      <w:numPr>
        <w:numId w:val="18"/>
      </w:numPr>
      <w:tabs>
        <w:tab w:val="clear" w:pos="1134"/>
        <w:tab w:val="left" w:pos="2835"/>
      </w:tabs>
      <w:spacing w:before="0"/>
      <w:ind w:left="2268" w:firstLine="0"/>
    </w:pPr>
  </w:style>
  <w:style w:type="paragraph" w:customStyle="1" w:styleId="DoubleHangingIndent">
    <w:name w:val="Double Hanging Indent"/>
    <w:basedOn w:val="DoubleIndent"/>
    <w:uiPriority w:val="1"/>
    <w:rsid w:val="00C12EAE"/>
    <w:pPr>
      <w:ind w:hanging="567"/>
    </w:pPr>
    <w:rPr>
      <w:sz w:val="20"/>
    </w:rPr>
  </w:style>
  <w:style w:type="paragraph" w:customStyle="1" w:styleId="Verse">
    <w:name w:val="Verse"/>
    <w:basedOn w:val="Base"/>
    <w:rsid w:val="00C12EAE"/>
    <w:pPr>
      <w:keepLines/>
      <w:tabs>
        <w:tab w:val="left" w:pos="2835"/>
      </w:tabs>
      <w:spacing w:after="240"/>
      <w:ind w:left="1701" w:right="851"/>
      <w:jc w:val="center"/>
    </w:pPr>
    <w:rPr>
      <w:b/>
      <w:i/>
      <w:sz w:val="20"/>
      <w:szCs w:val="20"/>
      <w:lang w:eastAsia="ko-KR"/>
    </w:rPr>
  </w:style>
  <w:style w:type="paragraph" w:customStyle="1" w:styleId="SubitemBody">
    <w:name w:val="Subitem Body"/>
    <w:basedOn w:val="NormalSubitem"/>
    <w:rsid w:val="00C12EAE"/>
  </w:style>
  <w:style w:type="character" w:styleId="FootnoteReference">
    <w:name w:val="footnote reference"/>
    <w:basedOn w:val="DefaultParagraphFont"/>
    <w:semiHidden/>
    <w:locked/>
    <w:rsid w:val="00C12EAE"/>
    <w:rPr>
      <w:vertAlign w:val="superscript"/>
    </w:rPr>
  </w:style>
  <w:style w:type="character" w:styleId="EndnoteReference">
    <w:name w:val="endnote reference"/>
    <w:basedOn w:val="DefaultParagraphFont"/>
    <w:semiHidden/>
    <w:locked/>
    <w:rsid w:val="00C12EAE"/>
    <w:rPr>
      <w:vertAlign w:val="superscript"/>
    </w:rPr>
  </w:style>
  <w:style w:type="character" w:styleId="FollowedHyperlink">
    <w:name w:val="FollowedHyperlink"/>
    <w:basedOn w:val="DefaultParagraphFont"/>
    <w:uiPriority w:val="1"/>
    <w:locked/>
    <w:rsid w:val="00C12EAE"/>
    <w:rPr>
      <w:color w:val="800080"/>
      <w:u w:val="single"/>
    </w:rPr>
  </w:style>
  <w:style w:type="paragraph" w:customStyle="1" w:styleId="App1">
    <w:name w:val="App1"/>
    <w:basedOn w:val="Base"/>
    <w:next w:val="App2"/>
    <w:uiPriority w:val="1"/>
    <w:rsid w:val="00C12EAE"/>
    <w:pPr>
      <w:pageBreakBefore/>
      <w:spacing w:before="120" w:after="240"/>
    </w:pPr>
    <w:rPr>
      <w:b/>
      <w:caps/>
      <w:sz w:val="32"/>
      <w:szCs w:val="20"/>
      <w:lang w:eastAsia="ko-KR"/>
    </w:rPr>
  </w:style>
  <w:style w:type="paragraph" w:customStyle="1" w:styleId="App2">
    <w:name w:val="App2"/>
    <w:basedOn w:val="App1"/>
    <w:uiPriority w:val="1"/>
    <w:rsid w:val="00C12EAE"/>
    <w:pPr>
      <w:pageBreakBefore w:val="0"/>
      <w:spacing w:after="120"/>
    </w:pPr>
    <w:rPr>
      <w:caps w:val="0"/>
      <w:smallCaps/>
      <w:sz w:val="28"/>
    </w:rPr>
  </w:style>
  <w:style w:type="paragraph" w:customStyle="1" w:styleId="App3">
    <w:name w:val="App3"/>
    <w:basedOn w:val="App2"/>
    <w:uiPriority w:val="1"/>
    <w:rsid w:val="00C12EAE"/>
    <w:rPr>
      <w:sz w:val="24"/>
    </w:rPr>
  </w:style>
  <w:style w:type="paragraph" w:customStyle="1" w:styleId="App4">
    <w:name w:val="App4"/>
    <w:basedOn w:val="App3"/>
    <w:uiPriority w:val="1"/>
    <w:rsid w:val="00C12EAE"/>
    <w:rPr>
      <w:b w:val="0"/>
      <w:sz w:val="22"/>
    </w:rPr>
  </w:style>
  <w:style w:type="paragraph" w:customStyle="1" w:styleId="ListNumber1">
    <w:name w:val="List Number 1"/>
    <w:basedOn w:val="Normal"/>
    <w:rsid w:val="00C12EAE"/>
    <w:pPr>
      <w:numPr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2">
    <w:name w:val="List Number 1 (Level 2)"/>
    <w:basedOn w:val="Normal"/>
    <w:rsid w:val="00C12EAE"/>
    <w:pPr>
      <w:numPr>
        <w:ilvl w:val="1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3">
    <w:name w:val="List Number 1 (Level 3)"/>
    <w:basedOn w:val="Normal"/>
    <w:rsid w:val="00C12EAE"/>
    <w:pPr>
      <w:numPr>
        <w:ilvl w:val="2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4">
    <w:name w:val="List Number 1 (Level 4)"/>
    <w:basedOn w:val="Normal"/>
    <w:rsid w:val="00C12EAE"/>
    <w:pPr>
      <w:numPr>
        <w:ilvl w:val="3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Participants">
    <w:name w:val="Participants"/>
    <w:basedOn w:val="Normal"/>
    <w:next w:val="Normal"/>
    <w:autoRedefine/>
    <w:rsid w:val="00C12EAE"/>
    <w:pPr>
      <w:spacing w:before="360" w:line="240" w:lineRule="auto"/>
      <w:ind w:left="68" w:right="317" w:hanging="68"/>
    </w:pPr>
    <w:rPr>
      <w:i/>
      <w:color w:val="000080"/>
      <w:szCs w:val="20"/>
      <w:lang w:eastAsia="en-US"/>
    </w:rPr>
  </w:style>
  <w:style w:type="paragraph" w:customStyle="1" w:styleId="StyleBefore2ptAfter2pt">
    <w:name w:val="Style Before:  2 pt After:  2 pt"/>
    <w:basedOn w:val="Normal"/>
    <w:autoRedefine/>
    <w:rsid w:val="00C12EAE"/>
    <w:pPr>
      <w:spacing w:before="40" w:after="40" w:line="240" w:lineRule="auto"/>
    </w:pPr>
    <w:rPr>
      <w:i/>
      <w:color w:val="000080"/>
      <w:szCs w:val="20"/>
      <w:lang w:eastAsia="nl-NL"/>
    </w:rPr>
  </w:style>
  <w:style w:type="table" w:styleId="TableTheme">
    <w:name w:val="Table Theme"/>
    <w:basedOn w:val="TableNormal"/>
    <w:locked/>
    <w:rsid w:val="00C12EAE"/>
    <w:pPr>
      <w:spacing w:before="120" w:after="120"/>
      <w:jc w:val="both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">
    <w:name w:val="FR"/>
    <w:basedOn w:val="Normal"/>
    <w:uiPriority w:val="1"/>
    <w:rsid w:val="00C12EAE"/>
    <w:pPr>
      <w:spacing w:line="240" w:lineRule="atLeast"/>
      <w:jc w:val="center"/>
    </w:pPr>
    <w:rPr>
      <w:i/>
      <w:color w:val="000080"/>
      <w:lang w:eastAsia="nl-NL"/>
    </w:rPr>
  </w:style>
  <w:style w:type="paragraph" w:customStyle="1" w:styleId="StyleBulletsLevel3Left317cmHanging063cm">
    <w:name w:val="Style Bullets (Level3) + Left:  317 cm Hanging:  063 cm"/>
    <w:basedOn w:val="BulletsLevel3"/>
    <w:rsid w:val="00C12EAE"/>
    <w:pPr>
      <w:numPr>
        <w:numId w:val="19"/>
      </w:numPr>
      <w:tabs>
        <w:tab w:val="clear" w:pos="2520"/>
      </w:tabs>
      <w:ind w:left="720"/>
    </w:pPr>
  </w:style>
  <w:style w:type="table" w:customStyle="1" w:styleId="TableGrid2">
    <w:name w:val="Table Grid2"/>
    <w:basedOn w:val="TableNormal"/>
    <w:next w:val="TableGrid"/>
    <w:rsid w:val="00C12EAE"/>
    <w:pPr>
      <w:spacing w:before="120" w:after="120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basedOn w:val="Normal"/>
    <w:next w:val="Normal"/>
    <w:link w:val="captionChar0"/>
    <w:uiPriority w:val="1"/>
    <w:rsid w:val="00C12EAE"/>
    <w:pPr>
      <w:tabs>
        <w:tab w:val="left" w:pos="1134"/>
        <w:tab w:val="left" w:pos="1701"/>
        <w:tab w:val="left" w:pos="2268"/>
      </w:tabs>
      <w:spacing w:before="120" w:line="240" w:lineRule="auto"/>
      <w:jc w:val="center"/>
    </w:pPr>
    <w:rPr>
      <w:color w:val="000080"/>
      <w:sz w:val="20"/>
      <w:szCs w:val="20"/>
      <w:lang w:eastAsia="en-US"/>
    </w:rPr>
  </w:style>
  <w:style w:type="character" w:customStyle="1" w:styleId="CaptionChar">
    <w:name w:val="Caption Char"/>
    <w:aliases w:val="CaptionCFMU Char,CaptionTLS Char"/>
    <w:basedOn w:val="DefaultParagraphFont"/>
    <w:link w:val="Caption"/>
    <w:uiPriority w:val="1"/>
    <w:rsid w:val="00E16C93"/>
    <w:rPr>
      <w:b/>
      <w:sz w:val="22"/>
    </w:rPr>
  </w:style>
  <w:style w:type="character" w:customStyle="1" w:styleId="CaptionTempoChar">
    <w:name w:val="Caption Tempo Char"/>
    <w:basedOn w:val="CaptionChar"/>
    <w:link w:val="CaptionTempo"/>
    <w:uiPriority w:val="1"/>
    <w:rsid w:val="006E49FF"/>
    <w:rPr>
      <w:b/>
      <w:sz w:val="20"/>
      <w:szCs w:val="20"/>
    </w:rPr>
  </w:style>
  <w:style w:type="character" w:customStyle="1" w:styleId="captionChar0">
    <w:name w:val="caption Char"/>
    <w:basedOn w:val="DefaultParagraphFont"/>
    <w:link w:val="Caption1"/>
    <w:uiPriority w:val="1"/>
    <w:rsid w:val="006E49FF"/>
    <w:rPr>
      <w:color w:val="000080"/>
      <w:sz w:val="20"/>
      <w:szCs w:val="20"/>
      <w:lang w:eastAsia="en-US"/>
    </w:rPr>
  </w:style>
  <w:style w:type="paragraph" w:customStyle="1" w:styleId="Heading2Line">
    <w:name w:val="Heading 2 Line"/>
    <w:basedOn w:val="Normal"/>
    <w:next w:val="Normal"/>
    <w:uiPriority w:val="1"/>
    <w:rsid w:val="00C12EAE"/>
    <w:pPr>
      <w:keepNext/>
      <w:keepLines/>
      <w:pBdr>
        <w:top w:val="single" w:sz="12" w:space="1" w:color="auto"/>
      </w:pBdr>
      <w:spacing w:after="0" w:line="240" w:lineRule="auto"/>
      <w:ind w:right="7031"/>
    </w:pPr>
    <w:rPr>
      <w:i/>
      <w:noProof/>
      <w:color w:val="000080"/>
      <w:lang w:eastAsia="en-US"/>
    </w:rPr>
  </w:style>
  <w:style w:type="paragraph" w:customStyle="1" w:styleId="PictureNoIndent">
    <w:name w:val="Picture No Indent"/>
    <w:basedOn w:val="Normal"/>
    <w:next w:val="Normal"/>
    <w:rsid w:val="00C12EAE"/>
    <w:pPr>
      <w:keepLines/>
      <w:spacing w:before="120" w:line="240" w:lineRule="auto"/>
      <w:jc w:val="center"/>
    </w:pPr>
    <w:rPr>
      <w:i/>
      <w:color w:val="000080"/>
      <w:lang w:eastAsia="en-US"/>
    </w:rPr>
  </w:style>
  <w:style w:type="paragraph" w:customStyle="1" w:styleId="NormalArrow">
    <w:name w:val="Normal Arrow"/>
    <w:basedOn w:val="Normal"/>
    <w:next w:val="Normal"/>
    <w:rsid w:val="00C12EAE"/>
    <w:pPr>
      <w:numPr>
        <w:numId w:val="20"/>
      </w:numPr>
      <w:spacing w:line="240" w:lineRule="auto"/>
    </w:pPr>
    <w:rPr>
      <w:i/>
      <w:color w:val="000080"/>
      <w:lang w:eastAsia="en-US"/>
    </w:rPr>
  </w:style>
  <w:style w:type="character" w:customStyle="1" w:styleId="Annexheading1Char">
    <w:name w:val="Annex heading 1 Char"/>
    <w:basedOn w:val="Heading1Char"/>
    <w:link w:val="Annexheading10"/>
    <w:uiPriority w:val="1"/>
    <w:semiHidden/>
    <w:rsid w:val="006E49FF"/>
    <w:rPr>
      <w:b/>
      <w:i/>
      <w:caps/>
      <w:smallCaps w:val="0"/>
      <w:color w:val="000080"/>
      <w:sz w:val="32"/>
      <w:szCs w:val="20"/>
      <w:lang w:eastAsia="ko-KR"/>
    </w:rPr>
  </w:style>
  <w:style w:type="paragraph" w:styleId="DocumentMap">
    <w:name w:val="Document Map"/>
    <w:basedOn w:val="Normal"/>
    <w:link w:val="DocumentMapChar"/>
    <w:semiHidden/>
    <w:locked/>
    <w:rsid w:val="00C12EAE"/>
    <w:pPr>
      <w:shd w:val="clear" w:color="auto" w:fill="000080"/>
      <w:spacing w:before="120" w:line="240" w:lineRule="auto"/>
    </w:pPr>
    <w:rPr>
      <w:rFonts w:ascii="Tahoma" w:hAnsi="Tahoma" w:cs="Tahoma"/>
      <w:i/>
      <w:color w:val="000080"/>
      <w:sz w:val="20"/>
      <w:szCs w:val="20"/>
      <w:lang w:eastAsia="ko-KR"/>
    </w:rPr>
  </w:style>
  <w:style w:type="character" w:customStyle="1" w:styleId="DocumentMapChar">
    <w:name w:val="Document Map Char"/>
    <w:basedOn w:val="DefaultParagraphFont"/>
    <w:link w:val="DocumentMap"/>
    <w:semiHidden/>
    <w:rsid w:val="00C12EAE"/>
    <w:rPr>
      <w:rFonts w:ascii="Tahoma" w:hAnsi="Tahoma" w:cs="Tahoma"/>
      <w:i/>
      <w:color w:val="000080"/>
      <w:sz w:val="20"/>
      <w:szCs w:val="20"/>
      <w:shd w:val="clear" w:color="auto" w:fill="000080"/>
      <w:lang w:eastAsia="ko-KR"/>
    </w:rPr>
  </w:style>
  <w:style w:type="paragraph" w:styleId="ListNumber2">
    <w:name w:val="List Number 2"/>
    <w:basedOn w:val="Normal"/>
    <w:locked/>
    <w:rsid w:val="00C12EAE"/>
    <w:pPr>
      <w:widowControl w:val="0"/>
      <w:tabs>
        <w:tab w:val="num" w:pos="643"/>
      </w:tabs>
      <w:spacing w:before="120" w:line="240" w:lineRule="auto"/>
      <w:ind w:left="643" w:hanging="360"/>
    </w:pPr>
    <w:rPr>
      <w:i/>
      <w:color w:val="000080"/>
      <w:szCs w:val="20"/>
      <w:lang w:eastAsia="ko-KR"/>
    </w:rPr>
  </w:style>
  <w:style w:type="paragraph" w:customStyle="1" w:styleId="Bullets2">
    <w:name w:val="Bullets2"/>
    <w:basedOn w:val="Bullets"/>
    <w:uiPriority w:val="1"/>
    <w:rsid w:val="00C12EAE"/>
    <w:pPr>
      <w:keepLines w:val="0"/>
      <w:numPr>
        <w:numId w:val="21"/>
      </w:numPr>
      <w:tabs>
        <w:tab w:val="clear" w:pos="-122"/>
        <w:tab w:val="num" w:pos="1134"/>
        <w:tab w:val="num" w:pos="1492"/>
      </w:tabs>
      <w:spacing w:before="60" w:after="0"/>
      <w:ind w:left="1134"/>
      <w:contextualSpacing w:val="0"/>
    </w:pPr>
    <w:rPr>
      <w:szCs w:val="22"/>
      <w:lang w:eastAsia="en-US"/>
    </w:rPr>
  </w:style>
  <w:style w:type="character" w:customStyle="1" w:styleId="BulletsCharChar">
    <w:name w:val="Bullets Char Char"/>
    <w:basedOn w:val="DefaultParagraphFont"/>
    <w:uiPriority w:val="1"/>
    <w:rsid w:val="00C12EAE"/>
    <w:rPr>
      <w:sz w:val="22"/>
      <w:szCs w:val="22"/>
      <w:lang w:val="en-GB" w:eastAsia="en-US" w:bidi="ar-SA"/>
    </w:rPr>
  </w:style>
  <w:style w:type="paragraph" w:customStyle="1" w:styleId="Bullets3">
    <w:name w:val="Bullets3"/>
    <w:basedOn w:val="Bullets"/>
    <w:uiPriority w:val="1"/>
    <w:rsid w:val="00C12EAE"/>
    <w:pPr>
      <w:keepLines w:val="0"/>
      <w:tabs>
        <w:tab w:val="clear" w:pos="1429"/>
        <w:tab w:val="left" w:pos="213"/>
        <w:tab w:val="num" w:pos="1701"/>
      </w:tabs>
      <w:spacing w:before="60"/>
      <w:ind w:left="1701" w:hanging="567"/>
      <w:jc w:val="left"/>
    </w:pPr>
    <w:rPr>
      <w:szCs w:val="22"/>
      <w:lang w:eastAsia="en-US"/>
    </w:rPr>
  </w:style>
  <w:style w:type="paragraph" w:customStyle="1" w:styleId="TableHead">
    <w:name w:val="Table Head"/>
    <w:basedOn w:val="Normal"/>
    <w:rsid w:val="00C12EAE"/>
    <w:pPr>
      <w:spacing w:before="80" w:after="80"/>
      <w:jc w:val="left"/>
    </w:pPr>
    <w:rPr>
      <w:rFonts w:ascii="Arial" w:hAnsi="Arial"/>
      <w:b/>
      <w:i/>
      <w:color w:val="000080"/>
      <w:szCs w:val="20"/>
      <w:lang w:val="en-US" w:eastAsia="en-US"/>
    </w:rPr>
  </w:style>
  <w:style w:type="paragraph" w:customStyle="1" w:styleId="TableCell">
    <w:name w:val="TableCell"/>
    <w:basedOn w:val="Normal"/>
    <w:rsid w:val="00C12EAE"/>
    <w:pPr>
      <w:spacing w:before="60" w:after="0" w:line="240" w:lineRule="auto"/>
      <w:jc w:val="left"/>
    </w:pPr>
    <w:rPr>
      <w:rFonts w:ascii="Arial" w:hAnsi="Arial"/>
      <w:bCs/>
      <w:i/>
      <w:color w:val="000080"/>
      <w:sz w:val="20"/>
      <w:lang w:eastAsia="en-US"/>
    </w:rPr>
  </w:style>
  <w:style w:type="paragraph" w:customStyle="1" w:styleId="Heading">
    <w:name w:val="Heading"/>
    <w:basedOn w:val="Normal"/>
    <w:next w:val="Normal"/>
    <w:uiPriority w:val="1"/>
    <w:rsid w:val="00C12EAE"/>
    <w:pPr>
      <w:keepNext/>
      <w:keepLines/>
      <w:overflowPunct w:val="0"/>
      <w:autoSpaceDE w:val="0"/>
      <w:autoSpaceDN w:val="0"/>
      <w:adjustRightInd w:val="0"/>
      <w:spacing w:after="240" w:line="240" w:lineRule="auto"/>
      <w:jc w:val="left"/>
      <w:textAlignment w:val="baseline"/>
    </w:pPr>
    <w:rPr>
      <w:rFonts w:ascii="Arial" w:hAnsi="Arial" w:cs="Arial"/>
      <w:b/>
      <w:bCs/>
      <w:i/>
      <w:color w:val="000080"/>
      <w:sz w:val="28"/>
      <w:szCs w:val="28"/>
      <w:lang w:eastAsia="en-US"/>
    </w:rPr>
  </w:style>
  <w:style w:type="paragraph" w:styleId="BodyText2">
    <w:name w:val="Body Text 2"/>
    <w:basedOn w:val="Normal"/>
    <w:link w:val="BodyText2Char"/>
    <w:uiPriority w:val="1"/>
    <w:locked/>
    <w:rsid w:val="00C12EAE"/>
    <w:pPr>
      <w:spacing w:before="120" w:line="480" w:lineRule="auto"/>
    </w:pPr>
    <w:rPr>
      <w:i/>
      <w:color w:val="000080"/>
      <w:szCs w:val="20"/>
      <w:lang w:eastAsia="ko-KR"/>
    </w:rPr>
  </w:style>
  <w:style w:type="character" w:customStyle="1" w:styleId="BodyText2Char">
    <w:name w:val="Body Text 2 Char"/>
    <w:basedOn w:val="DefaultParagraphFont"/>
    <w:link w:val="BodyText2"/>
    <w:uiPriority w:val="1"/>
    <w:rsid w:val="006E49FF"/>
    <w:rPr>
      <w:i/>
      <w:color w:val="000080"/>
      <w:sz w:val="22"/>
      <w:szCs w:val="20"/>
      <w:lang w:eastAsia="ko-KR"/>
    </w:rPr>
  </w:style>
  <w:style w:type="paragraph" w:customStyle="1" w:styleId="NoteHead">
    <w:name w:val="NoteHead"/>
    <w:basedOn w:val="Normal"/>
    <w:next w:val="Normal"/>
    <w:autoRedefine/>
    <w:rsid w:val="00C12EAE"/>
    <w:pPr>
      <w:spacing w:after="0" w:line="240" w:lineRule="auto"/>
      <w:jc w:val="center"/>
    </w:pPr>
    <w:rPr>
      <w:rFonts w:eastAsia="Arial Unicode MS"/>
      <w:b/>
      <w:i/>
      <w:smallCaps/>
      <w:color w:val="000080"/>
      <w:sz w:val="32"/>
      <w:szCs w:val="20"/>
      <w:lang w:eastAsia="en-US"/>
    </w:rPr>
  </w:style>
  <w:style w:type="paragraph" w:styleId="BlockText">
    <w:name w:val="Block Text"/>
    <w:basedOn w:val="Normal"/>
    <w:uiPriority w:val="1"/>
    <w:locked/>
    <w:rsid w:val="00C12EAE"/>
    <w:pPr>
      <w:spacing w:after="0" w:line="240" w:lineRule="auto"/>
      <w:ind w:left="567" w:right="57" w:hanging="283"/>
    </w:pPr>
    <w:rPr>
      <w:i/>
      <w:color w:val="000080"/>
      <w:szCs w:val="20"/>
      <w:lang w:eastAsia="en-US"/>
    </w:rPr>
  </w:style>
  <w:style w:type="table" w:styleId="TableGrid7">
    <w:name w:val="Table Grid 7"/>
    <w:basedOn w:val="TableNormal"/>
    <w:locked/>
    <w:rsid w:val="00C12EAE"/>
    <w:pPr>
      <w:spacing w:before="120" w:after="120"/>
      <w:jc w:val="both"/>
    </w:pPr>
    <w:rPr>
      <w:b/>
      <w:bCs/>
      <w:sz w:val="20"/>
      <w:szCs w:val="20"/>
      <w:lang w:val="nl-BE" w:eastAsia="nl-B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stdtitle">
    <w:name w:val="std_title"/>
    <w:basedOn w:val="DefaultParagraphFont"/>
    <w:rsid w:val="00C12EAE"/>
  </w:style>
  <w:style w:type="character" w:customStyle="1" w:styleId="NormalbeforeChar">
    <w:name w:val="Normal before Char"/>
    <w:basedOn w:val="DefaultParagraphFont"/>
    <w:rsid w:val="00C12EAE"/>
    <w:rPr>
      <w:sz w:val="24"/>
      <w:szCs w:val="24"/>
      <w:lang w:val="en-GB" w:eastAsia="nl-NL" w:bidi="ar-SA"/>
    </w:rPr>
  </w:style>
  <w:style w:type="paragraph" w:customStyle="1" w:styleId="NormalItemBefore">
    <w:name w:val="Normal Item Before"/>
    <w:basedOn w:val="Normal"/>
    <w:next w:val="NormalItem"/>
    <w:rsid w:val="00C12EAE"/>
    <w:pPr>
      <w:keepNext/>
      <w:spacing w:after="0" w:line="240" w:lineRule="auto"/>
      <w:ind w:left="2155"/>
    </w:pPr>
    <w:rPr>
      <w:lang w:eastAsia="en-US"/>
    </w:rPr>
  </w:style>
  <w:style w:type="paragraph" w:customStyle="1" w:styleId="NormalItemLast">
    <w:name w:val="Normal Item Last"/>
    <w:basedOn w:val="NormalItem"/>
    <w:next w:val="Normal"/>
    <w:rsid w:val="00C12EAE"/>
    <w:pPr>
      <w:numPr>
        <w:numId w:val="22"/>
      </w:numPr>
      <w:spacing w:before="0" w:after="120"/>
      <w:jc w:val="both"/>
    </w:pPr>
    <w:rPr>
      <w:szCs w:val="24"/>
      <w:lang w:eastAsia="en-US"/>
    </w:rPr>
  </w:style>
  <w:style w:type="paragraph" w:customStyle="1" w:styleId="NormalSubitemLast">
    <w:name w:val="Normal Subitem Last"/>
    <w:basedOn w:val="NormalSubitem"/>
    <w:next w:val="Normal"/>
    <w:rsid w:val="00C12EAE"/>
    <w:pPr>
      <w:numPr>
        <w:numId w:val="23"/>
      </w:numPr>
      <w:tabs>
        <w:tab w:val="clear" w:pos="2552"/>
        <w:tab w:val="num" w:pos="2948"/>
      </w:tabs>
      <w:spacing w:before="0" w:after="120"/>
      <w:ind w:left="2948" w:hanging="396"/>
      <w:jc w:val="both"/>
    </w:pPr>
    <w:rPr>
      <w:szCs w:val="24"/>
      <w:lang w:eastAsia="en-US"/>
    </w:rPr>
  </w:style>
  <w:style w:type="paragraph" w:customStyle="1" w:styleId="StyleHeading2NotItalicAuto">
    <w:name w:val="Style Heading 2 + Not Italic Auto"/>
    <w:basedOn w:val="Heading2"/>
    <w:autoRedefine/>
    <w:rsid w:val="00C12EAE"/>
    <w:pPr>
      <w:tabs>
        <w:tab w:val="num" w:pos="1002"/>
      </w:tabs>
      <w:spacing w:before="0" w:after="240"/>
    </w:pPr>
    <w:rPr>
      <w:bCs/>
      <w:smallCaps w:val="0"/>
      <w:kern w:val="28"/>
      <w:sz w:val="28"/>
      <w:szCs w:val="28"/>
      <w:lang w:eastAsia="en-US"/>
    </w:rPr>
  </w:style>
  <w:style w:type="paragraph" w:styleId="NormalWeb">
    <w:name w:val="Normal (Web)"/>
    <w:basedOn w:val="Normal"/>
    <w:uiPriority w:val="99"/>
    <w:unhideWhenUsed/>
    <w:locked/>
    <w:rsid w:val="00C12EAE"/>
    <w:pPr>
      <w:spacing w:before="100" w:beforeAutospacing="1" w:after="100" w:afterAutospacing="1" w:line="240" w:lineRule="auto"/>
      <w:jc w:val="left"/>
    </w:pPr>
  </w:style>
  <w:style w:type="paragraph" w:customStyle="1" w:styleId="HistoryLegend">
    <w:name w:val="History Legend"/>
    <w:basedOn w:val="Normal"/>
    <w:next w:val="Normal"/>
    <w:rsid w:val="00C12EAE"/>
    <w:pPr>
      <w:keepLines/>
      <w:suppressAutoHyphens/>
      <w:spacing w:before="120" w:after="600" w:line="240" w:lineRule="auto"/>
      <w:jc w:val="left"/>
    </w:pPr>
    <w:rPr>
      <w:i/>
      <w:iCs/>
      <w:sz w:val="20"/>
      <w:szCs w:val="18"/>
      <w:lang w:eastAsia="nl-NL"/>
    </w:rPr>
  </w:style>
  <w:style w:type="paragraph" w:customStyle="1" w:styleId="HeadingTOF">
    <w:name w:val="Heading TOF"/>
    <w:basedOn w:val="HeadingTOC"/>
    <w:next w:val="TableofFigures"/>
    <w:rsid w:val="00C12EAE"/>
    <w:pPr>
      <w:keepNext/>
      <w:keepLines/>
      <w:suppressAutoHyphens/>
      <w:spacing w:before="240" w:after="240"/>
    </w:pPr>
    <w:rPr>
      <w:caps/>
      <w:kern w:val="28"/>
      <w:szCs w:val="28"/>
      <w:lang w:eastAsia="nl-NL"/>
    </w:rPr>
  </w:style>
  <w:style w:type="character" w:customStyle="1" w:styleId="Style1">
    <w:name w:val="Style1"/>
    <w:basedOn w:val="DefaultParagraphFont"/>
    <w:uiPriority w:val="1"/>
    <w:rsid w:val="009F3E3A"/>
  </w:style>
  <w:style w:type="character" w:customStyle="1" w:styleId="Style2">
    <w:name w:val="Style2"/>
    <w:basedOn w:val="DefaultParagraphFont"/>
    <w:uiPriority w:val="1"/>
    <w:rsid w:val="009F3E3A"/>
  </w:style>
  <w:style w:type="character" w:customStyle="1" w:styleId="Style3">
    <w:name w:val="Style3"/>
    <w:basedOn w:val="DefaultParagraphFont"/>
    <w:uiPriority w:val="1"/>
    <w:rsid w:val="009F3E3A"/>
  </w:style>
  <w:style w:type="character" w:customStyle="1" w:styleId="Style4">
    <w:name w:val="Style4"/>
    <w:basedOn w:val="DefaultParagraphFont"/>
    <w:uiPriority w:val="1"/>
    <w:rsid w:val="009F3E3A"/>
  </w:style>
  <w:style w:type="character" w:customStyle="1" w:styleId="Style5">
    <w:name w:val="Style5"/>
    <w:basedOn w:val="DefaultParagraphFont"/>
    <w:uiPriority w:val="1"/>
    <w:rsid w:val="00B15035"/>
  </w:style>
  <w:style w:type="character" w:customStyle="1" w:styleId="Style6">
    <w:name w:val="Style6"/>
    <w:basedOn w:val="DefaultParagraphFont"/>
    <w:uiPriority w:val="1"/>
    <w:rsid w:val="008354D2"/>
    <w:rPr>
      <w:color w:val="000000" w:themeColor="text1"/>
    </w:rPr>
  </w:style>
  <w:style w:type="paragraph" w:customStyle="1" w:styleId="Tableheading0">
    <w:name w:val="Table heading"/>
    <w:basedOn w:val="Normal"/>
    <w:rsid w:val="00D00BE3"/>
    <w:pPr>
      <w:spacing w:before="60"/>
    </w:pPr>
    <w:rPr>
      <w:b/>
    </w:rPr>
  </w:style>
  <w:style w:type="paragraph" w:customStyle="1" w:styleId="Tabletext0">
    <w:name w:val="Table text"/>
    <w:basedOn w:val="Normal"/>
    <w:rsid w:val="00D00BE3"/>
    <w:pPr>
      <w:spacing w:before="60"/>
    </w:pPr>
  </w:style>
  <w:style w:type="paragraph" w:customStyle="1" w:styleId="ListNumbers">
    <w:name w:val="List Numbers"/>
    <w:basedOn w:val="ListDash"/>
    <w:link w:val="ListNumbersChar"/>
    <w:uiPriority w:val="1"/>
    <w:qFormat/>
    <w:rsid w:val="00FC3808"/>
    <w:pPr>
      <w:numPr>
        <w:numId w:val="28"/>
      </w:numPr>
    </w:pPr>
  </w:style>
  <w:style w:type="numbering" w:customStyle="1" w:styleId="Style7">
    <w:name w:val="Style7"/>
    <w:uiPriority w:val="99"/>
    <w:rsid w:val="00D81E0B"/>
    <w:pPr>
      <w:numPr>
        <w:numId w:val="29"/>
      </w:numPr>
    </w:pPr>
  </w:style>
  <w:style w:type="character" w:customStyle="1" w:styleId="ListNumbersChar">
    <w:name w:val="List Numbers Char"/>
    <w:basedOn w:val="ListParagraphChar"/>
    <w:link w:val="ListNumbers"/>
    <w:uiPriority w:val="1"/>
    <w:rsid w:val="007A5B9B"/>
    <w:rPr>
      <w:sz w:val="22"/>
      <w:lang w:eastAsia="en-US"/>
    </w:rPr>
  </w:style>
  <w:style w:type="paragraph" w:customStyle="1" w:styleId="Style8">
    <w:name w:val="Style8"/>
    <w:basedOn w:val="Heading1"/>
    <w:link w:val="Style8Char"/>
    <w:rsid w:val="005033EF"/>
    <w:pPr>
      <w:numPr>
        <w:numId w:val="0"/>
      </w:numPr>
    </w:pPr>
  </w:style>
  <w:style w:type="character" w:customStyle="1" w:styleId="Style8Char">
    <w:name w:val="Style8 Char"/>
    <w:basedOn w:val="Heading1Char"/>
    <w:link w:val="Style8"/>
    <w:rsid w:val="005033EF"/>
    <w:rPr>
      <w:b/>
      <w:smallCaps/>
      <w:sz w:val="32"/>
      <w:lang w:eastAsia="ko-KR"/>
    </w:rPr>
  </w:style>
  <w:style w:type="paragraph" w:customStyle="1" w:styleId="Text1">
    <w:name w:val="Text 1"/>
    <w:basedOn w:val="Normal"/>
    <w:rsid w:val="001321EE"/>
    <w:pPr>
      <w:spacing w:line="240" w:lineRule="auto"/>
    </w:pPr>
    <w:rPr>
      <w:rFonts w:asciiTheme="minorHAnsi" w:hAnsiTheme="minorHAnsi"/>
      <w:sz w:val="20"/>
      <w:szCs w:val="20"/>
      <w:lang w:eastAsia="en-US"/>
    </w:rPr>
  </w:style>
  <w:style w:type="paragraph" w:customStyle="1" w:styleId="Text3">
    <w:name w:val="Text 3"/>
    <w:basedOn w:val="Normal"/>
    <w:rsid w:val="001321EE"/>
    <w:pPr>
      <w:spacing w:line="240" w:lineRule="auto"/>
    </w:pPr>
    <w:rPr>
      <w:rFonts w:asciiTheme="minorHAnsi" w:hAnsiTheme="minorHAnsi"/>
      <w:sz w:val="20"/>
      <w:szCs w:val="20"/>
      <w:lang w:eastAsia="en-US"/>
    </w:rPr>
  </w:style>
  <w:style w:type="character" w:customStyle="1" w:styleId="Text2Char1">
    <w:name w:val="Text 2 Char1"/>
    <w:link w:val="Text2"/>
    <w:rsid w:val="00CA02AA"/>
    <w:rPr>
      <w:rFonts w:asciiTheme="minorHAnsi" w:hAnsiTheme="minorHAnsi"/>
      <w:sz w:val="20"/>
      <w:lang w:eastAsia="en-US"/>
    </w:rPr>
  </w:style>
  <w:style w:type="paragraph" w:customStyle="1" w:styleId="ListDash4">
    <w:name w:val="List Dash 4"/>
    <w:basedOn w:val="Normal"/>
    <w:rsid w:val="00155147"/>
    <w:pPr>
      <w:numPr>
        <w:numId w:val="46"/>
      </w:numPr>
      <w:tabs>
        <w:tab w:val="clear" w:pos="3163"/>
        <w:tab w:val="left" w:pos="1418"/>
      </w:tabs>
      <w:spacing w:line="240" w:lineRule="auto"/>
      <w:ind w:left="1418" w:hanging="284"/>
    </w:pPr>
    <w:rPr>
      <w:rFonts w:asciiTheme="minorHAnsi" w:hAnsiTheme="minorHAnsi"/>
      <w:sz w:val="20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52B87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912766"/>
  </w:style>
  <w:style w:type="paragraph" w:styleId="Revision">
    <w:name w:val="Revision"/>
    <w:hidden/>
    <w:semiHidden/>
    <w:locked/>
    <w:rsid w:val="00BF487D"/>
    <w:rPr>
      <w:sz w:val="22"/>
    </w:rPr>
  </w:style>
  <w:style w:type="character" w:styleId="Mention">
    <w:name w:val="Mention"/>
    <w:basedOn w:val="DefaultParagraphFont"/>
    <w:uiPriority w:val="99"/>
    <w:unhideWhenUsed/>
    <w:rsid w:val="00964F4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support@itsmtaxud.europa.eu" TargetMode="Externa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26BFA01FD0D450CB3430FA23580A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99C76-8889-4578-B930-D814700ED358}"/>
      </w:docPartPr>
      <w:docPartBody>
        <w:p w:rsidR="007D7CDB" w:rsidRDefault="006F7B2A" w:rsidP="006F7B2A"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E522F8A849254428B717D268491E7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4829D-887F-4C8E-9559-F0CF69BB0092}"/>
      </w:docPartPr>
      <w:docPartBody>
        <w:p w:rsidR="0036504B" w:rsidRDefault="006F7B2A" w:rsidP="006F7B2A">
          <w:r w:rsidRPr="00F64B49">
            <w:rPr>
              <w:rStyle w:val="PlaceholderText"/>
            </w:rPr>
            <w:t>DG TAXUD</w:t>
          </w:r>
        </w:p>
      </w:docPartBody>
    </w:docPart>
    <w:docPart>
      <w:docPartPr>
        <w:name w:val="56924AA6E6FF4A12AC8406080F42D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4749E-1E5C-4F0D-9D03-01F891DC8E80}"/>
      </w:docPartPr>
      <w:docPartBody>
        <w:p w:rsidR="002B4DC7" w:rsidRDefault="006F7B2A" w:rsidP="006F7B2A"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EF76024D598941F79FF3A9F856F28D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F3DAD-B011-4669-A71C-CE967A6FDF1B}"/>
      </w:docPartPr>
      <w:docPartBody>
        <w:p w:rsidR="00E32502" w:rsidRDefault="00E32502" w:rsidP="00E32502"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A82C2166D701472EBFE33700F4DE8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3DE11-442C-4A48-A2A9-A11F845DBBCC}"/>
      </w:docPartPr>
      <w:docPartBody>
        <w:p w:rsidR="002F5853" w:rsidRDefault="00C35286" w:rsidP="00C35286">
          <w:r w:rsidRPr="00624562">
            <w:rPr>
              <w:color w:val="984806"/>
            </w:rPr>
            <w:t>Select the applicable value about the location of the previously accepted ver</w:t>
          </w:r>
          <w:r>
            <w:rPr>
              <w:color w:val="984806"/>
            </w:rPr>
            <w:t>sion of this document here.</w:t>
          </w:r>
        </w:p>
      </w:docPartBody>
    </w:docPart>
    <w:docPart>
      <w:docPartPr>
        <w:name w:val="CBEDF5E4BF5645B9841917C9A3C57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C2B73-71AF-43F9-A3C0-792F965B48A6}"/>
      </w:docPartPr>
      <w:docPartBody>
        <w:p w:rsidR="00BB0AB7" w:rsidRDefault="006F7B2A">
          <w:pPr>
            <w:pStyle w:val="CBEDF5E4BF5645B9841917C9A3C5796B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14A2B3B4C7FE4B66AF49DB8FEDD4A6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3F162-CCF9-4BBB-9C84-864DDFC7A052}"/>
      </w:docPartPr>
      <w:docPartBody>
        <w:p w:rsidR="00BB0AB7" w:rsidRDefault="006F7B2A">
          <w:pPr>
            <w:pStyle w:val="14A2B3B4C7FE4B66AF49DB8FEDD4A64C"/>
          </w:pPr>
          <w:r w:rsidRPr="00F64B49">
            <w:rPr>
              <w:rStyle w:val="PlaceholderText"/>
              <w:color w:val="984806"/>
            </w:rPr>
            <w:t>Select the public here.</w:t>
          </w:r>
        </w:p>
      </w:docPartBody>
    </w:docPart>
    <w:docPart>
      <w:docPartPr>
        <w:name w:val="DDC9B64F37E6499185BA5371072324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D78B9-984B-4B0C-88A8-0F81DAAA61CC}"/>
      </w:docPartPr>
      <w:docPartBody>
        <w:p w:rsidR="00BB0AB7" w:rsidRDefault="006F7B2A">
          <w:pPr>
            <w:pStyle w:val="DDC9B64F37E6499185BA537107232459"/>
          </w:pPr>
          <w:r w:rsidRPr="00F64B49">
            <w:rPr>
              <w:rStyle w:val="PlaceholderText"/>
              <w:color w:val="984806"/>
            </w:rPr>
            <w:t>Select the confidentiality classification level here.</w:t>
          </w:r>
        </w:p>
      </w:docPartBody>
    </w:docPart>
    <w:docPart>
      <w:docPartPr>
        <w:name w:val="1866B1A630FB44839D5223178487B8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7FB8F-C85F-4958-8BA2-E1960F3DAAA1}"/>
      </w:docPartPr>
      <w:docPartBody>
        <w:p w:rsidR="00BB0AB7" w:rsidRDefault="006F7B2A">
          <w:pPr>
            <w:pStyle w:val="1866B1A630FB44839D5223178487B800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  <w:docPart>
      <w:docPartPr>
        <w:name w:val="FCC66B9EFA894F46B974EF6C9DFE9C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110404-0B90-43F6-BC4F-4182EB81B947}"/>
      </w:docPartPr>
      <w:docPartBody>
        <w:p w:rsidR="00BB0AB7" w:rsidRDefault="006F7B2A">
          <w:pPr>
            <w:pStyle w:val="FCC66B9EFA894F46B974EF6C9DFE9CE4"/>
          </w:pPr>
          <w:r w:rsidRPr="00D049F7">
            <w:rPr>
              <w:rStyle w:val="PlaceholderText"/>
              <w:szCs w:val="16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11C"/>
    <w:rsid w:val="00000CE1"/>
    <w:rsid w:val="000853CF"/>
    <w:rsid w:val="000B1C56"/>
    <w:rsid w:val="00167104"/>
    <w:rsid w:val="001C4FF6"/>
    <w:rsid w:val="001D16B3"/>
    <w:rsid w:val="00201916"/>
    <w:rsid w:val="002030D6"/>
    <w:rsid w:val="0021168A"/>
    <w:rsid w:val="00242EC5"/>
    <w:rsid w:val="002758FB"/>
    <w:rsid w:val="00284967"/>
    <w:rsid w:val="00294D60"/>
    <w:rsid w:val="002B4DC7"/>
    <w:rsid w:val="002F5853"/>
    <w:rsid w:val="002F59B1"/>
    <w:rsid w:val="00316D04"/>
    <w:rsid w:val="00340D08"/>
    <w:rsid w:val="003566D1"/>
    <w:rsid w:val="0036504B"/>
    <w:rsid w:val="00365A88"/>
    <w:rsid w:val="0037736D"/>
    <w:rsid w:val="003B63A2"/>
    <w:rsid w:val="003D041B"/>
    <w:rsid w:val="003E5FD3"/>
    <w:rsid w:val="003F3484"/>
    <w:rsid w:val="00400930"/>
    <w:rsid w:val="004144BE"/>
    <w:rsid w:val="00440C03"/>
    <w:rsid w:val="004922FC"/>
    <w:rsid w:val="004932D4"/>
    <w:rsid w:val="005248DD"/>
    <w:rsid w:val="00555FF3"/>
    <w:rsid w:val="005C15F8"/>
    <w:rsid w:val="005C25CB"/>
    <w:rsid w:val="005E41D5"/>
    <w:rsid w:val="0063518F"/>
    <w:rsid w:val="00661DE5"/>
    <w:rsid w:val="006B5156"/>
    <w:rsid w:val="006F2B6A"/>
    <w:rsid w:val="006F7B2A"/>
    <w:rsid w:val="00711BED"/>
    <w:rsid w:val="00737DFF"/>
    <w:rsid w:val="00750DF1"/>
    <w:rsid w:val="007709AD"/>
    <w:rsid w:val="007777A1"/>
    <w:rsid w:val="007804E1"/>
    <w:rsid w:val="007D7CDB"/>
    <w:rsid w:val="007E71D3"/>
    <w:rsid w:val="007E7AD8"/>
    <w:rsid w:val="008A29B4"/>
    <w:rsid w:val="008E70D7"/>
    <w:rsid w:val="0090759C"/>
    <w:rsid w:val="009141AB"/>
    <w:rsid w:val="00965CE6"/>
    <w:rsid w:val="009705D6"/>
    <w:rsid w:val="0097106A"/>
    <w:rsid w:val="0098411C"/>
    <w:rsid w:val="009976AF"/>
    <w:rsid w:val="009B7A23"/>
    <w:rsid w:val="009C7F2E"/>
    <w:rsid w:val="009D1201"/>
    <w:rsid w:val="00A4325D"/>
    <w:rsid w:val="00A51E47"/>
    <w:rsid w:val="00A52AFB"/>
    <w:rsid w:val="00A75F68"/>
    <w:rsid w:val="00AB08AB"/>
    <w:rsid w:val="00B001E8"/>
    <w:rsid w:val="00B17E78"/>
    <w:rsid w:val="00B3357F"/>
    <w:rsid w:val="00B37F5F"/>
    <w:rsid w:val="00B41D21"/>
    <w:rsid w:val="00B45862"/>
    <w:rsid w:val="00BA552A"/>
    <w:rsid w:val="00BB0AB7"/>
    <w:rsid w:val="00BC0AF5"/>
    <w:rsid w:val="00BE743E"/>
    <w:rsid w:val="00BF6052"/>
    <w:rsid w:val="00C057DD"/>
    <w:rsid w:val="00C20042"/>
    <w:rsid w:val="00C35286"/>
    <w:rsid w:val="00C639A0"/>
    <w:rsid w:val="00C9355F"/>
    <w:rsid w:val="00CD2962"/>
    <w:rsid w:val="00CE68D2"/>
    <w:rsid w:val="00D20D8E"/>
    <w:rsid w:val="00D275B8"/>
    <w:rsid w:val="00D40407"/>
    <w:rsid w:val="00D7280B"/>
    <w:rsid w:val="00D8447C"/>
    <w:rsid w:val="00D91C32"/>
    <w:rsid w:val="00DB12A5"/>
    <w:rsid w:val="00DE245A"/>
    <w:rsid w:val="00DE4EF9"/>
    <w:rsid w:val="00E22F17"/>
    <w:rsid w:val="00E32502"/>
    <w:rsid w:val="00E41FA4"/>
    <w:rsid w:val="00E913A1"/>
    <w:rsid w:val="00EE6024"/>
    <w:rsid w:val="00EF11FA"/>
    <w:rsid w:val="00F0614A"/>
    <w:rsid w:val="00F13883"/>
    <w:rsid w:val="00F7006C"/>
    <w:rsid w:val="00F93B07"/>
    <w:rsid w:val="00FA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AE4CF4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1916"/>
  </w:style>
  <w:style w:type="paragraph" w:styleId="BodyText">
    <w:name w:val="Body Text"/>
    <w:basedOn w:val="Normal"/>
    <w:link w:val="BodyTextChar"/>
    <w:uiPriority w:val="99"/>
    <w:semiHidden/>
    <w:unhideWhenUsed/>
    <w:rsid w:val="00F93B0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93B07"/>
  </w:style>
  <w:style w:type="paragraph" w:customStyle="1" w:styleId="CBEDF5E4BF5645B9841917C9A3C5796B">
    <w:name w:val="CBEDF5E4BF5645B9841917C9A3C5796B"/>
    <w:rPr>
      <w:lang w:val="en-US" w:eastAsia="en-US"/>
    </w:rPr>
  </w:style>
  <w:style w:type="paragraph" w:customStyle="1" w:styleId="14A2B3B4C7FE4B66AF49DB8FEDD4A64C">
    <w:name w:val="14A2B3B4C7FE4B66AF49DB8FEDD4A64C"/>
    <w:rPr>
      <w:lang w:val="en-US" w:eastAsia="en-US"/>
    </w:rPr>
  </w:style>
  <w:style w:type="paragraph" w:customStyle="1" w:styleId="DDC9B64F37E6499185BA537107232459">
    <w:name w:val="DDC9B64F37E6499185BA537107232459"/>
    <w:rPr>
      <w:lang w:val="en-US" w:eastAsia="en-US"/>
    </w:rPr>
  </w:style>
  <w:style w:type="paragraph" w:customStyle="1" w:styleId="1866B1A630FB44839D5223178487B800">
    <w:name w:val="1866B1A630FB44839D5223178487B800"/>
    <w:rPr>
      <w:lang w:val="en-US" w:eastAsia="en-US"/>
    </w:rPr>
  </w:style>
  <w:style w:type="paragraph" w:customStyle="1" w:styleId="FCC66B9EFA894F46B974EF6C9DFE9CE4">
    <w:name w:val="FCC66B9EFA894F46B974EF6C9DFE9CE4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44F7772661454EB2BFE2894766A401" ma:contentTypeVersion="15" ma:contentTypeDescription="Create a new document." ma:contentTypeScope="" ma:versionID="247d3131e9fe2223744e137d3a074a6b">
  <xsd:schema xmlns:xsd="http://www.w3.org/2001/XMLSchema" xmlns:xs="http://www.w3.org/2001/XMLSchema" xmlns:p="http://schemas.microsoft.com/office/2006/metadata/properties" xmlns:ns2="f83f78d0-ea74-419c-930c-d2014041d8c8" xmlns:ns3="a894a443-41ca-4674-a0ca-7f2187ec13d3" xmlns:ns4="2452458b-67d1-4758-83da-cd69c1b8e177" xmlns:ns5="b9264911-78fd-4e2b-b112-4b9151e0a1e5" targetNamespace="http://schemas.microsoft.com/office/2006/metadata/properties" ma:root="true" ma:fieldsID="b07587aee5650b262d32790762123b89" ns2:_="" ns3:_="" ns4:_="" ns5:_="">
    <xsd:import namespace="f83f78d0-ea74-419c-930c-d2014041d8c8"/>
    <xsd:import namespace="a894a443-41ca-4674-a0ca-7f2187ec13d3"/>
    <xsd:import namespace="2452458b-67d1-4758-83da-cd69c1b8e177"/>
    <xsd:import namespace="b9264911-78fd-4e2b-b112-4b9151e0a1e5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3:Delivery_x0020_Date" minOccurs="0"/>
                <xsd:element ref="ns3:SC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SearchProperties" minOccurs="0"/>
                <xsd:element ref="ns5:MediaServiceDateTaken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3f78d0-ea74-419c-930c-d2014041d8c8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8" nillable="true" ma:displayName="Deliverable Id" ma:description="It is required for deliveries" ma:internalName="Deliverable_x0020_Id">
      <xsd:simpleType>
        <xsd:restriction base="dms:Text">
          <xsd:maxLength value="255"/>
        </xsd:restriction>
      </xsd:simpleType>
    </xsd:element>
    <xsd:element name="Deliverable_x0020_Status" ma:index="9" nillable="true" ma:displayName="Deliverable Status" ma:description="Status of the deliverable version." ma:format="Dropdown" ma:internalName="Deliverable_x0020_Status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10" nillable="true" ma:displayName="Deliverable Version" ma:description="Version of the deliverable (TAXUD version)" ma:internalName="Deliverable_x0020_Version">
      <xsd:simpleType>
        <xsd:restriction base="dms:Text">
          <xsd:maxLength value="255"/>
        </xsd:restriction>
      </xsd:simpleType>
    </xsd:element>
    <xsd:element name="RfA" ma:index="11" nillable="true" ma:displayName="RfA" ma:internalName="Rf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a443-41ca-4674-a0ca-7f2187ec13d3" elementFormDefault="qualified">
    <xsd:import namespace="http://schemas.microsoft.com/office/2006/documentManagement/types"/>
    <xsd:import namespace="http://schemas.microsoft.com/office/infopath/2007/PartnerControls"/>
    <xsd:element name="Delivery_x0020_Date" ma:index="12" nillable="true" ma:displayName="Delivery Date" ma:description="Only for Deliverables" ma:format="DateOnly" ma:internalName="Delivery_x0020_Date">
      <xsd:simpleType>
        <xsd:restriction base="dms:DateTime"/>
      </xsd:simpleType>
    </xsd:element>
    <xsd:element name="SC" ma:index="13" nillable="true" ma:displayName="SC" ma:internalName="SC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2458b-67d1-4758-83da-cd69c1b8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64911-78fd-4e2b-b112-4b9151e0a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a894a443-41ca-4674-a0ca-7f2187ec13d3" xsi:nil="true"/>
    <Deliverable_x0020_Version xmlns="f83f78d0-ea74-419c-930c-d2014041d8c8" xsi:nil="true"/>
    <Deliverable_x0020_Id xmlns="f83f78d0-ea74-419c-930c-d2014041d8c8" xsi:nil="true"/>
    <Delivery_x0020_Date xmlns="a894a443-41ca-4674-a0ca-7f2187ec13d3" xsi:nil="true"/>
    <RfA xmlns="f83f78d0-ea74-419c-930c-d2014041d8c8" xsi:nil="true"/>
    <Deliverable_x0020_Status xmlns="f83f78d0-ea74-419c-930c-d2014041d8c8" xsi:nil="true"/>
  </documentManagement>
</p:properties>
</file>

<file path=customXml/item4.xml><?xml version="1.0" encoding="utf-8"?>
<Author Role="Creator">
  <Id>2958b6a2-4b6d-4c19-b12f-a27abecf49d7</Id>
  <Names>
    <Latin>
      <FirstName>Cristina Rita</FirstName>
      <LastName>TODERAS</LastName>
    </Latin>
    <Greek>
      <FirstName/>
      <LastName/>
    </Greek>
    <Cyrillic>
      <FirstName/>
      <LastName/>
    </Cyrillic>
    <DocumentScript>
      <FirstName>Cristina Rita</FirstName>
      <LastName>TODERAS</LastName>
      <FullName>SOFT-DEV</FullName>
    </DocumentScript>
  </Names>
  <Initials>CRT</Initials>
  <Gender>f</Gender>
  <Email>Cristina-Rita.TODERAS@ec.europa.eu</Email>
  <Service>TAXUD.B.4.001</Service>
  <Function ShowInSignature="true"/>
  <WebAddress/>
  <InheritedWebAddress>WebAddress</InheritedWebAddress>
  <OrgaEntity1>
    <Id>f36e3818-fc85-4726-940a-3cc2b4fc2f9d</Id>
    <LogicalLevel>1</LogicalLevel>
    <Name>TAXUD</Name>
    <HeadLine1>DIRECTORATE-GENERAL</HeadLine1>
    <HeadLine2>TAXATION AND CUSTOMS UNION</HeadLine2>
    <PrimaryAddressId>f03b5801-04c9-4931-aa17-c6d6c70bc579</PrimaryAddressId>
    <SecondaryAddressId/>
    <WebAddress>WebAddress</WebAddress>
    <InheritedWebAddress>WebAddress</InheritedWebAddress>
    <ShowInHeader>true</ShowInHeader>
  </OrgaEntity1>
  <OrgaEntity2>
    <Id>3dc3b4a3-f425-4c40-b4d2-bacfb21dfe5d</Id>
    <LogicalLevel>2</LogicalLevel>
    <Name>TAXUD.B</Name>
    <HeadLine1>Digital Delivery of Customs and Taxation Policies</HeadLine1>
    <HeadLine2/>
    <PrimaryAddressId>f03b5801-04c9-4931-aa17-c6d6c70bc579</PrimaryAddressId>
    <SecondaryAddressId/>
    <WebAddress/>
    <InheritedWebAddress>WebAddress</InheritedWebAddress>
    <ShowInHeader>true</ShowInHeader>
  </OrgaEntity2>
  <OrgaEntity3>
    <Id>314f79ba-21c3-4d48-9ba0-b904132ac1e8</Id>
    <LogicalLevel>3</LogicalLevel>
    <Name>TAXUD.B.4</Name>
    <HeadLine1>Taxation systems &amp; Digital governance</HeadLine1>
    <HeadLine2/>
    <PrimaryAddressId>f03b5801-04c9-4931-aa17-c6d6c70bc579</PrimaryAddressId>
    <SecondaryAddressId/>
    <WebAddress/>
    <InheritedWebAddress>WebAddress</InheritedWebAddress>
    <ShowInHeader>true</ShowInHeader>
  </OrgaEntity3>
  <Addresses>
    <Address>
      <Id>f03b5801-04c9-4931-aa17-c6d6c70bc579</Id>
      <Name>Brussels</Name>
      <PhoneNumberPrefix>+32 229 </PhoneNumberPrefix>
      <Location>Brussels,</Location>
      <Footer>Commission européenne/Europese Commissie, 1049 Bruxelles/Brussel, BELGIQUE/BELGIË - Tel. +32 22991111</Footer>
    </Address>
    <Address>
      <Id>1264fb81-f6bb-475e-9f9d-a937d3be6ee2</Id>
      <Name>Luxembourg</Name>
      <PhoneNumberPrefix>+352 4301</PhoneNumberPrefix>
      <Location>Luxembourg,</Location>
      <Footer>Commission européenne, 2920 Luxembourg, LUXEMBOURG - Tel. +352 43011</Footer>
    </Address>
  </Addresses>
  <JobAssignmentId/>
  <MainWorkplace IsMain="true">
    <AddressId>f03b5801-04c9-4931-aa17-c6d6c70bc579</AddressId>
    <Fax/>
    <Phone>+32 229 60896</Phone>
    <Office>J-79 03/034</Office>
  </MainWorkplace>
  <Workplaces>
    <Workplace IsMain="false">
      <AddressId>1264fb81-f6bb-475e-9f9d-a937d3be6ee2</AddressId>
      <Fax/>
      <Phone/>
      <Office/>
    </Workplace>
    <Workplace IsMain="true">
      <AddressId>f03b5801-04c9-4931-aa17-c6d6c70bc579</AddressId>
      <Fax/>
      <Phone>+32 229 60896</Phone>
      <Office>J-79 03/034</Office>
    </Workplace>
  </Workplaces>
</Author>
</file>

<file path=customXml/item5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6.xml><?xml version="1.0" encoding="utf-8"?>
<Texts>
  <SecurityPersonalData>Personal data</SecurityPersonalData>
  <SecurityPharma>Pharma investigations</SecurityPharma>
  <MarkingUntilText>UNTIL</MarkingUntilText>
  <LabelPictureSeq>Picture {SEQ Picture \* ARABIC } – </LabelPictureSeq>
  <SecurityMediationServiceMatter>Mediation service</SecurityMediationServiceMatter>
  <SecurityDeadline>Deadline</SecurityDeadline>
  <SecurityEconomyAndFinance>Economy and finance</SecurityEconomyAndFinance>
  <TechPropsPublic>Public:</TechPropsPublic>
  <FooterFax>Fax</FooterFax>
  <TechPropsAuthors>Author:</TechPropsAuthors>
  <FooterOffice>Office:</FooterOffice>
  <SecurityOlafInvestigations>OLAF investigations</SecurityOlafInvestigations>
  <TechHistory>Document history</TechHistory>
  <TechPropsApproved>Approved by:</TechPropsApproved>
  <SensitiveHandling>Handling instructions for SENSITIVE information are given at https://europa.eu/!db43PX</SensitiveHandling>
  <SecurityOlafSpecialHandling>OLAF investigations</SecurityOlafSpecialHandling>
  <SecurityPersonal>Personal</SecurityPersonal>
  <CourtProceduralDocuments>Court procedural documents</CourtProceduralDocuments>
  <TechPropsVersion>Version:</TechPropsVersion>
  <TechPropsRevised>Revised by:</TechPropsRevised>
  <OrgaRoot>EUROPEAN COMMISSION</OrgaRoot>
  <TechHistoryComment>Comment</TechHistoryComment>
  <TechPropsDate>Date:</TechPropsDate>
  <Contact>Contact:</Contact>
  <SensitiveLabel>Sensitive</SensitiveLabel>
  <SpecialHandlingLabel>Special Handling</SpecialHandlingLabel>
  <SecurityInvestigationsDisciplinary>Investigations and disciplinary matters</SecurityInvestigationsDisciplinary>
  <SecurityCompOperations>COMP</SecurityCompOperations>
  <SecurityEuSatellite>EU satellite navigation matters</SecurityEuSatellite>
  <SecurityReleasable>RELEASABLE TO:</SecurityReleasable>
  <AddresseeTo>To:</AddresseeTo>
  <TechPropsRefno>Reference number:</TechPropsRefno>
  <SecurityStaffMatter>Staff matter</SecurityStaffMatter>
  <SecurityOpinionLegalService>Opinion of the Legal Service</SecurityOpinionLegalService>
  <SpecialHandlingFootnote>Special handling instructions are given at https://europa.eu/!db43PX</SpecialHandlingFootnote>
  <SecurityEtsSensitive>ETS</SecurityEtsSensitive>
  <SecurityEtsCritical>ETS Critical</SecurityEtsCritical>
  <SecurityCompSpecial>COMP</SecurityCompSpecial>
  <LabelSource>Source</LabelSource>
  <Table>Table </Table>
  <SecurityPharmaSpecial>Pharma investigations</SecurityPharmaSpecial>
  <Figure>Figure </Figure>
  <TOCHeading>Table of contents</TOCHeading>
  <TechHistoryDate>Date</TechHistoryDate>
  <AddressFooterBrussels>Commission européenne/Europese Commissie, 1049 Bruxelles/Brussel, BELGIQUE/BELGIË - Tel. +32 22991111</AddressFooterBrussels>
  <SecurityIasOperations>IAS operations</SecurityIasOperations>
  <TechHistoryCreatedBy>Document created by</TechHistoryCreatedBy>
  <FooterPhone>Tel. direct line</FooterPhone>
  <SecuritySecurityMatter>Security matter</SecuritySecurityMatter>
  <SecurityPersonalDataHandling>Shall only be communicated on a need to know basis pursuant to Regulation (EC) No 45/2001. Where e-mail is used, this must be encrypted using SECEM.</SecurityPersonalDataHandling>
  <TechHistoryVersion>Version</TechHistoryVersion>
  <TechFooterDated>dated</TechFooterDated>
  <TLPAmber>TLP: Amber</TLPAmber>
  <SecurityMedicalSecret>Medical secret</SecurityMedicalSecret>
  <TechFooterVersion>Document version</TechFooterVersion>
  <Contacts>Contacts:</Contacts>
  <SecurityEmbargo>Embargo until</SecurityEmbargo>
  <DateFormatShort>dd/MM/yyyy</DateFormatShort>
  <DateFormatLong>d MMMM yyyy</DateFormatLong>
</Texts>
</file>

<file path=customXml/item7.xml><?xml version="1.0" encoding="utf-8"?>
<EurolookProperties>
  <ProductCustomizationId>EC</ProductCustomizationId>
  <Created>
    <Version>10.0.38495.0</Version>
    <Date>2019-04-03T13:52:29</Date>
    <Language>EN</Language>
  </Created>
  <Edited>
    <Version>10.0.41212.0</Version>
    <Date>2020-10-12T20:50:29</Date>
  </Edited>
  <DocumentModel>
    <Id>34954475-997f-4cb0-a95b-7f65298f3d8c</Id>
    <Name>Report (long)</Name>
  </DocumentModel>
  <DocumentDate>2023-03-07T00:00:00</DocumentDate>
  <DocumentVersion>0.03 EN</DocumentVersion>
  <CompatibilityMode>Eurolook10</CompatibilityMode>
</EurolookProperties>
</file>

<file path=customXml/itemProps1.xml><?xml version="1.0" encoding="utf-8"?>
<ds:datastoreItem xmlns:ds="http://schemas.openxmlformats.org/officeDocument/2006/customXml" ds:itemID="{515DCB0A-F8B6-4E35-B715-56E87F4BF9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3f78d0-ea74-419c-930c-d2014041d8c8"/>
    <ds:schemaRef ds:uri="a894a443-41ca-4674-a0ca-7f2187ec13d3"/>
    <ds:schemaRef ds:uri="2452458b-67d1-4758-83da-cd69c1b8e177"/>
    <ds:schemaRef ds:uri="b9264911-78fd-4e2b-b112-4b9151e0a1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F44FE2-741D-44C1-A38B-9A0C89937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A24858-06B8-46B1-B5B8-65B3F66F124C}">
  <ds:schemaRefs>
    <ds:schemaRef ds:uri="http://schemas.microsoft.com/office/2006/metadata/properties"/>
    <ds:schemaRef ds:uri="http://schemas.microsoft.com/office/infopath/2007/PartnerControls"/>
    <ds:schemaRef ds:uri="a894a443-41ca-4674-a0ca-7f2187ec13d3"/>
    <ds:schemaRef ds:uri="f83f78d0-ea74-419c-930c-d2014041d8c8"/>
  </ds:schemaRefs>
</ds:datastoreItem>
</file>

<file path=customXml/itemProps4.xml><?xml version="1.0" encoding="utf-8"?>
<ds:datastoreItem xmlns:ds="http://schemas.openxmlformats.org/officeDocument/2006/customXml" ds:itemID="{EE044946-5330-43F7-8D16-AA78684F2938}">
  <ds:schemaRefs/>
</ds:datastoreItem>
</file>

<file path=customXml/itemProps5.xml><?xml version="1.0" encoding="utf-8"?>
<ds:datastoreItem xmlns:ds="http://schemas.openxmlformats.org/officeDocument/2006/customXml" ds:itemID="{3AA6FE2B-8DD7-47ED-A47C-1CE36352D1A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EF90DE6-88B6-4264-9629-4D8DFDFE87D2}">
  <ds:schemaRefs/>
</ds:datastoreItem>
</file>

<file path=customXml/itemProps7.xml><?xml version="1.0" encoding="utf-8"?>
<ds:datastoreItem xmlns:ds="http://schemas.openxmlformats.org/officeDocument/2006/customXml" ds:itemID="{D3EA5527-7367-4268-9D83-5125C98D0E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</Template>
  <TotalTime>1120</TotalTime>
  <Pages>11</Pages>
  <Words>1596</Words>
  <Characters>9996</Characters>
  <Application>Microsoft Office Word</Application>
  <DocSecurity>0</DocSecurity>
  <PresentationFormat>Microsoft Word 14.0</PresentationFormat>
  <Lines>499</Lines>
  <Paragraphs>246</Paragraphs>
  <ScaleCrop>true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DDNXA Main Document, Annexes and CSE Export 5.15.1</vt:lpstr>
    </vt:vector>
  </TitlesOfParts>
  <Company/>
  <LinksUpToDate>false</LinksUpToDate>
  <CharactersWithSpaces>11346</CharactersWithSpaces>
  <SharedDoc>false</SharedDoc>
  <HLinks>
    <vt:vector size="108" baseType="variant">
      <vt:variant>
        <vt:i4>3407936</vt:i4>
      </vt:variant>
      <vt:variant>
        <vt:i4>183</vt:i4>
      </vt:variant>
      <vt:variant>
        <vt:i4>0</vt:i4>
      </vt:variant>
      <vt:variant>
        <vt:i4>5</vt:i4>
      </vt:variant>
      <vt:variant>
        <vt:lpwstr>mailto:support@itsmtaxud.europa.eu</vt:lpwstr>
      </vt:variant>
      <vt:variant>
        <vt:lpwstr/>
      </vt:variant>
      <vt:variant>
        <vt:i4>1572915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_Toc129084394</vt:lpwstr>
      </vt:variant>
      <vt:variant>
        <vt:i4>1572915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_Toc129084393</vt:lpwstr>
      </vt:variant>
      <vt:variant>
        <vt:i4>1572915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_Toc129084392</vt:lpwstr>
      </vt:variant>
      <vt:variant>
        <vt:i4>1572915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_Toc129084391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_Toc129084416</vt:lpwstr>
      </vt:variant>
      <vt:variant>
        <vt:i4>1048628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_Toc129084415</vt:lpwstr>
      </vt:variant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_Toc129084414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_Toc129084413</vt:lpwstr>
      </vt:variant>
      <vt:variant>
        <vt:i4>1048628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_Toc129084412</vt:lpwstr>
      </vt:variant>
      <vt:variant>
        <vt:i4>1048628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_Toc129084411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_Toc129084410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_Toc129084409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_Toc129084408</vt:lpwstr>
      </vt:variant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_Toc129084407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_Toc129084406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_Toc129084405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_Toc129084404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DDNXA Main Document, Annexes and CSE Export 5.15.1</dc:title>
  <dc:subject>Release Note</dc:subject>
  <dc:creator>TODERAS Cristina Rita (TAXUD)</dc:creator>
  <cp:keywords/>
  <dc:description/>
  <cp:lastModifiedBy>RADU Nicolae-Adrian (TAXUD-EXT)</cp:lastModifiedBy>
  <cp:revision>412</cp:revision>
  <cp:lastPrinted>2019-07-08T12:29:00Z</cp:lastPrinted>
  <dcterms:created xsi:type="dcterms:W3CDTF">2021-02-03T17:37:00Z</dcterms:created>
  <dcterms:modified xsi:type="dcterms:W3CDTF">2023-03-08T11:49:00Z</dcterms:modified>
  <cp:contentStatus>Commission use (CU)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10.0</vt:lpwstr>
  </property>
  <property fmtid="{D5CDD505-2E9C-101B-9397-08002B2CF9AE}" pid="3" name="ELDocType">
    <vt:lpwstr>tech.dot</vt:lpwstr>
  </property>
  <property fmtid="{D5CDD505-2E9C-101B-9397-08002B2CF9AE}" pid="4" name="ContentTypeId">
    <vt:lpwstr>0x0101005644F7772661454EB2BFE2894766A401</vt:lpwstr>
  </property>
  <property fmtid="{D5CDD505-2E9C-101B-9397-08002B2CF9AE}" pid="5" name="MediaServiceImageTags">
    <vt:lpwstr/>
  </property>
  <property fmtid="{D5CDD505-2E9C-101B-9397-08002B2CF9AE}" pid="6" name="GrammarlyDocumentId">
    <vt:lpwstr>9581418fc1bee40bbd46a95e334fd63a9e325743e880e7d5905733dff4dd0993</vt:lpwstr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2023-03-08T11:34:33Z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93fc56a6-0baa-4198-b19f-540230e5063a</vt:lpwstr>
  </property>
  <property fmtid="{D5CDD505-2E9C-101B-9397-08002B2CF9AE}" pid="13" name="MSIP_Label_6bd9ddd1-4d20-43f6-abfa-fc3c07406f94_ContentBits">
    <vt:lpwstr>0</vt:lpwstr>
  </property>
</Properties>
</file>